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2CF" w:rsidRPr="00B83F3C" w:rsidRDefault="00F772CF" w:rsidP="00F772CF">
      <w:pPr>
        <w:pStyle w:val="Title"/>
        <w:tabs>
          <w:tab w:val="left" w:pos="8505"/>
        </w:tabs>
        <w:spacing w:before="2040"/>
        <w:rPr>
          <w:rFonts w:ascii="Trebuchet MS" w:eastAsia="Times New Roman" w:hAnsi="Trebuchet MS"/>
          <w:sz w:val="21"/>
          <w:szCs w:val="21"/>
          <w:lang w:eastAsia="en-NZ"/>
        </w:rPr>
      </w:pPr>
      <w:r w:rsidRPr="00B83F3C">
        <w:rPr>
          <w:rFonts w:eastAsia="Times New Roman"/>
          <w:lang w:eastAsia="en-NZ"/>
        </w:rPr>
        <w:t>3</w:t>
      </w:r>
      <w:r>
        <w:rPr>
          <w:rFonts w:eastAsia="Times New Roman"/>
          <w:lang w:eastAsia="en-NZ"/>
        </w:rPr>
        <w:t>.4</w:t>
      </w:r>
      <w:r w:rsidRPr="00B83F3C">
        <w:rPr>
          <w:rFonts w:eastAsia="Times New Roman"/>
          <w:lang w:eastAsia="en-NZ"/>
        </w:rPr>
        <w:t xml:space="preserve">0 </w:t>
      </w:r>
      <w:r>
        <w:rPr>
          <w:rFonts w:eastAsia="Times New Roman"/>
          <w:lang w:eastAsia="en-NZ"/>
        </w:rPr>
        <w:t>Going Mobile</w:t>
      </w:r>
      <w:r>
        <w:rPr>
          <w:rFonts w:eastAsia="Times New Roman"/>
          <w:lang w:eastAsia="en-NZ"/>
        </w:rPr>
        <w:tab/>
        <w:t>LO1</w:t>
      </w:r>
    </w:p>
    <w:p w:rsidR="00F772CF" w:rsidRDefault="00F772CF" w:rsidP="00F772CF">
      <w:pPr>
        <w:rPr>
          <w:rStyle w:val="why"/>
          <w:color w:val="auto"/>
          <w:sz w:val="24"/>
          <w:szCs w:val="24"/>
        </w:rPr>
      </w:pPr>
    </w:p>
    <w:p w:rsidR="00F772CF" w:rsidRDefault="00F772CF" w:rsidP="00F772CF">
      <w:pPr>
        <w:rPr>
          <w:rStyle w:val="why"/>
          <w:color w:val="auto"/>
          <w:sz w:val="24"/>
          <w:szCs w:val="24"/>
        </w:rPr>
      </w:pPr>
      <w:r>
        <w:rPr>
          <w:rStyle w:val="why"/>
          <w:color w:val="auto"/>
          <w:sz w:val="24"/>
          <w:szCs w:val="24"/>
        </w:rPr>
        <w:t xml:space="preserve">Key your name:  </w:t>
      </w:r>
      <w:r>
        <w:rPr>
          <w:rStyle w:val="why"/>
          <w:color w:val="auto"/>
          <w:sz w:val="24"/>
          <w:szCs w:val="24"/>
        </w:rPr>
        <w:tab/>
      </w:r>
      <w:sdt>
        <w:sdtPr>
          <w:rPr>
            <w:rStyle w:val="why"/>
            <w:color w:val="FF0000"/>
            <w:sz w:val="32"/>
            <w:szCs w:val="24"/>
            <w:shd w:val="clear" w:color="auto" w:fill="92CDDC" w:themeFill="accent5" w:themeFillTint="99"/>
          </w:rPr>
          <w:id w:val="808139566"/>
          <w:placeholder>
            <w:docPart w:val="3787510074944037849B16F0EEEB7B9B"/>
          </w:placeholder>
          <w:showingPlcHdr/>
        </w:sdtPr>
        <w:sdtEndPr>
          <w:rPr>
            <w:rStyle w:val="why"/>
          </w:rPr>
        </w:sdtEndPr>
        <w:sdtContent>
          <w:bookmarkStart w:id="0" w:name="_GoBack"/>
          <w:r w:rsidRPr="00257224">
            <w:rPr>
              <w:rStyle w:val="PlaceholderText"/>
              <w:color w:val="FF0000"/>
              <w:sz w:val="28"/>
              <w:shd w:val="clear" w:color="auto" w:fill="92CDDC" w:themeFill="accent5" w:themeFillTint="99"/>
            </w:rPr>
            <w:t>Click or tap here to enter text.</w:t>
          </w:r>
          <w:bookmarkEnd w:id="0"/>
        </w:sdtContent>
      </w:sdt>
    </w:p>
    <w:p w:rsidR="00F772CF" w:rsidRDefault="00F772CF" w:rsidP="00F772CF">
      <w:pPr>
        <w:rPr>
          <w:rStyle w:val="why"/>
          <w:color w:val="auto"/>
          <w:sz w:val="24"/>
          <w:szCs w:val="24"/>
        </w:rPr>
      </w:pPr>
    </w:p>
    <w:p w:rsidR="00F772CF" w:rsidRPr="00EA6223" w:rsidRDefault="00F772CF" w:rsidP="00F772CF">
      <w:pPr>
        <w:rPr>
          <w:rStyle w:val="why"/>
          <w:b/>
          <w:color w:val="auto"/>
          <w:szCs w:val="24"/>
        </w:rPr>
      </w:pPr>
      <w:r>
        <w:rPr>
          <w:rStyle w:val="why"/>
          <w:color w:val="auto"/>
          <w:szCs w:val="24"/>
        </w:rPr>
        <w:t>Exercise 3</w:t>
      </w:r>
    </w:p>
    <w:p w:rsidR="00F772CF" w:rsidRDefault="00F772CF" w:rsidP="00F772CF">
      <w:pPr>
        <w:jc w:val="center"/>
        <w:rPr>
          <w:rFonts w:ascii="Kristen ITC" w:eastAsia="SimSun" w:hAnsi="Kristen ITC" w:cs="Times New Roman"/>
          <w:b/>
          <w:color w:val="auto"/>
          <w:sz w:val="24"/>
          <w:szCs w:val="24"/>
          <w:lang w:eastAsia="zh-CN"/>
        </w:rPr>
      </w:pPr>
      <w:r>
        <w:rPr>
          <w:noProof/>
        </w:rPr>
        <w:drawing>
          <wp:inline distT="0" distB="0" distL="0" distR="0" wp14:anchorId="6DD3AB13" wp14:editId="6C56ED3D">
            <wp:extent cx="5494655" cy="4548249"/>
            <wp:effectExtent l="19050" t="0" r="10795" b="130048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496976" cy="455017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br w:type="page"/>
      </w:r>
    </w:p>
    <w:p w:rsidR="00677E16" w:rsidRPr="001F319F" w:rsidRDefault="00677E16" w:rsidP="001F319F"/>
    <w:p w:rsidR="00094FF0" w:rsidRDefault="000F349A" w:rsidP="001F319F">
      <w:pPr>
        <w:pStyle w:val="exercise"/>
      </w:pPr>
      <w:r>
        <w:t>Exercise Network Security</w:t>
      </w:r>
    </w:p>
    <w:p w:rsidR="00094FF0" w:rsidRPr="001F319F" w:rsidRDefault="00094FF0" w:rsidP="001F319F"/>
    <w:p w:rsidR="001F319F" w:rsidRPr="00094FF0" w:rsidRDefault="001F319F" w:rsidP="000F349A">
      <w:pPr>
        <w:pStyle w:val="blurbwith"/>
        <w:spacing w:line="276" w:lineRule="auto"/>
      </w:pPr>
      <w:r w:rsidRPr="00094FF0">
        <w:t xml:space="preserve">Instructions </w:t>
      </w:r>
    </w:p>
    <w:p w:rsidR="00132FB5" w:rsidRPr="00094FF0" w:rsidRDefault="00094FF0" w:rsidP="000F349A">
      <w:pPr>
        <w:pStyle w:val="blurbwith"/>
        <w:spacing w:line="276" w:lineRule="auto"/>
      </w:pPr>
      <w:r w:rsidRPr="00094FF0">
        <w:t xml:space="preserve">Security is an important consideration in both personal and workplace decisions.  Whether you are </w:t>
      </w:r>
      <w:r w:rsidR="001F319F">
        <w:t>the</w:t>
      </w:r>
      <w:r w:rsidRPr="00094FF0">
        <w:t xml:space="preserve"> mana</w:t>
      </w:r>
      <w:r w:rsidR="001F319F">
        <w:t>ger of the company or an</w:t>
      </w:r>
      <w:r w:rsidRPr="00094FF0">
        <w:t xml:space="preserve"> employee always on the go using a smartphone containing work data, it is important to have an understanding around security risks, the implications they bring, and how to protect your data.  Sometimes you may need to research additional information or terms you come across. </w:t>
      </w:r>
    </w:p>
    <w:p w:rsidR="00132FB5" w:rsidRPr="00094FF0" w:rsidRDefault="00094FF0" w:rsidP="000F349A">
      <w:pPr>
        <w:pStyle w:val="blurbwith"/>
        <w:spacing w:line="276" w:lineRule="auto"/>
      </w:pPr>
      <w:r w:rsidRPr="00094FF0">
        <w:t xml:space="preserve">Use the information provided </w:t>
      </w:r>
      <w:r w:rsidR="001F319F">
        <w:t>in the presentation</w:t>
      </w:r>
      <w:r w:rsidRPr="00094FF0">
        <w:t xml:space="preserve">, or research online to complete the following </w:t>
      </w:r>
      <w:r w:rsidR="00677E16">
        <w:t xml:space="preserve">three </w:t>
      </w:r>
      <w:r w:rsidRPr="00094FF0">
        <w:t xml:space="preserve">sections. You may find some of the information you gather useful for future reference. </w:t>
      </w:r>
    </w:p>
    <w:p w:rsidR="00677E16" w:rsidRDefault="00677E16">
      <w:pPr>
        <w:spacing w:after="160" w:line="259" w:lineRule="auto"/>
        <w:ind w:left="0" w:firstLine="0"/>
      </w:pPr>
    </w:p>
    <w:p w:rsidR="00132FB5" w:rsidRDefault="001F319F" w:rsidP="001F319F">
      <w:pPr>
        <w:pStyle w:val="exercise"/>
      </w:pPr>
      <w:r>
        <w:t>Section 1</w:t>
      </w:r>
      <w:r w:rsidR="000F349A">
        <w:t xml:space="preserve"> Security threats</w:t>
      </w:r>
      <w:r w:rsidR="00094FF0" w:rsidRPr="001F319F">
        <w:t xml:space="preserve">: </w:t>
      </w:r>
    </w:p>
    <w:tbl>
      <w:tblPr>
        <w:tblStyle w:val="TableGrid"/>
        <w:tblW w:w="9497" w:type="dxa"/>
        <w:tblInd w:w="5" w:type="dxa"/>
        <w:tblCellMar>
          <w:left w:w="108" w:type="dxa"/>
          <w:right w:w="115" w:type="dxa"/>
        </w:tblCellMar>
        <w:tblLook w:val="04A0" w:firstRow="1" w:lastRow="0" w:firstColumn="1" w:lastColumn="0" w:noHBand="0" w:noVBand="1"/>
      </w:tblPr>
      <w:tblGrid>
        <w:gridCol w:w="1983"/>
        <w:gridCol w:w="3971"/>
        <w:gridCol w:w="3543"/>
      </w:tblGrid>
      <w:tr w:rsidR="00132FB5" w:rsidTr="001F319F">
        <w:trPr>
          <w:trHeight w:val="20"/>
        </w:trPr>
        <w:tc>
          <w:tcPr>
            <w:tcW w:w="1983" w:type="dxa"/>
            <w:tcBorders>
              <w:top w:val="single" w:sz="4" w:space="0" w:color="000000"/>
              <w:left w:val="single" w:sz="4" w:space="0" w:color="000000"/>
              <w:bottom w:val="single" w:sz="4" w:space="0" w:color="000000"/>
              <w:right w:val="single" w:sz="4" w:space="0" w:color="000000"/>
            </w:tcBorders>
            <w:vAlign w:val="center"/>
          </w:tcPr>
          <w:p w:rsidR="00132FB5" w:rsidRDefault="00094FF0" w:rsidP="001F319F">
            <w:pPr>
              <w:spacing w:before="60" w:after="60" w:line="240" w:lineRule="auto"/>
              <w:ind w:left="0" w:firstLine="0"/>
            </w:pPr>
            <w:r>
              <w:rPr>
                <w:b/>
              </w:rPr>
              <w:t xml:space="preserve">Malware </w:t>
            </w:r>
          </w:p>
        </w:tc>
        <w:tc>
          <w:tcPr>
            <w:tcW w:w="3971" w:type="dxa"/>
            <w:tcBorders>
              <w:top w:val="single" w:sz="4" w:space="0" w:color="000000"/>
              <w:left w:val="single" w:sz="4" w:space="0" w:color="000000"/>
              <w:bottom w:val="single" w:sz="4" w:space="0" w:color="000000"/>
              <w:right w:val="single" w:sz="4" w:space="0" w:color="000000"/>
            </w:tcBorders>
            <w:vAlign w:val="center"/>
          </w:tcPr>
          <w:p w:rsidR="00132FB5" w:rsidRDefault="00094FF0" w:rsidP="001F319F">
            <w:pPr>
              <w:spacing w:before="60" w:after="60" w:line="240" w:lineRule="auto"/>
              <w:ind w:left="0" w:firstLine="0"/>
            </w:pPr>
            <w:r>
              <w:rPr>
                <w:b/>
              </w:rPr>
              <w:t xml:space="preserve">What is it? </w:t>
            </w:r>
          </w:p>
        </w:tc>
        <w:tc>
          <w:tcPr>
            <w:tcW w:w="3543" w:type="dxa"/>
            <w:tcBorders>
              <w:top w:val="single" w:sz="4" w:space="0" w:color="000000"/>
              <w:left w:val="single" w:sz="4" w:space="0" w:color="000000"/>
              <w:bottom w:val="single" w:sz="4" w:space="0" w:color="000000"/>
              <w:right w:val="single" w:sz="4" w:space="0" w:color="000000"/>
            </w:tcBorders>
            <w:vAlign w:val="center"/>
          </w:tcPr>
          <w:p w:rsidR="00132FB5" w:rsidRDefault="00003530" w:rsidP="00003530">
            <w:pPr>
              <w:spacing w:before="60" w:after="60" w:line="240" w:lineRule="auto"/>
              <w:ind w:left="0" w:firstLine="0"/>
              <w:rPr>
                <w:b/>
              </w:rPr>
            </w:pPr>
            <w:r>
              <w:rPr>
                <w:b/>
              </w:rPr>
              <w:t>What</w:t>
            </w:r>
            <w:r w:rsidR="00094FF0">
              <w:rPr>
                <w:b/>
              </w:rPr>
              <w:t xml:space="preserve"> can you</w:t>
            </w:r>
            <w:r>
              <w:rPr>
                <w:b/>
              </w:rPr>
              <w:t xml:space="preserve"> use to</w:t>
            </w:r>
            <w:r w:rsidR="00094FF0">
              <w:rPr>
                <w:b/>
              </w:rPr>
              <w:t xml:space="preserve"> isolate/eliminate </w:t>
            </w:r>
            <w:r>
              <w:rPr>
                <w:b/>
              </w:rPr>
              <w:t>Malware</w:t>
            </w:r>
            <w:r w:rsidR="00094FF0">
              <w:rPr>
                <w:b/>
              </w:rPr>
              <w:t xml:space="preserve">? </w:t>
            </w:r>
            <w:r>
              <w:rPr>
                <w:b/>
              </w:rPr>
              <w:t>Include an example.</w:t>
            </w:r>
          </w:p>
          <w:p w:rsidR="00003530" w:rsidRDefault="00003530" w:rsidP="00003530">
            <w:pPr>
              <w:spacing w:before="60" w:after="60" w:line="240" w:lineRule="auto"/>
              <w:ind w:left="0" w:firstLine="0"/>
            </w:pPr>
            <w:r>
              <w:rPr>
                <w:b/>
              </w:rPr>
              <w:t>What do you have to make sure you do?</w:t>
            </w:r>
          </w:p>
        </w:tc>
      </w:tr>
      <w:tr w:rsidR="00003530" w:rsidTr="006E4F8E">
        <w:trPr>
          <w:trHeight w:val="20"/>
        </w:trPr>
        <w:tc>
          <w:tcPr>
            <w:tcW w:w="1983" w:type="dxa"/>
            <w:tcBorders>
              <w:top w:val="single" w:sz="4" w:space="0" w:color="000000"/>
              <w:left w:val="single" w:sz="4" w:space="0" w:color="000000"/>
              <w:bottom w:val="single" w:sz="4" w:space="0" w:color="000000"/>
              <w:right w:val="single" w:sz="4" w:space="0" w:color="000000"/>
            </w:tcBorders>
            <w:vAlign w:val="center"/>
          </w:tcPr>
          <w:p w:rsidR="00003530" w:rsidRDefault="00003530" w:rsidP="001F319F">
            <w:pPr>
              <w:spacing w:before="60" w:after="60" w:line="240" w:lineRule="auto"/>
              <w:ind w:left="24" w:firstLine="0"/>
            </w:pPr>
            <w:r>
              <w:rPr>
                <w:b/>
              </w:rPr>
              <w:t xml:space="preserve">Worm </w:t>
            </w:r>
          </w:p>
        </w:tc>
        <w:tc>
          <w:tcPr>
            <w:tcW w:w="3971" w:type="dxa"/>
            <w:tcBorders>
              <w:top w:val="single" w:sz="4" w:space="0" w:color="000000"/>
              <w:left w:val="single" w:sz="4" w:space="0" w:color="000000"/>
              <w:bottom w:val="single" w:sz="4" w:space="0" w:color="000000"/>
              <w:right w:val="single" w:sz="4" w:space="0" w:color="000000"/>
            </w:tcBorders>
            <w:vAlign w:val="center"/>
          </w:tcPr>
          <w:p w:rsidR="00003530" w:rsidRDefault="009870CD" w:rsidP="001F319F">
            <w:pPr>
              <w:spacing w:before="60" w:after="60" w:line="240" w:lineRule="auto"/>
              <w:ind w:left="24" w:firstLine="0"/>
            </w:pPr>
            <w:sdt>
              <w:sdtPr>
                <w:id w:val="-1122151165"/>
                <w:placeholder>
                  <w:docPart w:val="9B2FEE873DF147B99223930453D65E50"/>
                </w:placeholder>
                <w:showingPlcHdr/>
                <w:text w:multiLine="1"/>
              </w:sdtPr>
              <w:sdtEndPr/>
              <w:sdtContent>
                <w:r w:rsidR="00003530" w:rsidRPr="004C4489">
                  <w:rPr>
                    <w:rStyle w:val="PlaceholderText"/>
                  </w:rPr>
                  <w:t>Click or tap here to enter text.</w:t>
                </w:r>
              </w:sdtContent>
            </w:sdt>
          </w:p>
        </w:tc>
        <w:tc>
          <w:tcPr>
            <w:tcW w:w="3543" w:type="dxa"/>
            <w:vMerge w:val="restart"/>
            <w:tcBorders>
              <w:top w:val="single" w:sz="4" w:space="0" w:color="000000"/>
              <w:left w:val="single" w:sz="4" w:space="0" w:color="000000"/>
              <w:right w:val="single" w:sz="4" w:space="0" w:color="000000"/>
            </w:tcBorders>
            <w:vAlign w:val="center"/>
          </w:tcPr>
          <w:p w:rsidR="00003530" w:rsidRDefault="009870CD" w:rsidP="001F319F">
            <w:pPr>
              <w:spacing w:before="60" w:after="60" w:line="240" w:lineRule="auto"/>
              <w:ind w:left="24" w:firstLine="0"/>
            </w:pPr>
            <w:sdt>
              <w:sdtPr>
                <w:alias w:val="What can you use?"/>
                <w:tag w:val="What can you use?"/>
                <w:id w:val="-1659147556"/>
                <w:placeholder>
                  <w:docPart w:val="8B97B63202A44039BDCE57A4BC6E40CC"/>
                </w:placeholder>
                <w:showingPlcHdr/>
                <w:text w:multiLine="1"/>
              </w:sdtPr>
              <w:sdtEndPr/>
              <w:sdtContent>
                <w:r w:rsidR="00003530" w:rsidRPr="004C4489">
                  <w:rPr>
                    <w:rStyle w:val="PlaceholderText"/>
                  </w:rPr>
                  <w:t>Click or tap here to enter text.</w:t>
                </w:r>
              </w:sdtContent>
            </w:sdt>
          </w:p>
          <w:p w:rsidR="00003530" w:rsidRDefault="00003530" w:rsidP="001F319F">
            <w:pPr>
              <w:spacing w:before="60" w:after="60" w:line="240" w:lineRule="auto"/>
              <w:ind w:left="24" w:firstLine="0"/>
            </w:pPr>
          </w:p>
          <w:p w:rsidR="00003530" w:rsidRDefault="009870CD" w:rsidP="001F319F">
            <w:pPr>
              <w:spacing w:before="60" w:after="60" w:line="240" w:lineRule="auto"/>
              <w:ind w:left="24" w:firstLine="0"/>
            </w:pPr>
            <w:sdt>
              <w:sdtPr>
                <w:alias w:val="What MUST you do?"/>
                <w:tag w:val="What MUST you do?"/>
                <w:id w:val="-138119009"/>
                <w:placeholder>
                  <w:docPart w:val="35E30918C006474A9C7076B3C0A1AAF9"/>
                </w:placeholder>
                <w:showingPlcHdr/>
                <w:text w:multiLine="1"/>
              </w:sdtPr>
              <w:sdtEndPr/>
              <w:sdtContent>
                <w:r w:rsidR="00003530" w:rsidRPr="004C4489">
                  <w:rPr>
                    <w:rStyle w:val="PlaceholderText"/>
                  </w:rPr>
                  <w:t>Click or tap here to enter text.</w:t>
                </w:r>
              </w:sdtContent>
            </w:sdt>
          </w:p>
          <w:p w:rsidR="00003530" w:rsidRDefault="00003530" w:rsidP="001F319F">
            <w:pPr>
              <w:spacing w:before="60" w:after="60" w:line="240" w:lineRule="auto"/>
              <w:ind w:left="24" w:firstLine="0"/>
            </w:pPr>
          </w:p>
        </w:tc>
      </w:tr>
      <w:tr w:rsidR="00003530" w:rsidTr="006E4F8E">
        <w:trPr>
          <w:trHeight w:val="20"/>
        </w:trPr>
        <w:tc>
          <w:tcPr>
            <w:tcW w:w="1983" w:type="dxa"/>
            <w:tcBorders>
              <w:top w:val="single" w:sz="4" w:space="0" w:color="000000"/>
              <w:left w:val="single" w:sz="4" w:space="0" w:color="000000"/>
              <w:bottom w:val="single" w:sz="4" w:space="0" w:color="000000"/>
              <w:right w:val="single" w:sz="4" w:space="0" w:color="000000"/>
            </w:tcBorders>
            <w:vAlign w:val="center"/>
          </w:tcPr>
          <w:p w:rsidR="00003530" w:rsidRDefault="00003530" w:rsidP="001F319F">
            <w:pPr>
              <w:spacing w:before="60" w:after="60" w:line="240" w:lineRule="auto"/>
              <w:ind w:left="24" w:firstLine="0"/>
            </w:pPr>
            <w:r>
              <w:rPr>
                <w:b/>
              </w:rPr>
              <w:t xml:space="preserve">Spam </w:t>
            </w:r>
          </w:p>
        </w:tc>
        <w:tc>
          <w:tcPr>
            <w:tcW w:w="3971" w:type="dxa"/>
            <w:tcBorders>
              <w:top w:val="single" w:sz="4" w:space="0" w:color="000000"/>
              <w:left w:val="single" w:sz="4" w:space="0" w:color="000000"/>
              <w:bottom w:val="single" w:sz="4" w:space="0" w:color="000000"/>
              <w:right w:val="single" w:sz="4" w:space="0" w:color="000000"/>
            </w:tcBorders>
            <w:vAlign w:val="center"/>
          </w:tcPr>
          <w:p w:rsidR="00003530" w:rsidRDefault="009870CD" w:rsidP="001F319F">
            <w:pPr>
              <w:spacing w:before="60" w:after="60" w:line="240" w:lineRule="auto"/>
              <w:ind w:left="24" w:firstLine="0"/>
            </w:pPr>
            <w:sdt>
              <w:sdtPr>
                <w:id w:val="41420312"/>
                <w:placeholder>
                  <w:docPart w:val="B18BE77F0D5C4BFE97895081AFB8E001"/>
                </w:placeholder>
                <w:showingPlcHdr/>
                <w:text w:multiLine="1"/>
              </w:sdtPr>
              <w:sdtEndPr/>
              <w:sdtContent>
                <w:r w:rsidR="00003530" w:rsidRPr="004C4489">
                  <w:rPr>
                    <w:rStyle w:val="PlaceholderText"/>
                  </w:rPr>
                  <w:t>Click or tap here to enter text.</w:t>
                </w:r>
              </w:sdtContent>
            </w:sdt>
          </w:p>
        </w:tc>
        <w:tc>
          <w:tcPr>
            <w:tcW w:w="3543" w:type="dxa"/>
            <w:vMerge/>
            <w:tcBorders>
              <w:left w:val="single" w:sz="4" w:space="0" w:color="000000"/>
              <w:right w:val="single" w:sz="4" w:space="0" w:color="000000"/>
            </w:tcBorders>
            <w:vAlign w:val="center"/>
          </w:tcPr>
          <w:p w:rsidR="00003530" w:rsidRDefault="00003530" w:rsidP="001F319F">
            <w:pPr>
              <w:spacing w:before="60" w:after="60" w:line="240" w:lineRule="auto"/>
              <w:ind w:left="24" w:firstLine="0"/>
            </w:pPr>
          </w:p>
        </w:tc>
      </w:tr>
      <w:tr w:rsidR="00003530" w:rsidTr="006E4F8E">
        <w:trPr>
          <w:trHeight w:val="20"/>
        </w:trPr>
        <w:tc>
          <w:tcPr>
            <w:tcW w:w="1983" w:type="dxa"/>
            <w:tcBorders>
              <w:top w:val="single" w:sz="4" w:space="0" w:color="000000"/>
              <w:left w:val="single" w:sz="4" w:space="0" w:color="000000"/>
              <w:bottom w:val="single" w:sz="4" w:space="0" w:color="000000"/>
              <w:right w:val="single" w:sz="4" w:space="0" w:color="000000"/>
            </w:tcBorders>
            <w:vAlign w:val="center"/>
          </w:tcPr>
          <w:p w:rsidR="00003530" w:rsidRDefault="00003530" w:rsidP="001F319F">
            <w:pPr>
              <w:spacing w:before="60" w:after="60" w:line="240" w:lineRule="auto"/>
              <w:ind w:left="24" w:firstLine="0"/>
            </w:pPr>
            <w:r>
              <w:rPr>
                <w:b/>
              </w:rPr>
              <w:t xml:space="preserve">Virus </w:t>
            </w:r>
          </w:p>
        </w:tc>
        <w:tc>
          <w:tcPr>
            <w:tcW w:w="3971" w:type="dxa"/>
            <w:tcBorders>
              <w:top w:val="single" w:sz="4" w:space="0" w:color="000000"/>
              <w:left w:val="single" w:sz="4" w:space="0" w:color="000000"/>
              <w:bottom w:val="single" w:sz="4" w:space="0" w:color="000000"/>
              <w:right w:val="single" w:sz="4" w:space="0" w:color="000000"/>
            </w:tcBorders>
            <w:vAlign w:val="center"/>
          </w:tcPr>
          <w:p w:rsidR="00003530" w:rsidRDefault="009870CD" w:rsidP="001F319F">
            <w:pPr>
              <w:spacing w:before="60" w:after="60" w:line="240" w:lineRule="auto"/>
              <w:ind w:left="31" w:firstLine="0"/>
            </w:pPr>
            <w:sdt>
              <w:sdtPr>
                <w:id w:val="-1784028182"/>
                <w:placeholder>
                  <w:docPart w:val="72849A7F1B3F4F9FA4015AE7067A3FE0"/>
                </w:placeholder>
                <w:showingPlcHdr/>
                <w:text w:multiLine="1"/>
              </w:sdtPr>
              <w:sdtEndPr/>
              <w:sdtContent>
                <w:r w:rsidR="00003530" w:rsidRPr="004C4489">
                  <w:rPr>
                    <w:rStyle w:val="PlaceholderText"/>
                  </w:rPr>
                  <w:t>Click or tap here to enter text.</w:t>
                </w:r>
              </w:sdtContent>
            </w:sdt>
          </w:p>
        </w:tc>
        <w:tc>
          <w:tcPr>
            <w:tcW w:w="3543" w:type="dxa"/>
            <w:vMerge/>
            <w:tcBorders>
              <w:left w:val="single" w:sz="4" w:space="0" w:color="000000"/>
              <w:right w:val="single" w:sz="4" w:space="0" w:color="000000"/>
            </w:tcBorders>
            <w:vAlign w:val="center"/>
          </w:tcPr>
          <w:p w:rsidR="00003530" w:rsidRDefault="00003530" w:rsidP="001F319F">
            <w:pPr>
              <w:spacing w:before="60" w:after="60" w:line="240" w:lineRule="auto"/>
              <w:ind w:left="24" w:firstLine="0"/>
            </w:pPr>
          </w:p>
        </w:tc>
      </w:tr>
      <w:tr w:rsidR="00003530" w:rsidTr="006E4F8E">
        <w:trPr>
          <w:trHeight w:val="20"/>
        </w:trPr>
        <w:tc>
          <w:tcPr>
            <w:tcW w:w="1983" w:type="dxa"/>
            <w:tcBorders>
              <w:top w:val="single" w:sz="4" w:space="0" w:color="000000"/>
              <w:left w:val="single" w:sz="4" w:space="0" w:color="000000"/>
              <w:bottom w:val="single" w:sz="4" w:space="0" w:color="000000"/>
              <w:right w:val="single" w:sz="4" w:space="0" w:color="000000"/>
            </w:tcBorders>
            <w:vAlign w:val="center"/>
          </w:tcPr>
          <w:p w:rsidR="00003530" w:rsidRDefault="00003530" w:rsidP="001F319F">
            <w:pPr>
              <w:spacing w:before="60" w:after="60" w:line="240" w:lineRule="auto"/>
              <w:ind w:left="24" w:firstLine="0"/>
            </w:pPr>
            <w:r>
              <w:rPr>
                <w:b/>
              </w:rPr>
              <w:t xml:space="preserve">Phishing </w:t>
            </w:r>
          </w:p>
        </w:tc>
        <w:tc>
          <w:tcPr>
            <w:tcW w:w="3971" w:type="dxa"/>
            <w:tcBorders>
              <w:top w:val="single" w:sz="4" w:space="0" w:color="000000"/>
              <w:left w:val="single" w:sz="4" w:space="0" w:color="000000"/>
              <w:bottom w:val="single" w:sz="4" w:space="0" w:color="000000"/>
              <w:right w:val="single" w:sz="4" w:space="0" w:color="000000"/>
            </w:tcBorders>
            <w:vAlign w:val="center"/>
          </w:tcPr>
          <w:p w:rsidR="00003530" w:rsidRDefault="009870CD" w:rsidP="001F319F">
            <w:pPr>
              <w:spacing w:before="60" w:after="60" w:line="240" w:lineRule="auto"/>
              <w:ind w:left="24" w:firstLine="0"/>
            </w:pPr>
            <w:sdt>
              <w:sdtPr>
                <w:id w:val="1198204803"/>
                <w:placeholder>
                  <w:docPart w:val="1F2D036702684836B3FD946013F4C0EB"/>
                </w:placeholder>
                <w:showingPlcHdr/>
                <w:text w:multiLine="1"/>
              </w:sdtPr>
              <w:sdtEndPr/>
              <w:sdtContent>
                <w:r w:rsidR="00003530" w:rsidRPr="004C4489">
                  <w:rPr>
                    <w:rStyle w:val="PlaceholderText"/>
                  </w:rPr>
                  <w:t>Click or tap here to enter text.</w:t>
                </w:r>
              </w:sdtContent>
            </w:sdt>
          </w:p>
        </w:tc>
        <w:tc>
          <w:tcPr>
            <w:tcW w:w="3543" w:type="dxa"/>
            <w:vMerge/>
            <w:tcBorders>
              <w:left w:val="single" w:sz="4" w:space="0" w:color="000000"/>
              <w:right w:val="single" w:sz="4" w:space="0" w:color="000000"/>
            </w:tcBorders>
            <w:vAlign w:val="center"/>
          </w:tcPr>
          <w:p w:rsidR="00003530" w:rsidRDefault="00003530" w:rsidP="001F319F">
            <w:pPr>
              <w:spacing w:before="60" w:after="60" w:line="240" w:lineRule="auto"/>
              <w:ind w:left="24" w:firstLine="0"/>
            </w:pPr>
          </w:p>
        </w:tc>
      </w:tr>
      <w:tr w:rsidR="00003530" w:rsidTr="006E4F8E">
        <w:trPr>
          <w:trHeight w:val="20"/>
        </w:trPr>
        <w:tc>
          <w:tcPr>
            <w:tcW w:w="1983" w:type="dxa"/>
            <w:tcBorders>
              <w:top w:val="single" w:sz="4" w:space="0" w:color="000000"/>
              <w:left w:val="single" w:sz="4" w:space="0" w:color="000000"/>
              <w:bottom w:val="single" w:sz="4" w:space="0" w:color="000000"/>
              <w:right w:val="single" w:sz="4" w:space="0" w:color="000000"/>
            </w:tcBorders>
            <w:vAlign w:val="center"/>
          </w:tcPr>
          <w:p w:rsidR="00003530" w:rsidRDefault="00003530" w:rsidP="001F319F">
            <w:pPr>
              <w:spacing w:before="60" w:after="60" w:line="240" w:lineRule="auto"/>
              <w:ind w:left="24" w:firstLine="0"/>
            </w:pPr>
            <w:r>
              <w:rPr>
                <w:b/>
              </w:rPr>
              <w:t xml:space="preserve">Spyware </w:t>
            </w:r>
          </w:p>
        </w:tc>
        <w:tc>
          <w:tcPr>
            <w:tcW w:w="3971" w:type="dxa"/>
            <w:tcBorders>
              <w:top w:val="single" w:sz="4" w:space="0" w:color="000000"/>
              <w:left w:val="single" w:sz="4" w:space="0" w:color="000000"/>
              <w:bottom w:val="single" w:sz="4" w:space="0" w:color="000000"/>
              <w:right w:val="single" w:sz="4" w:space="0" w:color="000000"/>
            </w:tcBorders>
            <w:vAlign w:val="center"/>
          </w:tcPr>
          <w:p w:rsidR="00003530" w:rsidRDefault="009870CD" w:rsidP="001F319F">
            <w:pPr>
              <w:spacing w:before="60" w:after="60" w:line="240" w:lineRule="auto"/>
              <w:ind w:left="24" w:firstLine="0"/>
            </w:pPr>
            <w:sdt>
              <w:sdtPr>
                <w:id w:val="-106825667"/>
                <w:placeholder>
                  <w:docPart w:val="21092789F4C64CCEAE93642249709F0F"/>
                </w:placeholder>
                <w:showingPlcHdr/>
                <w:text w:multiLine="1"/>
              </w:sdtPr>
              <w:sdtEndPr/>
              <w:sdtContent>
                <w:r w:rsidR="00003530" w:rsidRPr="004C4489">
                  <w:rPr>
                    <w:rStyle w:val="PlaceholderText"/>
                  </w:rPr>
                  <w:t>Click or tap here to enter text.</w:t>
                </w:r>
              </w:sdtContent>
            </w:sdt>
          </w:p>
        </w:tc>
        <w:tc>
          <w:tcPr>
            <w:tcW w:w="3543" w:type="dxa"/>
            <w:vMerge/>
            <w:tcBorders>
              <w:left w:val="single" w:sz="4" w:space="0" w:color="000000"/>
              <w:right w:val="single" w:sz="4" w:space="0" w:color="000000"/>
            </w:tcBorders>
            <w:vAlign w:val="center"/>
          </w:tcPr>
          <w:p w:rsidR="00003530" w:rsidRDefault="00003530" w:rsidP="001F319F">
            <w:pPr>
              <w:spacing w:before="60" w:after="60" w:line="240" w:lineRule="auto"/>
              <w:ind w:left="24" w:firstLine="0"/>
            </w:pPr>
          </w:p>
        </w:tc>
      </w:tr>
      <w:tr w:rsidR="00003530" w:rsidTr="006E4F8E">
        <w:trPr>
          <w:trHeight w:val="20"/>
        </w:trPr>
        <w:tc>
          <w:tcPr>
            <w:tcW w:w="1983" w:type="dxa"/>
            <w:tcBorders>
              <w:top w:val="single" w:sz="4" w:space="0" w:color="000000"/>
              <w:left w:val="single" w:sz="4" w:space="0" w:color="000000"/>
              <w:bottom w:val="single" w:sz="4" w:space="0" w:color="000000"/>
              <w:right w:val="single" w:sz="4" w:space="0" w:color="000000"/>
            </w:tcBorders>
            <w:vAlign w:val="center"/>
          </w:tcPr>
          <w:p w:rsidR="00003530" w:rsidRDefault="00003530" w:rsidP="001F319F">
            <w:pPr>
              <w:spacing w:before="60" w:after="60" w:line="240" w:lineRule="auto"/>
              <w:ind w:left="24" w:firstLine="0"/>
            </w:pPr>
            <w:r>
              <w:rPr>
                <w:b/>
              </w:rPr>
              <w:t xml:space="preserve">Trojan Horse </w:t>
            </w:r>
          </w:p>
        </w:tc>
        <w:tc>
          <w:tcPr>
            <w:tcW w:w="3971" w:type="dxa"/>
            <w:tcBorders>
              <w:top w:val="single" w:sz="4" w:space="0" w:color="000000"/>
              <w:left w:val="single" w:sz="4" w:space="0" w:color="000000"/>
              <w:bottom w:val="single" w:sz="4" w:space="0" w:color="000000"/>
              <w:right w:val="single" w:sz="4" w:space="0" w:color="000000"/>
            </w:tcBorders>
            <w:vAlign w:val="center"/>
          </w:tcPr>
          <w:p w:rsidR="00003530" w:rsidRDefault="009870CD" w:rsidP="001F319F">
            <w:pPr>
              <w:spacing w:before="60" w:after="60" w:line="240" w:lineRule="auto"/>
              <w:ind w:left="24" w:firstLine="0"/>
            </w:pPr>
            <w:sdt>
              <w:sdtPr>
                <w:id w:val="-1055304680"/>
                <w:placeholder>
                  <w:docPart w:val="37E2801CA12C4FE4B79BBA8EBAAF522B"/>
                </w:placeholder>
                <w:showingPlcHdr/>
                <w:text w:multiLine="1"/>
              </w:sdtPr>
              <w:sdtEndPr/>
              <w:sdtContent>
                <w:r w:rsidR="00003530" w:rsidRPr="004C4489">
                  <w:rPr>
                    <w:rStyle w:val="PlaceholderText"/>
                  </w:rPr>
                  <w:t>Click or tap here to enter text.</w:t>
                </w:r>
              </w:sdtContent>
            </w:sdt>
          </w:p>
        </w:tc>
        <w:tc>
          <w:tcPr>
            <w:tcW w:w="3543" w:type="dxa"/>
            <w:vMerge/>
            <w:tcBorders>
              <w:left w:val="single" w:sz="4" w:space="0" w:color="000000"/>
              <w:right w:val="single" w:sz="4" w:space="0" w:color="000000"/>
            </w:tcBorders>
            <w:vAlign w:val="center"/>
          </w:tcPr>
          <w:p w:rsidR="00003530" w:rsidRDefault="00003530" w:rsidP="001F319F">
            <w:pPr>
              <w:spacing w:before="60" w:after="60" w:line="240" w:lineRule="auto"/>
              <w:ind w:left="24" w:firstLine="0"/>
            </w:pPr>
          </w:p>
        </w:tc>
      </w:tr>
      <w:tr w:rsidR="00003530" w:rsidTr="006E4F8E">
        <w:trPr>
          <w:trHeight w:val="20"/>
        </w:trPr>
        <w:tc>
          <w:tcPr>
            <w:tcW w:w="1983" w:type="dxa"/>
            <w:tcBorders>
              <w:top w:val="single" w:sz="4" w:space="0" w:color="000000"/>
              <w:left w:val="single" w:sz="4" w:space="0" w:color="000000"/>
              <w:bottom w:val="single" w:sz="4" w:space="0" w:color="000000"/>
              <w:right w:val="single" w:sz="4" w:space="0" w:color="000000"/>
            </w:tcBorders>
            <w:vAlign w:val="center"/>
          </w:tcPr>
          <w:p w:rsidR="00003530" w:rsidRDefault="00003530" w:rsidP="001F319F">
            <w:pPr>
              <w:spacing w:before="60" w:after="60" w:line="240" w:lineRule="auto"/>
              <w:ind w:left="24" w:firstLine="0"/>
            </w:pPr>
            <w:r>
              <w:rPr>
                <w:b/>
              </w:rPr>
              <w:t xml:space="preserve">Hoax </w:t>
            </w:r>
          </w:p>
        </w:tc>
        <w:tc>
          <w:tcPr>
            <w:tcW w:w="3971" w:type="dxa"/>
            <w:tcBorders>
              <w:top w:val="single" w:sz="4" w:space="0" w:color="000000"/>
              <w:left w:val="single" w:sz="4" w:space="0" w:color="000000"/>
              <w:bottom w:val="single" w:sz="4" w:space="0" w:color="000000"/>
              <w:right w:val="single" w:sz="4" w:space="0" w:color="000000"/>
            </w:tcBorders>
            <w:vAlign w:val="center"/>
          </w:tcPr>
          <w:p w:rsidR="00003530" w:rsidRDefault="009870CD" w:rsidP="001F319F">
            <w:pPr>
              <w:spacing w:before="60" w:after="60" w:line="240" w:lineRule="auto"/>
              <w:ind w:left="24" w:firstLine="0"/>
            </w:pPr>
            <w:sdt>
              <w:sdtPr>
                <w:id w:val="-2094540195"/>
                <w:placeholder>
                  <w:docPart w:val="AA0126F17DEC4FAEA2D071A0CB1BF1E5"/>
                </w:placeholder>
                <w:showingPlcHdr/>
                <w:text w:multiLine="1"/>
              </w:sdtPr>
              <w:sdtEndPr/>
              <w:sdtContent>
                <w:r w:rsidR="00003530" w:rsidRPr="004C4489">
                  <w:rPr>
                    <w:rStyle w:val="PlaceholderText"/>
                  </w:rPr>
                  <w:t>Click or tap here to enter text.</w:t>
                </w:r>
              </w:sdtContent>
            </w:sdt>
          </w:p>
        </w:tc>
        <w:tc>
          <w:tcPr>
            <w:tcW w:w="3543" w:type="dxa"/>
            <w:vMerge/>
            <w:tcBorders>
              <w:left w:val="single" w:sz="4" w:space="0" w:color="000000"/>
              <w:bottom w:val="single" w:sz="4" w:space="0" w:color="000000"/>
              <w:right w:val="single" w:sz="4" w:space="0" w:color="000000"/>
            </w:tcBorders>
            <w:vAlign w:val="center"/>
          </w:tcPr>
          <w:p w:rsidR="00003530" w:rsidRDefault="00003530" w:rsidP="001F319F">
            <w:pPr>
              <w:spacing w:before="60" w:after="60" w:line="240" w:lineRule="auto"/>
              <w:ind w:left="24" w:firstLine="0"/>
            </w:pPr>
          </w:p>
        </w:tc>
      </w:tr>
    </w:tbl>
    <w:p w:rsidR="001F319F" w:rsidRDefault="001F319F" w:rsidP="001F319F"/>
    <w:p w:rsidR="001F319F" w:rsidRDefault="001F319F">
      <w:pPr>
        <w:spacing w:after="160" w:line="259" w:lineRule="auto"/>
        <w:ind w:left="0" w:firstLine="0"/>
      </w:pPr>
    </w:p>
    <w:p w:rsidR="001F319F" w:rsidRDefault="001F319F" w:rsidP="001F319F"/>
    <w:p w:rsidR="00132FB5" w:rsidRDefault="001F319F" w:rsidP="001F319F">
      <w:pPr>
        <w:pStyle w:val="exercise"/>
      </w:pPr>
      <w:r>
        <w:t>Section 2</w:t>
      </w:r>
      <w:r w:rsidR="000F349A">
        <w:t xml:space="preserve"> </w:t>
      </w:r>
      <w:r w:rsidR="00094FF0">
        <w:t xml:space="preserve">Safe Browsing Recommendations </w:t>
      </w:r>
    </w:p>
    <w:p w:rsidR="00132FB5" w:rsidRDefault="00094FF0" w:rsidP="000F349A">
      <w:pPr>
        <w:pStyle w:val="blurbwith"/>
        <w:spacing w:line="276" w:lineRule="auto"/>
      </w:pPr>
      <w:r>
        <w:t xml:space="preserve">You are to go online and research safe internet and web browsing practices, you are then to list 5 practices that you feel are the most important and provide a description of each practice. </w:t>
      </w:r>
    </w:p>
    <w:p w:rsidR="001F319F" w:rsidRDefault="001F319F" w:rsidP="001F319F"/>
    <w:tbl>
      <w:tblPr>
        <w:tblStyle w:val="TableGrid"/>
        <w:tblW w:w="9497" w:type="dxa"/>
        <w:tblInd w:w="5" w:type="dxa"/>
        <w:tblCellMar>
          <w:top w:w="166" w:type="dxa"/>
          <w:left w:w="108" w:type="dxa"/>
          <w:right w:w="115" w:type="dxa"/>
        </w:tblCellMar>
        <w:tblLook w:val="04A0" w:firstRow="1" w:lastRow="0" w:firstColumn="1" w:lastColumn="0" w:noHBand="0" w:noVBand="1"/>
      </w:tblPr>
      <w:tblGrid>
        <w:gridCol w:w="562"/>
        <w:gridCol w:w="2689"/>
        <w:gridCol w:w="6246"/>
      </w:tblGrid>
      <w:tr w:rsidR="00003530" w:rsidTr="00821571">
        <w:trPr>
          <w:trHeight w:val="20"/>
        </w:trPr>
        <w:tc>
          <w:tcPr>
            <w:tcW w:w="3251" w:type="dxa"/>
            <w:gridSpan w:val="2"/>
            <w:tcBorders>
              <w:top w:val="single" w:sz="4" w:space="0" w:color="000000"/>
              <w:left w:val="single" w:sz="4" w:space="0" w:color="000000"/>
              <w:bottom w:val="single" w:sz="4" w:space="0" w:color="000000"/>
              <w:right w:val="single" w:sz="4" w:space="0" w:color="000000"/>
            </w:tcBorders>
          </w:tcPr>
          <w:p w:rsidR="00003530" w:rsidRDefault="00003530" w:rsidP="00821571">
            <w:pPr>
              <w:spacing w:before="60" w:after="60" w:line="240" w:lineRule="auto"/>
              <w:ind w:left="0" w:firstLine="0"/>
            </w:pPr>
            <w:r>
              <w:rPr>
                <w:b/>
              </w:rPr>
              <w:t xml:space="preserve">Safe Internet/Web browsing Practice </w:t>
            </w:r>
          </w:p>
        </w:tc>
        <w:tc>
          <w:tcPr>
            <w:tcW w:w="6246" w:type="dxa"/>
            <w:tcBorders>
              <w:top w:val="single" w:sz="4" w:space="0" w:color="000000"/>
              <w:left w:val="single" w:sz="4" w:space="0" w:color="000000"/>
              <w:bottom w:val="single" w:sz="4" w:space="0" w:color="000000"/>
              <w:right w:val="single" w:sz="4" w:space="0" w:color="000000"/>
            </w:tcBorders>
          </w:tcPr>
          <w:p w:rsidR="00003530" w:rsidRDefault="00003530" w:rsidP="00821571">
            <w:pPr>
              <w:spacing w:before="60" w:after="60" w:line="240" w:lineRule="auto"/>
              <w:ind w:left="0" w:firstLine="0"/>
            </w:pPr>
            <w:r>
              <w:rPr>
                <w:b/>
              </w:rPr>
              <w:t xml:space="preserve">Description </w:t>
            </w:r>
          </w:p>
        </w:tc>
      </w:tr>
      <w:tr w:rsidR="00003530" w:rsidTr="0082157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003530" w:rsidRDefault="00003530" w:rsidP="00821571">
            <w:pPr>
              <w:spacing w:before="60" w:after="60" w:line="240" w:lineRule="auto"/>
              <w:ind w:left="0" w:firstLine="0"/>
            </w:pPr>
            <w:r>
              <w:rPr>
                <w:b/>
              </w:rPr>
              <w:t xml:space="preserve">1 </w:t>
            </w:r>
          </w:p>
        </w:tc>
        <w:tc>
          <w:tcPr>
            <w:tcW w:w="2689" w:type="dxa"/>
            <w:tcBorders>
              <w:top w:val="single" w:sz="4" w:space="0" w:color="000000"/>
              <w:left w:val="single" w:sz="4" w:space="0" w:color="000000"/>
              <w:bottom w:val="single" w:sz="4" w:space="0" w:color="000000"/>
              <w:right w:val="single" w:sz="4" w:space="0" w:color="000000"/>
            </w:tcBorders>
          </w:tcPr>
          <w:p w:rsidR="00003530" w:rsidRDefault="009870CD" w:rsidP="00821571">
            <w:pPr>
              <w:spacing w:before="60" w:after="60" w:line="240" w:lineRule="auto"/>
              <w:ind w:left="0" w:firstLine="0"/>
            </w:pPr>
            <w:sdt>
              <w:sdtPr>
                <w:id w:val="855305404"/>
                <w:placeholder>
                  <w:docPart w:val="E7FFFD74F4F64E8FBEA2C3B05FCF6D60"/>
                </w:placeholder>
                <w:showingPlcHdr/>
                <w:text w:multiLine="1"/>
              </w:sdtPr>
              <w:sdtEndPr/>
              <w:sdtContent>
                <w:r w:rsidR="00003530" w:rsidRPr="004C4489">
                  <w:rPr>
                    <w:rStyle w:val="PlaceholderText"/>
                  </w:rPr>
                  <w:t>Click or tap here to enter text.</w:t>
                </w:r>
              </w:sdtContent>
            </w:sdt>
          </w:p>
        </w:tc>
        <w:tc>
          <w:tcPr>
            <w:tcW w:w="6246" w:type="dxa"/>
            <w:tcBorders>
              <w:top w:val="single" w:sz="4" w:space="0" w:color="000000"/>
              <w:left w:val="single" w:sz="4" w:space="0" w:color="000000"/>
              <w:bottom w:val="single" w:sz="4" w:space="0" w:color="000000"/>
              <w:right w:val="single" w:sz="4" w:space="0" w:color="000000"/>
            </w:tcBorders>
          </w:tcPr>
          <w:p w:rsidR="00003530" w:rsidRDefault="009870CD" w:rsidP="00821571">
            <w:pPr>
              <w:spacing w:before="60" w:after="60" w:line="240" w:lineRule="auto"/>
              <w:ind w:left="0" w:firstLine="0"/>
            </w:pPr>
            <w:sdt>
              <w:sdtPr>
                <w:id w:val="1310821452"/>
                <w:placeholder>
                  <w:docPart w:val="536628DF07694CBAAA828BA7589FC928"/>
                </w:placeholder>
                <w:showingPlcHdr/>
                <w:text w:multiLine="1"/>
              </w:sdtPr>
              <w:sdtEndPr/>
              <w:sdtContent>
                <w:r w:rsidR="00003530" w:rsidRPr="004C4489">
                  <w:rPr>
                    <w:rStyle w:val="PlaceholderText"/>
                  </w:rPr>
                  <w:t>Click or tap here to enter text.</w:t>
                </w:r>
              </w:sdtContent>
            </w:sdt>
          </w:p>
        </w:tc>
      </w:tr>
      <w:tr w:rsidR="00003530" w:rsidTr="0082157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003530" w:rsidRDefault="00003530" w:rsidP="00821571">
            <w:pPr>
              <w:spacing w:before="60" w:after="60" w:line="240" w:lineRule="auto"/>
              <w:ind w:left="0" w:firstLine="0"/>
            </w:pPr>
            <w:r>
              <w:rPr>
                <w:b/>
              </w:rPr>
              <w:t xml:space="preserve">2 </w:t>
            </w:r>
          </w:p>
        </w:tc>
        <w:tc>
          <w:tcPr>
            <w:tcW w:w="2689" w:type="dxa"/>
            <w:tcBorders>
              <w:top w:val="single" w:sz="4" w:space="0" w:color="000000"/>
              <w:left w:val="single" w:sz="4" w:space="0" w:color="000000"/>
              <w:bottom w:val="single" w:sz="4" w:space="0" w:color="000000"/>
              <w:right w:val="single" w:sz="4" w:space="0" w:color="000000"/>
            </w:tcBorders>
          </w:tcPr>
          <w:p w:rsidR="00003530" w:rsidRDefault="009870CD" w:rsidP="00821571">
            <w:pPr>
              <w:spacing w:before="60" w:after="60" w:line="240" w:lineRule="auto"/>
              <w:ind w:left="0" w:firstLine="0"/>
            </w:pPr>
            <w:sdt>
              <w:sdtPr>
                <w:id w:val="-1579823059"/>
                <w:placeholder>
                  <w:docPart w:val="5B7C7D988A7F4BD087E41C82709FAC89"/>
                </w:placeholder>
                <w:showingPlcHdr/>
                <w:text w:multiLine="1"/>
              </w:sdtPr>
              <w:sdtEndPr/>
              <w:sdtContent>
                <w:r w:rsidR="00003530" w:rsidRPr="004C4489">
                  <w:rPr>
                    <w:rStyle w:val="PlaceholderText"/>
                  </w:rPr>
                  <w:t>Click or tap here to enter text.</w:t>
                </w:r>
              </w:sdtContent>
            </w:sdt>
          </w:p>
        </w:tc>
        <w:tc>
          <w:tcPr>
            <w:tcW w:w="6246" w:type="dxa"/>
            <w:tcBorders>
              <w:top w:val="single" w:sz="4" w:space="0" w:color="000000"/>
              <w:left w:val="single" w:sz="4" w:space="0" w:color="000000"/>
              <w:bottom w:val="single" w:sz="4" w:space="0" w:color="000000"/>
              <w:right w:val="single" w:sz="4" w:space="0" w:color="000000"/>
            </w:tcBorders>
          </w:tcPr>
          <w:p w:rsidR="00003530" w:rsidRDefault="009870CD" w:rsidP="00821571">
            <w:pPr>
              <w:spacing w:before="60" w:after="60" w:line="240" w:lineRule="auto"/>
              <w:ind w:left="0" w:firstLine="0"/>
            </w:pPr>
            <w:sdt>
              <w:sdtPr>
                <w:id w:val="-1028560701"/>
                <w:placeholder>
                  <w:docPart w:val="5EFC1614CB3C402FB4425BA45A87464E"/>
                </w:placeholder>
                <w:showingPlcHdr/>
                <w:text w:multiLine="1"/>
              </w:sdtPr>
              <w:sdtEndPr/>
              <w:sdtContent>
                <w:r w:rsidR="00003530" w:rsidRPr="004C4489">
                  <w:rPr>
                    <w:rStyle w:val="PlaceholderText"/>
                  </w:rPr>
                  <w:t>Click or tap here to enter text.</w:t>
                </w:r>
              </w:sdtContent>
            </w:sdt>
          </w:p>
        </w:tc>
      </w:tr>
      <w:tr w:rsidR="00003530" w:rsidTr="0082157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003530" w:rsidRDefault="00003530" w:rsidP="00821571">
            <w:pPr>
              <w:spacing w:before="60" w:after="60" w:line="240" w:lineRule="auto"/>
              <w:ind w:left="0" w:firstLine="0"/>
            </w:pPr>
            <w:r>
              <w:rPr>
                <w:b/>
              </w:rPr>
              <w:lastRenderedPageBreak/>
              <w:t xml:space="preserve">3 </w:t>
            </w:r>
          </w:p>
        </w:tc>
        <w:tc>
          <w:tcPr>
            <w:tcW w:w="2689" w:type="dxa"/>
            <w:tcBorders>
              <w:top w:val="single" w:sz="4" w:space="0" w:color="000000"/>
              <w:left w:val="single" w:sz="4" w:space="0" w:color="000000"/>
              <w:bottom w:val="single" w:sz="4" w:space="0" w:color="000000"/>
              <w:right w:val="single" w:sz="4" w:space="0" w:color="000000"/>
            </w:tcBorders>
          </w:tcPr>
          <w:p w:rsidR="00003530" w:rsidRDefault="009870CD" w:rsidP="00821571">
            <w:pPr>
              <w:spacing w:before="60" w:after="60" w:line="240" w:lineRule="auto"/>
              <w:ind w:left="0" w:firstLine="0"/>
            </w:pPr>
            <w:sdt>
              <w:sdtPr>
                <w:id w:val="1694418283"/>
                <w:placeholder>
                  <w:docPart w:val="A6488D60CCF9453B93E9B5835D5E4E41"/>
                </w:placeholder>
                <w:showingPlcHdr/>
                <w:text w:multiLine="1"/>
              </w:sdtPr>
              <w:sdtEndPr/>
              <w:sdtContent>
                <w:r w:rsidR="00003530" w:rsidRPr="004C4489">
                  <w:rPr>
                    <w:rStyle w:val="PlaceholderText"/>
                  </w:rPr>
                  <w:t>Click or tap here to enter text.</w:t>
                </w:r>
              </w:sdtContent>
            </w:sdt>
          </w:p>
        </w:tc>
        <w:tc>
          <w:tcPr>
            <w:tcW w:w="6246" w:type="dxa"/>
            <w:tcBorders>
              <w:top w:val="single" w:sz="4" w:space="0" w:color="000000"/>
              <w:left w:val="single" w:sz="4" w:space="0" w:color="000000"/>
              <w:bottom w:val="single" w:sz="4" w:space="0" w:color="000000"/>
              <w:right w:val="single" w:sz="4" w:space="0" w:color="000000"/>
            </w:tcBorders>
          </w:tcPr>
          <w:p w:rsidR="00003530" w:rsidRDefault="009870CD" w:rsidP="00821571">
            <w:pPr>
              <w:spacing w:before="60" w:after="60" w:line="240" w:lineRule="auto"/>
              <w:ind w:left="0" w:firstLine="0"/>
            </w:pPr>
            <w:sdt>
              <w:sdtPr>
                <w:id w:val="18278807"/>
                <w:placeholder>
                  <w:docPart w:val="416AE6E0CBB84F02AB084772F759CF8F"/>
                </w:placeholder>
                <w:showingPlcHdr/>
                <w:text w:multiLine="1"/>
              </w:sdtPr>
              <w:sdtEndPr/>
              <w:sdtContent>
                <w:r w:rsidR="00003530" w:rsidRPr="004C4489">
                  <w:rPr>
                    <w:rStyle w:val="PlaceholderText"/>
                  </w:rPr>
                  <w:t>Click or tap here to enter text.</w:t>
                </w:r>
              </w:sdtContent>
            </w:sdt>
          </w:p>
        </w:tc>
      </w:tr>
      <w:tr w:rsidR="00003530" w:rsidTr="0082157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003530" w:rsidRDefault="00003530" w:rsidP="00821571">
            <w:pPr>
              <w:spacing w:before="60" w:after="60" w:line="240" w:lineRule="auto"/>
              <w:ind w:left="0" w:firstLine="0"/>
            </w:pPr>
            <w:r>
              <w:rPr>
                <w:b/>
              </w:rPr>
              <w:t xml:space="preserve">4 </w:t>
            </w:r>
          </w:p>
        </w:tc>
        <w:tc>
          <w:tcPr>
            <w:tcW w:w="2689" w:type="dxa"/>
            <w:tcBorders>
              <w:top w:val="single" w:sz="4" w:space="0" w:color="000000"/>
              <w:left w:val="single" w:sz="4" w:space="0" w:color="000000"/>
              <w:bottom w:val="single" w:sz="4" w:space="0" w:color="000000"/>
              <w:right w:val="single" w:sz="4" w:space="0" w:color="000000"/>
            </w:tcBorders>
          </w:tcPr>
          <w:p w:rsidR="00003530" w:rsidRDefault="009870CD" w:rsidP="00821571">
            <w:pPr>
              <w:spacing w:before="60" w:after="60" w:line="240" w:lineRule="auto"/>
              <w:ind w:left="0" w:firstLine="0"/>
            </w:pPr>
            <w:sdt>
              <w:sdtPr>
                <w:id w:val="-1530335625"/>
                <w:placeholder>
                  <w:docPart w:val="0485C3BFF5A944A1990F74EFFD06D3E4"/>
                </w:placeholder>
                <w:showingPlcHdr/>
                <w:text w:multiLine="1"/>
              </w:sdtPr>
              <w:sdtEndPr/>
              <w:sdtContent>
                <w:r w:rsidR="00003530" w:rsidRPr="004C4489">
                  <w:rPr>
                    <w:rStyle w:val="PlaceholderText"/>
                  </w:rPr>
                  <w:t>Click or tap here to enter text.</w:t>
                </w:r>
              </w:sdtContent>
            </w:sdt>
          </w:p>
        </w:tc>
        <w:tc>
          <w:tcPr>
            <w:tcW w:w="6246" w:type="dxa"/>
            <w:tcBorders>
              <w:top w:val="single" w:sz="4" w:space="0" w:color="000000"/>
              <w:left w:val="single" w:sz="4" w:space="0" w:color="000000"/>
              <w:bottom w:val="single" w:sz="4" w:space="0" w:color="000000"/>
              <w:right w:val="single" w:sz="4" w:space="0" w:color="000000"/>
            </w:tcBorders>
          </w:tcPr>
          <w:p w:rsidR="00003530" w:rsidRDefault="009870CD" w:rsidP="00821571">
            <w:pPr>
              <w:spacing w:before="60" w:after="60" w:line="240" w:lineRule="auto"/>
              <w:ind w:left="0" w:firstLine="0"/>
            </w:pPr>
            <w:sdt>
              <w:sdtPr>
                <w:id w:val="-1016763174"/>
                <w:placeholder>
                  <w:docPart w:val="5C1C506B16D34B5DAF7C86122B6B83E5"/>
                </w:placeholder>
                <w:showingPlcHdr/>
                <w:text w:multiLine="1"/>
              </w:sdtPr>
              <w:sdtEndPr/>
              <w:sdtContent>
                <w:r w:rsidR="00003530" w:rsidRPr="004C4489">
                  <w:rPr>
                    <w:rStyle w:val="PlaceholderText"/>
                  </w:rPr>
                  <w:t>Click or tap here to enter text.</w:t>
                </w:r>
              </w:sdtContent>
            </w:sdt>
          </w:p>
        </w:tc>
      </w:tr>
      <w:tr w:rsidR="00003530" w:rsidTr="0082157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003530" w:rsidRDefault="00003530" w:rsidP="00821571">
            <w:pPr>
              <w:spacing w:before="60" w:after="60" w:line="240" w:lineRule="auto"/>
              <w:ind w:left="0" w:firstLine="0"/>
            </w:pPr>
            <w:r>
              <w:rPr>
                <w:b/>
              </w:rPr>
              <w:t xml:space="preserve">5 </w:t>
            </w:r>
          </w:p>
        </w:tc>
        <w:tc>
          <w:tcPr>
            <w:tcW w:w="2689" w:type="dxa"/>
            <w:tcBorders>
              <w:top w:val="single" w:sz="4" w:space="0" w:color="000000"/>
              <w:left w:val="single" w:sz="4" w:space="0" w:color="000000"/>
              <w:bottom w:val="single" w:sz="4" w:space="0" w:color="000000"/>
              <w:right w:val="single" w:sz="4" w:space="0" w:color="000000"/>
            </w:tcBorders>
          </w:tcPr>
          <w:p w:rsidR="00003530" w:rsidRDefault="009870CD" w:rsidP="00821571">
            <w:pPr>
              <w:spacing w:before="60" w:after="60" w:line="240" w:lineRule="auto"/>
              <w:ind w:left="0" w:firstLine="0"/>
            </w:pPr>
            <w:sdt>
              <w:sdtPr>
                <w:id w:val="1261104044"/>
                <w:placeholder>
                  <w:docPart w:val="7F00424F50C2453D9A6B9F7D4F7AAC3E"/>
                </w:placeholder>
                <w:showingPlcHdr/>
                <w:text w:multiLine="1"/>
              </w:sdtPr>
              <w:sdtEndPr/>
              <w:sdtContent>
                <w:r w:rsidR="00003530" w:rsidRPr="004C4489">
                  <w:rPr>
                    <w:rStyle w:val="PlaceholderText"/>
                  </w:rPr>
                  <w:t>Click or tap here to enter text.</w:t>
                </w:r>
              </w:sdtContent>
            </w:sdt>
          </w:p>
        </w:tc>
        <w:tc>
          <w:tcPr>
            <w:tcW w:w="6246" w:type="dxa"/>
            <w:tcBorders>
              <w:top w:val="single" w:sz="4" w:space="0" w:color="000000"/>
              <w:left w:val="single" w:sz="4" w:space="0" w:color="000000"/>
              <w:bottom w:val="single" w:sz="4" w:space="0" w:color="000000"/>
              <w:right w:val="single" w:sz="4" w:space="0" w:color="000000"/>
            </w:tcBorders>
          </w:tcPr>
          <w:p w:rsidR="00003530" w:rsidRDefault="009870CD" w:rsidP="00821571">
            <w:pPr>
              <w:spacing w:before="60" w:after="60" w:line="240" w:lineRule="auto"/>
              <w:ind w:left="0" w:firstLine="0"/>
            </w:pPr>
            <w:sdt>
              <w:sdtPr>
                <w:id w:val="-1542191150"/>
                <w:placeholder>
                  <w:docPart w:val="176AB795225D425AB0D2D5D60CF138BF"/>
                </w:placeholder>
                <w:showingPlcHdr/>
                <w:text w:multiLine="1"/>
              </w:sdtPr>
              <w:sdtEndPr/>
              <w:sdtContent>
                <w:r w:rsidR="00003530" w:rsidRPr="004C4489">
                  <w:rPr>
                    <w:rStyle w:val="PlaceholderText"/>
                  </w:rPr>
                  <w:t>Click or tap here to enter text.</w:t>
                </w:r>
              </w:sdtContent>
            </w:sdt>
          </w:p>
        </w:tc>
      </w:tr>
    </w:tbl>
    <w:p w:rsidR="00003530" w:rsidRDefault="00003530" w:rsidP="001F319F"/>
    <w:p w:rsidR="00003530" w:rsidRDefault="00003530" w:rsidP="001F319F"/>
    <w:p w:rsidR="001F319F" w:rsidRDefault="001F319F">
      <w:pPr>
        <w:pStyle w:val="Heading2"/>
        <w:ind w:left="-5"/>
      </w:pPr>
    </w:p>
    <w:p w:rsidR="001F319F" w:rsidRDefault="001F319F">
      <w:pPr>
        <w:spacing w:after="160" w:line="259" w:lineRule="auto"/>
        <w:ind w:left="0" w:firstLine="0"/>
        <w:rPr>
          <w:rFonts w:ascii="Arial" w:eastAsia="Arial" w:hAnsi="Arial" w:cs="Arial"/>
          <w:b/>
          <w:sz w:val="24"/>
        </w:rPr>
      </w:pPr>
    </w:p>
    <w:p w:rsidR="001F319F" w:rsidRDefault="001F319F" w:rsidP="001F319F"/>
    <w:p w:rsidR="00132FB5" w:rsidRDefault="001F319F" w:rsidP="001F319F">
      <w:pPr>
        <w:pStyle w:val="exercise"/>
      </w:pPr>
      <w:r>
        <w:t>Section 3</w:t>
      </w:r>
      <w:r w:rsidR="000F349A">
        <w:t xml:space="preserve"> </w:t>
      </w:r>
      <w:r w:rsidR="00094FF0">
        <w:t xml:space="preserve">Network Encryption </w:t>
      </w:r>
    </w:p>
    <w:p w:rsidR="000F349A" w:rsidRPr="000F349A" w:rsidRDefault="000F349A" w:rsidP="001F319F">
      <w:pPr>
        <w:pStyle w:val="blurbwith"/>
        <w:spacing w:line="360" w:lineRule="auto"/>
        <w:rPr>
          <w:bCs/>
        </w:rPr>
      </w:pPr>
      <w:r>
        <w:t xml:space="preserve">Network encryption requires </w:t>
      </w:r>
      <w:r w:rsidRPr="000F349A">
        <w:rPr>
          <w:bCs/>
        </w:rPr>
        <w:t>a key, password or digital certificate. Only those with the right key are able to read</w:t>
      </w:r>
      <w:r>
        <w:rPr>
          <w:bCs/>
        </w:rPr>
        <w:t xml:space="preserve"> or decipher</w:t>
      </w:r>
      <w:r w:rsidRPr="000F349A">
        <w:rPr>
          <w:bCs/>
        </w:rPr>
        <w:t xml:space="preserve"> the data</w:t>
      </w:r>
      <w:r>
        <w:rPr>
          <w:bCs/>
        </w:rPr>
        <w:t>.</w:t>
      </w:r>
    </w:p>
    <w:p w:rsidR="00022663" w:rsidRDefault="00094FF0" w:rsidP="001F319F">
      <w:pPr>
        <w:pStyle w:val="blurbwith"/>
        <w:spacing w:line="360" w:lineRule="auto"/>
      </w:pPr>
      <w:r>
        <w:t xml:space="preserve">You are to sort the 3 main encryption protocols into the order of </w:t>
      </w:r>
      <w:r w:rsidRPr="00003530">
        <w:rPr>
          <w:b/>
        </w:rPr>
        <w:t>strongest</w:t>
      </w:r>
      <w:r>
        <w:t xml:space="preserve"> form of encryption to </w:t>
      </w:r>
      <w:r w:rsidRPr="00003530">
        <w:rPr>
          <w:b/>
        </w:rPr>
        <w:t>weakest</w:t>
      </w:r>
      <w:r>
        <w:t xml:space="preserve">.  </w:t>
      </w:r>
    </w:p>
    <w:p w:rsidR="001F319F" w:rsidRDefault="001F319F" w:rsidP="001F319F"/>
    <w:tbl>
      <w:tblPr>
        <w:tblStyle w:val="TableGrid"/>
        <w:tblW w:w="5000" w:type="pct"/>
        <w:tblInd w:w="0" w:type="dxa"/>
        <w:tblCellMar>
          <w:left w:w="106" w:type="dxa"/>
          <w:right w:w="115" w:type="dxa"/>
        </w:tblCellMar>
        <w:tblLook w:val="04A0" w:firstRow="1" w:lastRow="0" w:firstColumn="1" w:lastColumn="0" w:noHBand="0" w:noVBand="1"/>
      </w:tblPr>
      <w:tblGrid>
        <w:gridCol w:w="1027"/>
        <w:gridCol w:w="8604"/>
      </w:tblGrid>
      <w:tr w:rsidR="00003530" w:rsidTr="00821571">
        <w:trPr>
          <w:trHeight w:val="518"/>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003530" w:rsidRDefault="00003530" w:rsidP="00821571">
            <w:pPr>
              <w:spacing w:before="60" w:after="60" w:line="240" w:lineRule="auto"/>
              <w:ind w:left="3" w:firstLine="0"/>
            </w:pPr>
            <w:r>
              <w:rPr>
                <w:b/>
              </w:rPr>
              <w:t xml:space="preserve">Encryption Protocols </w:t>
            </w:r>
          </w:p>
        </w:tc>
      </w:tr>
      <w:tr w:rsidR="00003530" w:rsidTr="00821571">
        <w:trPr>
          <w:trHeight w:val="521"/>
        </w:trPr>
        <w:tc>
          <w:tcPr>
            <w:tcW w:w="533" w:type="pct"/>
            <w:tcBorders>
              <w:top w:val="single" w:sz="4" w:space="0" w:color="000000"/>
              <w:left w:val="single" w:sz="4" w:space="0" w:color="000000"/>
              <w:bottom w:val="single" w:sz="4" w:space="0" w:color="000000"/>
              <w:right w:val="single" w:sz="4" w:space="0" w:color="000000"/>
            </w:tcBorders>
            <w:vAlign w:val="center"/>
          </w:tcPr>
          <w:p w:rsidR="00003530" w:rsidRDefault="00003530" w:rsidP="00821571">
            <w:pPr>
              <w:spacing w:before="60" w:after="60" w:line="240" w:lineRule="auto"/>
              <w:ind w:left="3" w:firstLine="0"/>
            </w:pPr>
            <w:r>
              <w:rPr>
                <w:b/>
              </w:rPr>
              <w:t xml:space="preserve">1 </w:t>
            </w:r>
          </w:p>
        </w:tc>
        <w:tc>
          <w:tcPr>
            <w:tcW w:w="4467" w:type="pct"/>
            <w:tcBorders>
              <w:top w:val="single" w:sz="4" w:space="0" w:color="000000"/>
              <w:left w:val="single" w:sz="4" w:space="0" w:color="000000"/>
              <w:bottom w:val="single" w:sz="4" w:space="0" w:color="000000"/>
              <w:right w:val="single" w:sz="4" w:space="0" w:color="000000"/>
            </w:tcBorders>
            <w:vAlign w:val="center"/>
          </w:tcPr>
          <w:p w:rsidR="00003530" w:rsidRDefault="009870CD" w:rsidP="00821571">
            <w:pPr>
              <w:spacing w:before="60" w:after="60" w:line="240" w:lineRule="auto"/>
              <w:ind w:left="0" w:firstLine="0"/>
            </w:pPr>
            <w:sdt>
              <w:sdtPr>
                <w:id w:val="-638953396"/>
                <w:placeholder>
                  <w:docPart w:val="F5C0BAD6F5404EE79AF0B68608922704"/>
                </w:placeholder>
                <w:showingPlcHdr/>
                <w:text w:multiLine="1"/>
              </w:sdtPr>
              <w:sdtEndPr/>
              <w:sdtContent>
                <w:r w:rsidR="00003530" w:rsidRPr="004C4489">
                  <w:rPr>
                    <w:rStyle w:val="PlaceholderText"/>
                  </w:rPr>
                  <w:t>Click or tap here to enter text.</w:t>
                </w:r>
              </w:sdtContent>
            </w:sdt>
          </w:p>
        </w:tc>
      </w:tr>
      <w:tr w:rsidR="00003530" w:rsidTr="00821571">
        <w:trPr>
          <w:trHeight w:val="518"/>
        </w:trPr>
        <w:tc>
          <w:tcPr>
            <w:tcW w:w="533" w:type="pct"/>
            <w:tcBorders>
              <w:top w:val="single" w:sz="4" w:space="0" w:color="000000"/>
              <w:left w:val="single" w:sz="4" w:space="0" w:color="000000"/>
              <w:bottom w:val="single" w:sz="4" w:space="0" w:color="000000"/>
              <w:right w:val="single" w:sz="4" w:space="0" w:color="000000"/>
            </w:tcBorders>
            <w:vAlign w:val="center"/>
          </w:tcPr>
          <w:p w:rsidR="00003530" w:rsidRDefault="00003530" w:rsidP="00821571">
            <w:pPr>
              <w:spacing w:before="60" w:after="60" w:line="240" w:lineRule="auto"/>
              <w:ind w:left="3" w:firstLine="0"/>
            </w:pPr>
            <w:r>
              <w:rPr>
                <w:b/>
              </w:rPr>
              <w:t xml:space="preserve">2 </w:t>
            </w:r>
          </w:p>
        </w:tc>
        <w:tc>
          <w:tcPr>
            <w:tcW w:w="4467" w:type="pct"/>
            <w:tcBorders>
              <w:top w:val="single" w:sz="4" w:space="0" w:color="000000"/>
              <w:left w:val="single" w:sz="4" w:space="0" w:color="000000"/>
              <w:bottom w:val="single" w:sz="4" w:space="0" w:color="000000"/>
              <w:right w:val="single" w:sz="4" w:space="0" w:color="000000"/>
            </w:tcBorders>
            <w:vAlign w:val="center"/>
          </w:tcPr>
          <w:p w:rsidR="00003530" w:rsidRDefault="009870CD" w:rsidP="00821571">
            <w:pPr>
              <w:spacing w:before="60" w:after="60" w:line="240" w:lineRule="auto"/>
              <w:ind w:left="0" w:firstLine="0"/>
            </w:pPr>
            <w:sdt>
              <w:sdtPr>
                <w:id w:val="-1486166854"/>
                <w:placeholder>
                  <w:docPart w:val="E1158381B1EB408A8B53A03C86FCEC94"/>
                </w:placeholder>
                <w:showingPlcHdr/>
                <w:text w:multiLine="1"/>
              </w:sdtPr>
              <w:sdtEndPr/>
              <w:sdtContent>
                <w:r w:rsidR="00003530" w:rsidRPr="004C4489">
                  <w:rPr>
                    <w:rStyle w:val="PlaceholderText"/>
                  </w:rPr>
                  <w:t>Click or tap here to enter text.</w:t>
                </w:r>
              </w:sdtContent>
            </w:sdt>
          </w:p>
        </w:tc>
      </w:tr>
      <w:tr w:rsidR="00003530" w:rsidTr="00821571">
        <w:trPr>
          <w:trHeight w:val="518"/>
        </w:trPr>
        <w:tc>
          <w:tcPr>
            <w:tcW w:w="533" w:type="pct"/>
            <w:tcBorders>
              <w:top w:val="single" w:sz="4" w:space="0" w:color="000000"/>
              <w:left w:val="single" w:sz="4" w:space="0" w:color="000000"/>
              <w:bottom w:val="single" w:sz="4" w:space="0" w:color="000000"/>
              <w:right w:val="single" w:sz="4" w:space="0" w:color="000000"/>
            </w:tcBorders>
            <w:vAlign w:val="center"/>
          </w:tcPr>
          <w:p w:rsidR="00003530" w:rsidRDefault="00003530" w:rsidP="00821571">
            <w:pPr>
              <w:spacing w:before="60" w:after="60" w:line="240" w:lineRule="auto"/>
              <w:ind w:left="3" w:firstLine="0"/>
            </w:pPr>
            <w:r>
              <w:rPr>
                <w:b/>
              </w:rPr>
              <w:t xml:space="preserve">3 </w:t>
            </w:r>
          </w:p>
        </w:tc>
        <w:tc>
          <w:tcPr>
            <w:tcW w:w="4467" w:type="pct"/>
            <w:tcBorders>
              <w:top w:val="single" w:sz="4" w:space="0" w:color="000000"/>
              <w:left w:val="single" w:sz="4" w:space="0" w:color="000000"/>
              <w:bottom w:val="single" w:sz="4" w:space="0" w:color="000000"/>
              <w:right w:val="single" w:sz="4" w:space="0" w:color="000000"/>
            </w:tcBorders>
            <w:vAlign w:val="center"/>
          </w:tcPr>
          <w:p w:rsidR="00003530" w:rsidRDefault="009870CD" w:rsidP="00821571">
            <w:pPr>
              <w:spacing w:before="60" w:after="60" w:line="240" w:lineRule="auto"/>
              <w:ind w:left="0" w:firstLine="0"/>
            </w:pPr>
            <w:sdt>
              <w:sdtPr>
                <w:id w:val="337042511"/>
                <w:placeholder>
                  <w:docPart w:val="BEFE9EEBF1A743C99394AE6E66110EFF"/>
                </w:placeholder>
                <w:showingPlcHdr/>
                <w:text w:multiLine="1"/>
              </w:sdtPr>
              <w:sdtEndPr/>
              <w:sdtContent>
                <w:r w:rsidR="00003530" w:rsidRPr="004C4489">
                  <w:rPr>
                    <w:rStyle w:val="PlaceholderText"/>
                  </w:rPr>
                  <w:t>Click or tap here to enter text.</w:t>
                </w:r>
              </w:sdtContent>
            </w:sdt>
          </w:p>
        </w:tc>
      </w:tr>
    </w:tbl>
    <w:p w:rsidR="00003530" w:rsidRDefault="00003530" w:rsidP="001F319F"/>
    <w:p w:rsidR="000F349A" w:rsidRDefault="000F349A" w:rsidP="000F349A">
      <w:r>
        <w:br w:type="page"/>
      </w:r>
    </w:p>
    <w:p w:rsidR="000F349A" w:rsidRDefault="000F349A" w:rsidP="000F349A">
      <w:pPr>
        <w:rPr>
          <w:u w:color="000000"/>
        </w:rPr>
      </w:pPr>
    </w:p>
    <w:p w:rsidR="000F349A" w:rsidRDefault="00B2606D" w:rsidP="000F349A">
      <w:pPr>
        <w:pStyle w:val="exercise"/>
        <w:rPr>
          <w:u w:color="000000"/>
        </w:rPr>
      </w:pPr>
      <w:r>
        <w:rPr>
          <w:u w:color="000000"/>
        </w:rPr>
        <w:t>Exercise Mobile Security</w:t>
      </w:r>
    </w:p>
    <w:p w:rsidR="000F349A" w:rsidRDefault="000F349A" w:rsidP="000F349A">
      <w:pPr>
        <w:rPr>
          <w:u w:color="000000"/>
        </w:rPr>
      </w:pPr>
    </w:p>
    <w:p w:rsidR="000F349A" w:rsidRDefault="000F349A" w:rsidP="000F349A">
      <w:pPr>
        <w:rPr>
          <w:u w:color="000000"/>
        </w:rPr>
      </w:pPr>
      <w:r>
        <w:rPr>
          <w:u w:color="000000"/>
        </w:rPr>
        <w:t>The goal of this exercise is to identify the security threats in a range of different scenarios.</w:t>
      </w:r>
    </w:p>
    <w:p w:rsidR="000F349A" w:rsidRDefault="000F349A" w:rsidP="000F349A">
      <w:pPr>
        <w:spacing w:after="98"/>
        <w:ind w:left="-5"/>
        <w:rPr>
          <w:b/>
          <w:u w:val="single" w:color="000000"/>
        </w:rPr>
      </w:pPr>
    </w:p>
    <w:p w:rsidR="000F349A" w:rsidRDefault="000F349A" w:rsidP="000F349A">
      <w:pPr>
        <w:pStyle w:val="blurbwith"/>
        <w:pBdr>
          <w:right w:val="dashDotStroked" w:sz="24" w:space="0" w:color="auto"/>
        </w:pBdr>
        <w:spacing w:line="360" w:lineRule="auto"/>
      </w:pPr>
      <w:r>
        <w:rPr>
          <w:u w:color="000000"/>
        </w:rPr>
        <w:t>Instructions</w:t>
      </w:r>
      <w:r>
        <w:t xml:space="preserve"> </w:t>
      </w:r>
    </w:p>
    <w:p w:rsidR="000F349A" w:rsidRDefault="000F349A" w:rsidP="000F349A">
      <w:pPr>
        <w:pStyle w:val="blurbwith"/>
        <w:pBdr>
          <w:right w:val="dashDotStroked" w:sz="24" w:space="0" w:color="auto"/>
        </w:pBdr>
        <w:spacing w:line="360" w:lineRule="auto"/>
      </w:pPr>
      <w:r>
        <w:t>As we have learned, there are a range of security threats to mobile devices and networks</w:t>
      </w:r>
      <w:r w:rsidR="00B2606D">
        <w:t>.</w:t>
      </w:r>
      <w:r>
        <w:t xml:space="preserve">  Your task is to identify what the potential threat(s) are in these s</w:t>
      </w:r>
      <w:r w:rsidR="00B2606D">
        <w:t>c</w:t>
      </w:r>
      <w:r>
        <w:t xml:space="preserve">enarios and provide recommendation to what action each person should take to resolve them and to avoid it in the future, as the example below demonstrates.  </w:t>
      </w:r>
    </w:p>
    <w:p w:rsidR="000F349A" w:rsidRDefault="000F349A" w:rsidP="000F349A">
      <w:pPr>
        <w:pStyle w:val="blurbwith"/>
        <w:pBdr>
          <w:right w:val="dashDotStroked" w:sz="24" w:space="0" w:color="auto"/>
        </w:pBdr>
        <w:spacing w:line="360" w:lineRule="auto"/>
      </w:pPr>
      <w:r>
        <w:rPr>
          <w:u w:color="000000"/>
        </w:rPr>
        <w:t xml:space="preserve">The </w:t>
      </w:r>
      <w:r w:rsidR="00E141F7">
        <w:rPr>
          <w:u w:color="000000"/>
        </w:rPr>
        <w:t>Potential</w:t>
      </w:r>
      <w:r>
        <w:rPr>
          <w:u w:color="000000"/>
        </w:rPr>
        <w:t xml:space="preserve"> threats include:</w:t>
      </w:r>
      <w:r>
        <w:t xml:space="preserve"> </w:t>
      </w:r>
    </w:p>
    <w:p w:rsidR="000F349A" w:rsidRDefault="000F349A" w:rsidP="000F349A">
      <w:pPr>
        <w:pStyle w:val="blurbwith"/>
        <w:pBdr>
          <w:right w:val="dashDotStroked" w:sz="24" w:space="0" w:color="auto"/>
        </w:pBdr>
        <w:spacing w:line="360" w:lineRule="auto"/>
      </w:pPr>
      <w:r>
        <w:tab/>
        <w:t xml:space="preserve">Organisation Data Vulnerability </w:t>
      </w:r>
    </w:p>
    <w:p w:rsidR="000F349A" w:rsidRDefault="000F349A" w:rsidP="000F349A">
      <w:pPr>
        <w:pStyle w:val="blurbwith"/>
        <w:pBdr>
          <w:right w:val="dashDotStroked" w:sz="24" w:space="0" w:color="auto"/>
        </w:pBdr>
        <w:spacing w:line="360" w:lineRule="auto"/>
      </w:pPr>
      <w:r>
        <w:tab/>
        <w:t xml:space="preserve">Loss of Data </w:t>
      </w:r>
    </w:p>
    <w:p w:rsidR="000F349A" w:rsidRDefault="000F349A" w:rsidP="000F349A">
      <w:pPr>
        <w:pStyle w:val="blurbwith"/>
        <w:pBdr>
          <w:right w:val="dashDotStroked" w:sz="24" w:space="0" w:color="auto"/>
        </w:pBdr>
        <w:spacing w:line="360" w:lineRule="auto"/>
      </w:pPr>
      <w:r>
        <w:tab/>
        <w:t xml:space="preserve">Theft  </w:t>
      </w:r>
    </w:p>
    <w:p w:rsidR="000F349A" w:rsidRDefault="000F349A" w:rsidP="000F349A">
      <w:pPr>
        <w:pStyle w:val="blurbwith"/>
        <w:pBdr>
          <w:right w:val="dashDotStroked" w:sz="24" w:space="0" w:color="auto"/>
        </w:pBdr>
        <w:spacing w:line="360" w:lineRule="auto"/>
      </w:pPr>
      <w:r>
        <w:tab/>
        <w:t>Potential malicious Application</w:t>
      </w:r>
    </w:p>
    <w:p w:rsidR="000F349A" w:rsidRDefault="000F349A" w:rsidP="000F349A"/>
    <w:tbl>
      <w:tblPr>
        <w:tblStyle w:val="TableGrid"/>
        <w:tblW w:w="5000" w:type="pct"/>
        <w:tblInd w:w="0" w:type="dxa"/>
        <w:tblCellMar>
          <w:top w:w="72" w:type="dxa"/>
          <w:left w:w="108" w:type="dxa"/>
          <w:bottom w:w="34" w:type="dxa"/>
          <w:right w:w="43" w:type="dxa"/>
        </w:tblCellMar>
        <w:tblLook w:val="04A0" w:firstRow="1" w:lastRow="0" w:firstColumn="1" w:lastColumn="0" w:noHBand="0" w:noVBand="1"/>
      </w:tblPr>
      <w:tblGrid>
        <w:gridCol w:w="4698"/>
        <w:gridCol w:w="4933"/>
      </w:tblGrid>
      <w:tr w:rsidR="000F349A" w:rsidRPr="00F920F3" w:rsidTr="00301A66">
        <w:trPr>
          <w:trHeight w:val="419"/>
        </w:trPr>
        <w:tc>
          <w:tcPr>
            <w:tcW w:w="2439" w:type="pct"/>
            <w:tcBorders>
              <w:top w:val="single" w:sz="4" w:space="0" w:color="000000"/>
              <w:left w:val="single" w:sz="4" w:space="0" w:color="000000"/>
              <w:bottom w:val="single" w:sz="4" w:space="0" w:color="000000"/>
              <w:right w:val="single" w:sz="4" w:space="0" w:color="000000"/>
            </w:tcBorders>
            <w:vAlign w:val="center"/>
          </w:tcPr>
          <w:p w:rsidR="000F349A" w:rsidRPr="00F920F3" w:rsidRDefault="000F349A" w:rsidP="00301A66">
            <w:pPr>
              <w:rPr>
                <w:sz w:val="24"/>
              </w:rPr>
            </w:pPr>
            <w:r w:rsidRPr="00F920F3">
              <w:rPr>
                <w:b/>
                <w:sz w:val="24"/>
              </w:rPr>
              <w:t xml:space="preserve">Scenario </w:t>
            </w:r>
          </w:p>
        </w:tc>
        <w:tc>
          <w:tcPr>
            <w:tcW w:w="2561" w:type="pct"/>
            <w:tcBorders>
              <w:top w:val="single" w:sz="4" w:space="0" w:color="000000"/>
              <w:left w:val="single" w:sz="4" w:space="0" w:color="000000"/>
              <w:bottom w:val="single" w:sz="4" w:space="0" w:color="000000"/>
              <w:right w:val="single" w:sz="4" w:space="0" w:color="000000"/>
            </w:tcBorders>
            <w:vAlign w:val="center"/>
          </w:tcPr>
          <w:p w:rsidR="000F349A" w:rsidRPr="00F920F3" w:rsidRDefault="000F349A" w:rsidP="00301A66">
            <w:pPr>
              <w:rPr>
                <w:sz w:val="24"/>
              </w:rPr>
            </w:pPr>
            <w:r w:rsidRPr="00F920F3">
              <w:rPr>
                <w:b/>
                <w:sz w:val="24"/>
              </w:rPr>
              <w:t xml:space="preserve">Threat and Recommendation </w:t>
            </w:r>
          </w:p>
        </w:tc>
      </w:tr>
      <w:tr w:rsidR="000F349A" w:rsidRPr="00F920F3" w:rsidTr="00301A66">
        <w:trPr>
          <w:trHeight w:val="2333"/>
        </w:trPr>
        <w:tc>
          <w:tcPr>
            <w:tcW w:w="2439"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rsidR="000F349A" w:rsidRPr="00F920F3" w:rsidRDefault="000F349A" w:rsidP="00301A66">
            <w:pPr>
              <w:rPr>
                <w:b/>
                <w:i/>
                <w:color w:val="FF0000"/>
              </w:rPr>
            </w:pPr>
            <w:r w:rsidRPr="00F920F3">
              <w:rPr>
                <w:b/>
                <w:i/>
                <w:color w:val="FF0000"/>
              </w:rPr>
              <w:t xml:space="preserve">Example: </w:t>
            </w:r>
          </w:p>
          <w:p w:rsidR="000F349A" w:rsidRPr="00F920F3" w:rsidRDefault="000F349A" w:rsidP="00301A66">
            <w:pPr>
              <w:rPr>
                <w:color w:val="FF0000"/>
              </w:rPr>
            </w:pPr>
          </w:p>
          <w:p w:rsidR="000F349A" w:rsidRPr="00F920F3" w:rsidRDefault="000F349A" w:rsidP="00301A66">
            <w:pPr>
              <w:rPr>
                <w:color w:val="FF0000"/>
              </w:rPr>
            </w:pPr>
            <w:r w:rsidRPr="00F920F3">
              <w:rPr>
                <w:i/>
                <w:color w:val="FF0000"/>
              </w:rPr>
              <w:t>Zoe has all her photos stored on her smartphone from the last 5 years.  These include special photos such as her nephew’s 1</w:t>
            </w:r>
            <w:r w:rsidRPr="00F920F3">
              <w:rPr>
                <w:i/>
                <w:color w:val="FF0000"/>
                <w:vertAlign w:val="superscript"/>
              </w:rPr>
              <w:t>st</w:t>
            </w:r>
            <w:r w:rsidRPr="00F920F3">
              <w:rPr>
                <w:i/>
                <w:color w:val="FF0000"/>
              </w:rPr>
              <w:t xml:space="preserve"> birthday.  In her rush to a doctor </w:t>
            </w:r>
            <w:r w:rsidR="00D627EA" w:rsidRPr="00F920F3">
              <w:rPr>
                <w:i/>
                <w:color w:val="FF0000"/>
              </w:rPr>
              <w:t>appointment</w:t>
            </w:r>
            <w:r w:rsidRPr="00F920F3">
              <w:rPr>
                <w:i/>
                <w:color w:val="FF0000"/>
              </w:rPr>
              <w:t xml:space="preserve"> she drops her phone on the pavement smashing the phone.  She attempts to get the phone working but the device simply won’t start again. </w:t>
            </w:r>
          </w:p>
        </w:tc>
        <w:tc>
          <w:tcPr>
            <w:tcW w:w="2561"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rsidR="000F349A" w:rsidRPr="00F920F3" w:rsidRDefault="000F349A" w:rsidP="00301A66">
            <w:pPr>
              <w:spacing w:line="239" w:lineRule="auto"/>
              <w:ind w:right="1308"/>
              <w:rPr>
                <w:b/>
                <w:i/>
                <w:color w:val="FF0000"/>
              </w:rPr>
            </w:pPr>
            <w:r w:rsidRPr="00F920F3">
              <w:rPr>
                <w:b/>
                <w:i/>
                <w:color w:val="FF0000"/>
              </w:rPr>
              <w:t>Threat:</w:t>
            </w:r>
          </w:p>
          <w:p w:rsidR="000F349A" w:rsidRPr="00F920F3" w:rsidRDefault="009870CD" w:rsidP="00301A66">
            <w:pPr>
              <w:spacing w:line="239" w:lineRule="auto"/>
              <w:ind w:right="90"/>
              <w:rPr>
                <w:b/>
                <w:i/>
                <w:color w:val="FF0000"/>
              </w:rPr>
            </w:pPr>
            <w:sdt>
              <w:sdtPr>
                <w:rPr>
                  <w:color w:val="FF0000"/>
                </w:rPr>
                <w:id w:val="1586498327"/>
                <w:placeholder>
                  <w:docPart w:val="E0F75888BEA94793AC0F40A24B3CEF60"/>
                </w:placeholder>
                <w:text w:multiLine="1"/>
              </w:sdtPr>
              <w:sdtEndPr/>
              <w:sdtContent>
                <w:r w:rsidR="000F349A" w:rsidRPr="00F920F3">
                  <w:rPr>
                    <w:color w:val="FF0000"/>
                  </w:rPr>
                  <w:t>Loss of data</w:t>
                </w:r>
              </w:sdtContent>
            </w:sdt>
          </w:p>
          <w:p w:rsidR="000F349A" w:rsidRPr="00F920F3" w:rsidRDefault="000F349A" w:rsidP="00301A66">
            <w:pPr>
              <w:spacing w:line="239" w:lineRule="auto"/>
              <w:ind w:right="1308"/>
              <w:rPr>
                <w:b/>
                <w:i/>
                <w:color w:val="FF0000"/>
              </w:rPr>
            </w:pPr>
            <w:r w:rsidRPr="00F920F3">
              <w:rPr>
                <w:b/>
                <w:i/>
                <w:color w:val="FF0000"/>
              </w:rPr>
              <w:t xml:space="preserve">Recommendation: </w:t>
            </w:r>
          </w:p>
          <w:p w:rsidR="000F349A" w:rsidRPr="00F920F3" w:rsidRDefault="009870CD" w:rsidP="00301A66">
            <w:pPr>
              <w:spacing w:line="239" w:lineRule="auto"/>
              <w:ind w:right="90"/>
              <w:rPr>
                <w:color w:val="FF0000"/>
              </w:rPr>
            </w:pPr>
            <w:sdt>
              <w:sdtPr>
                <w:rPr>
                  <w:i/>
                  <w:color w:val="FF0000"/>
                </w:rPr>
                <w:id w:val="1353923318"/>
                <w:placeholder>
                  <w:docPart w:val="6487B05209C64631AA0F050343890B92"/>
                </w:placeholder>
                <w:text w:multiLine="1"/>
              </w:sdtPr>
              <w:sdtEndPr/>
              <w:sdtContent>
                <w:r w:rsidR="000F349A" w:rsidRPr="00F920F3">
                  <w:rPr>
                    <w:i/>
                    <w:color w:val="FF0000"/>
                  </w:rPr>
                  <w:t xml:space="preserve">Zoe may attempt to retrieve the photos </w:t>
                </w:r>
                <w:r w:rsidR="000F349A">
                  <w:rPr>
                    <w:i/>
                    <w:color w:val="FF0000"/>
                  </w:rPr>
                  <w:t>b</w:t>
                </w:r>
                <w:r w:rsidR="000F349A" w:rsidRPr="00F920F3">
                  <w:rPr>
                    <w:i/>
                    <w:color w:val="FF0000"/>
                  </w:rPr>
                  <w:t xml:space="preserve">y connecting it to a computer, however there is a high chance the photos are lost.  </w:t>
                </w:r>
                <w:r w:rsidR="000F349A" w:rsidRPr="00F920F3">
                  <w:rPr>
                    <w:i/>
                    <w:color w:val="FF0000"/>
                  </w:rPr>
                  <w:br/>
                </w:r>
                <w:r w:rsidR="000F349A" w:rsidRPr="00F920F3">
                  <w:rPr>
                    <w:i/>
                    <w:color w:val="FF0000"/>
                  </w:rPr>
                  <w:br/>
                  <w:t>In the future Zoe should ensure her data is backed up onto a computer or using cloud storage so if her device fails she is able to retrieve her photos</w:t>
                </w:r>
              </w:sdtContent>
            </w:sdt>
          </w:p>
          <w:p w:rsidR="000F349A" w:rsidRPr="00F920F3" w:rsidRDefault="000F349A" w:rsidP="00301A66">
            <w:pPr>
              <w:spacing w:line="239" w:lineRule="auto"/>
              <w:ind w:right="1308"/>
              <w:rPr>
                <w:color w:val="FF0000"/>
              </w:rPr>
            </w:pPr>
          </w:p>
        </w:tc>
      </w:tr>
    </w:tbl>
    <w:p w:rsidR="000F349A" w:rsidRDefault="000F349A" w:rsidP="000F349A"/>
    <w:tbl>
      <w:tblPr>
        <w:tblStyle w:val="TableGrid"/>
        <w:tblW w:w="5000" w:type="pct"/>
        <w:tblInd w:w="0" w:type="dxa"/>
        <w:tblCellMar>
          <w:top w:w="72" w:type="dxa"/>
          <w:left w:w="108" w:type="dxa"/>
          <w:bottom w:w="34" w:type="dxa"/>
          <w:right w:w="43" w:type="dxa"/>
        </w:tblCellMar>
        <w:tblLook w:val="04A0" w:firstRow="1" w:lastRow="0" w:firstColumn="1" w:lastColumn="0" w:noHBand="0" w:noVBand="1"/>
      </w:tblPr>
      <w:tblGrid>
        <w:gridCol w:w="4698"/>
        <w:gridCol w:w="4933"/>
      </w:tblGrid>
      <w:tr w:rsidR="000F349A" w:rsidRPr="00F920F3" w:rsidTr="00301A66">
        <w:trPr>
          <w:trHeight w:val="578"/>
        </w:trPr>
        <w:tc>
          <w:tcPr>
            <w:tcW w:w="2439" w:type="pct"/>
            <w:tcBorders>
              <w:top w:val="single" w:sz="4" w:space="0" w:color="000000"/>
              <w:left w:val="single" w:sz="4" w:space="0" w:color="000000"/>
              <w:bottom w:val="single" w:sz="4" w:space="0" w:color="000000"/>
              <w:right w:val="single" w:sz="4" w:space="0" w:color="000000"/>
            </w:tcBorders>
            <w:vAlign w:val="center"/>
          </w:tcPr>
          <w:p w:rsidR="000F349A" w:rsidRPr="00F920F3" w:rsidRDefault="000F349A" w:rsidP="00301A66">
            <w:pPr>
              <w:rPr>
                <w:sz w:val="24"/>
              </w:rPr>
            </w:pPr>
            <w:r w:rsidRPr="00F920F3">
              <w:rPr>
                <w:b/>
                <w:sz w:val="24"/>
              </w:rPr>
              <w:t xml:space="preserve">Scenario </w:t>
            </w:r>
            <w:r w:rsidR="00B2606D">
              <w:rPr>
                <w:b/>
                <w:sz w:val="24"/>
              </w:rPr>
              <w:t>1</w:t>
            </w:r>
          </w:p>
        </w:tc>
        <w:tc>
          <w:tcPr>
            <w:tcW w:w="2561" w:type="pct"/>
            <w:tcBorders>
              <w:top w:val="single" w:sz="4" w:space="0" w:color="000000"/>
              <w:left w:val="single" w:sz="4" w:space="0" w:color="000000"/>
              <w:bottom w:val="single" w:sz="4" w:space="0" w:color="000000"/>
              <w:right w:val="single" w:sz="4" w:space="0" w:color="000000"/>
            </w:tcBorders>
            <w:vAlign w:val="center"/>
          </w:tcPr>
          <w:p w:rsidR="000F349A" w:rsidRPr="00F920F3" w:rsidRDefault="000F349A" w:rsidP="00301A66">
            <w:pPr>
              <w:rPr>
                <w:sz w:val="24"/>
              </w:rPr>
            </w:pPr>
            <w:r w:rsidRPr="00F920F3">
              <w:rPr>
                <w:b/>
                <w:sz w:val="24"/>
              </w:rPr>
              <w:t xml:space="preserve">Threat and Recommendation </w:t>
            </w:r>
          </w:p>
        </w:tc>
      </w:tr>
      <w:tr w:rsidR="000F349A" w:rsidTr="00301A66">
        <w:trPr>
          <w:trHeight w:val="2221"/>
        </w:trPr>
        <w:tc>
          <w:tcPr>
            <w:tcW w:w="2439" w:type="pct"/>
            <w:tcBorders>
              <w:top w:val="single" w:sz="4" w:space="0" w:color="000000"/>
              <w:left w:val="single" w:sz="4" w:space="0" w:color="000000"/>
              <w:bottom w:val="single" w:sz="4" w:space="0" w:color="000000"/>
              <w:right w:val="single" w:sz="4" w:space="0" w:color="000000"/>
            </w:tcBorders>
            <w:vAlign w:val="center"/>
          </w:tcPr>
          <w:p w:rsidR="000F349A" w:rsidRDefault="000F349A" w:rsidP="00301A66">
            <w:r>
              <w:t xml:space="preserve">Sarah works for a banking firm which supplied her with a mobile phone to aid her in contacting customers on the go.  She accidently leaves the mobile device on a bus on Monday morning as she was running late.  The device was picked up by a stranger who found the device had no password setup to prevent access to the phone. </w:t>
            </w:r>
          </w:p>
        </w:tc>
        <w:tc>
          <w:tcPr>
            <w:tcW w:w="2561" w:type="pct"/>
            <w:tcBorders>
              <w:top w:val="single" w:sz="4" w:space="0" w:color="000000"/>
              <w:left w:val="single" w:sz="4" w:space="0" w:color="000000"/>
              <w:bottom w:val="single" w:sz="4" w:space="0" w:color="000000"/>
              <w:right w:val="single" w:sz="4" w:space="0" w:color="000000"/>
            </w:tcBorders>
            <w:vAlign w:val="center"/>
          </w:tcPr>
          <w:p w:rsidR="000F349A" w:rsidRDefault="000F349A" w:rsidP="00301A66">
            <w:pPr>
              <w:spacing w:line="239" w:lineRule="auto"/>
              <w:ind w:right="1308"/>
              <w:rPr>
                <w:b/>
                <w:i/>
              </w:rPr>
            </w:pPr>
            <w:r>
              <w:rPr>
                <w:b/>
                <w:i/>
              </w:rPr>
              <w:t>Threat:</w:t>
            </w:r>
          </w:p>
          <w:p w:rsidR="000F349A" w:rsidRDefault="009870CD" w:rsidP="00301A66">
            <w:pPr>
              <w:spacing w:line="239" w:lineRule="auto"/>
              <w:ind w:right="90"/>
              <w:rPr>
                <w:b/>
                <w:i/>
              </w:rPr>
            </w:pPr>
            <w:sdt>
              <w:sdtPr>
                <w:id w:val="-42609649"/>
                <w:placeholder>
                  <w:docPart w:val="3A3A316012FE4ECF8695E53246E55B1C"/>
                </w:placeholder>
                <w:showingPlcHdr/>
                <w:text w:multiLine="1"/>
              </w:sdtPr>
              <w:sdtEndPr/>
              <w:sdtContent>
                <w:r w:rsidR="000F349A" w:rsidRPr="004C4489">
                  <w:rPr>
                    <w:rStyle w:val="PlaceholderText"/>
                  </w:rPr>
                  <w:t>Click or tap here to enter text.</w:t>
                </w:r>
              </w:sdtContent>
            </w:sdt>
          </w:p>
          <w:p w:rsidR="000F349A" w:rsidRDefault="000F349A" w:rsidP="00301A66">
            <w:pPr>
              <w:spacing w:line="239" w:lineRule="auto"/>
              <w:ind w:right="1308"/>
              <w:rPr>
                <w:b/>
                <w:i/>
              </w:rPr>
            </w:pPr>
          </w:p>
          <w:p w:rsidR="000F349A" w:rsidRDefault="000F349A" w:rsidP="00301A66">
            <w:pPr>
              <w:spacing w:line="239" w:lineRule="auto"/>
              <w:ind w:right="1308"/>
              <w:rPr>
                <w:b/>
                <w:i/>
              </w:rPr>
            </w:pPr>
            <w:r>
              <w:rPr>
                <w:b/>
                <w:i/>
              </w:rPr>
              <w:t xml:space="preserve">Recommendation: </w:t>
            </w:r>
          </w:p>
          <w:p w:rsidR="000F349A" w:rsidRDefault="009870CD" w:rsidP="00301A66">
            <w:pPr>
              <w:spacing w:line="239" w:lineRule="auto"/>
              <w:ind w:right="90"/>
            </w:pPr>
            <w:sdt>
              <w:sdtPr>
                <w:id w:val="1216629514"/>
                <w:placeholder>
                  <w:docPart w:val="BD1DD51EA1F34B50A7795A6136991493"/>
                </w:placeholder>
                <w:showingPlcHdr/>
                <w:text w:multiLine="1"/>
              </w:sdtPr>
              <w:sdtEndPr/>
              <w:sdtContent>
                <w:r w:rsidR="000F349A" w:rsidRPr="004C4489">
                  <w:rPr>
                    <w:rStyle w:val="PlaceholderText"/>
                  </w:rPr>
                  <w:t>Click or tap here to enter text.</w:t>
                </w:r>
              </w:sdtContent>
            </w:sdt>
          </w:p>
          <w:p w:rsidR="000F349A" w:rsidRDefault="000F349A" w:rsidP="00301A66"/>
        </w:tc>
      </w:tr>
    </w:tbl>
    <w:p w:rsidR="000F349A" w:rsidRDefault="000F349A" w:rsidP="000F349A"/>
    <w:tbl>
      <w:tblPr>
        <w:tblStyle w:val="TableGrid"/>
        <w:tblW w:w="5000" w:type="pct"/>
        <w:tblInd w:w="0" w:type="dxa"/>
        <w:tblCellMar>
          <w:top w:w="72" w:type="dxa"/>
          <w:left w:w="108" w:type="dxa"/>
          <w:bottom w:w="34" w:type="dxa"/>
          <w:right w:w="43" w:type="dxa"/>
        </w:tblCellMar>
        <w:tblLook w:val="04A0" w:firstRow="1" w:lastRow="0" w:firstColumn="1" w:lastColumn="0" w:noHBand="0" w:noVBand="1"/>
      </w:tblPr>
      <w:tblGrid>
        <w:gridCol w:w="4698"/>
        <w:gridCol w:w="4933"/>
      </w:tblGrid>
      <w:tr w:rsidR="000F349A" w:rsidRPr="00F920F3" w:rsidTr="00301A66">
        <w:trPr>
          <w:trHeight w:val="578"/>
        </w:trPr>
        <w:tc>
          <w:tcPr>
            <w:tcW w:w="2439" w:type="pct"/>
            <w:tcBorders>
              <w:top w:val="single" w:sz="4" w:space="0" w:color="000000"/>
              <w:left w:val="single" w:sz="4" w:space="0" w:color="000000"/>
              <w:bottom w:val="single" w:sz="4" w:space="0" w:color="000000"/>
              <w:right w:val="single" w:sz="4" w:space="0" w:color="000000"/>
            </w:tcBorders>
            <w:vAlign w:val="center"/>
          </w:tcPr>
          <w:p w:rsidR="000F349A" w:rsidRPr="00F920F3" w:rsidRDefault="000F349A" w:rsidP="00301A66">
            <w:pPr>
              <w:rPr>
                <w:sz w:val="24"/>
              </w:rPr>
            </w:pPr>
            <w:r w:rsidRPr="00F920F3">
              <w:rPr>
                <w:b/>
                <w:sz w:val="24"/>
              </w:rPr>
              <w:lastRenderedPageBreak/>
              <w:t xml:space="preserve">Scenario </w:t>
            </w:r>
            <w:r w:rsidR="00B2606D">
              <w:rPr>
                <w:b/>
                <w:sz w:val="24"/>
              </w:rPr>
              <w:t>2</w:t>
            </w:r>
          </w:p>
        </w:tc>
        <w:tc>
          <w:tcPr>
            <w:tcW w:w="2561" w:type="pct"/>
            <w:tcBorders>
              <w:top w:val="single" w:sz="4" w:space="0" w:color="000000"/>
              <w:left w:val="single" w:sz="4" w:space="0" w:color="000000"/>
              <w:bottom w:val="single" w:sz="4" w:space="0" w:color="000000"/>
              <w:right w:val="single" w:sz="4" w:space="0" w:color="000000"/>
            </w:tcBorders>
            <w:vAlign w:val="center"/>
          </w:tcPr>
          <w:p w:rsidR="000F349A" w:rsidRPr="00F920F3" w:rsidRDefault="000F349A" w:rsidP="00301A66">
            <w:pPr>
              <w:rPr>
                <w:sz w:val="24"/>
              </w:rPr>
            </w:pPr>
            <w:r w:rsidRPr="00F920F3">
              <w:rPr>
                <w:b/>
                <w:sz w:val="24"/>
              </w:rPr>
              <w:t xml:space="preserve">Threat and Recommendation </w:t>
            </w:r>
          </w:p>
        </w:tc>
      </w:tr>
      <w:tr w:rsidR="000F349A" w:rsidTr="00301A66">
        <w:trPr>
          <w:trHeight w:val="3382"/>
        </w:trPr>
        <w:tc>
          <w:tcPr>
            <w:tcW w:w="2439" w:type="pct"/>
            <w:tcBorders>
              <w:top w:val="single" w:sz="4" w:space="0" w:color="000000"/>
              <w:left w:val="single" w:sz="4" w:space="0" w:color="000000"/>
              <w:bottom w:val="single" w:sz="4" w:space="0" w:color="000000"/>
              <w:right w:val="single" w:sz="4" w:space="0" w:color="000000"/>
            </w:tcBorders>
            <w:vAlign w:val="center"/>
          </w:tcPr>
          <w:p w:rsidR="000F349A" w:rsidRDefault="000F349A" w:rsidP="00301A66">
            <w:pPr>
              <w:spacing w:after="118" w:line="239" w:lineRule="auto"/>
              <w:ind w:right="14"/>
            </w:pPr>
            <w:r>
              <w:t xml:space="preserve">Ben has a new mobile device, he spent all his available money on the flash new device but now wants some games to play on it.  He sees one he wants in the app store which is advertised as $10.00, as Ben cannot afford this he finds the same game on the internet at an unofficial site that he can download for free. </w:t>
            </w:r>
          </w:p>
          <w:p w:rsidR="000F349A" w:rsidRDefault="000F349A" w:rsidP="00301A66">
            <w:pPr>
              <w:ind w:right="54"/>
            </w:pPr>
            <w:r>
              <w:t xml:space="preserve">Ben downloads this free copy of the app and finds his device is now running slower and these strange unknown applications were also installed without his knowledge. </w:t>
            </w:r>
          </w:p>
        </w:tc>
        <w:tc>
          <w:tcPr>
            <w:tcW w:w="2561" w:type="pct"/>
            <w:tcBorders>
              <w:top w:val="single" w:sz="4" w:space="0" w:color="000000"/>
              <w:left w:val="single" w:sz="4" w:space="0" w:color="000000"/>
              <w:bottom w:val="single" w:sz="4" w:space="0" w:color="000000"/>
              <w:right w:val="single" w:sz="4" w:space="0" w:color="000000"/>
            </w:tcBorders>
            <w:vAlign w:val="center"/>
          </w:tcPr>
          <w:p w:rsidR="000F349A" w:rsidRDefault="000F349A" w:rsidP="00301A66">
            <w:pPr>
              <w:spacing w:line="239" w:lineRule="auto"/>
              <w:ind w:right="1308"/>
              <w:rPr>
                <w:b/>
                <w:i/>
              </w:rPr>
            </w:pPr>
            <w:r>
              <w:rPr>
                <w:b/>
                <w:i/>
              </w:rPr>
              <w:t>Threat:</w:t>
            </w:r>
          </w:p>
          <w:p w:rsidR="000F349A" w:rsidRDefault="009870CD" w:rsidP="00301A66">
            <w:pPr>
              <w:spacing w:line="239" w:lineRule="auto"/>
              <w:ind w:right="90"/>
              <w:rPr>
                <w:b/>
                <w:i/>
              </w:rPr>
            </w:pPr>
            <w:sdt>
              <w:sdtPr>
                <w:id w:val="118113465"/>
                <w:placeholder>
                  <w:docPart w:val="643AD062916F4F65A408E2DD18D2578C"/>
                </w:placeholder>
                <w:showingPlcHdr/>
                <w:text w:multiLine="1"/>
              </w:sdtPr>
              <w:sdtEndPr/>
              <w:sdtContent>
                <w:r w:rsidR="000F349A" w:rsidRPr="004C4489">
                  <w:rPr>
                    <w:rStyle w:val="PlaceholderText"/>
                  </w:rPr>
                  <w:t>Click or tap here to enter text.</w:t>
                </w:r>
              </w:sdtContent>
            </w:sdt>
          </w:p>
          <w:p w:rsidR="000F349A" w:rsidRDefault="000F349A" w:rsidP="00301A66">
            <w:pPr>
              <w:spacing w:line="239" w:lineRule="auto"/>
              <w:ind w:right="1308"/>
              <w:rPr>
                <w:b/>
                <w:i/>
              </w:rPr>
            </w:pPr>
          </w:p>
          <w:p w:rsidR="000F349A" w:rsidRDefault="000F349A" w:rsidP="00301A66">
            <w:pPr>
              <w:spacing w:line="239" w:lineRule="auto"/>
              <w:ind w:right="1308"/>
              <w:rPr>
                <w:b/>
                <w:i/>
              </w:rPr>
            </w:pPr>
            <w:r>
              <w:rPr>
                <w:b/>
                <w:i/>
              </w:rPr>
              <w:t xml:space="preserve">Recommendation: </w:t>
            </w:r>
          </w:p>
          <w:p w:rsidR="000F349A" w:rsidRDefault="009870CD" w:rsidP="00301A66">
            <w:pPr>
              <w:spacing w:line="239" w:lineRule="auto"/>
              <w:ind w:right="90"/>
            </w:pPr>
            <w:sdt>
              <w:sdtPr>
                <w:id w:val="-1171173857"/>
                <w:placeholder>
                  <w:docPart w:val="EC30A8C5CFD846C8B760E95B76DD722B"/>
                </w:placeholder>
                <w:showingPlcHdr/>
                <w:text w:multiLine="1"/>
              </w:sdtPr>
              <w:sdtEndPr/>
              <w:sdtContent>
                <w:r w:rsidR="000F349A" w:rsidRPr="004C4489">
                  <w:rPr>
                    <w:rStyle w:val="PlaceholderText"/>
                  </w:rPr>
                  <w:t>Click or tap here to enter text.</w:t>
                </w:r>
              </w:sdtContent>
            </w:sdt>
          </w:p>
          <w:p w:rsidR="000F349A" w:rsidRDefault="000F349A" w:rsidP="00301A66">
            <w:r>
              <w:t xml:space="preserve"> </w:t>
            </w:r>
          </w:p>
        </w:tc>
      </w:tr>
    </w:tbl>
    <w:p w:rsidR="000F349A" w:rsidRDefault="000F349A" w:rsidP="000F349A"/>
    <w:tbl>
      <w:tblPr>
        <w:tblStyle w:val="TableGrid"/>
        <w:tblW w:w="5000" w:type="pct"/>
        <w:tblInd w:w="0" w:type="dxa"/>
        <w:tblCellMar>
          <w:top w:w="72" w:type="dxa"/>
          <w:left w:w="108" w:type="dxa"/>
          <w:bottom w:w="34" w:type="dxa"/>
          <w:right w:w="43" w:type="dxa"/>
        </w:tblCellMar>
        <w:tblLook w:val="04A0" w:firstRow="1" w:lastRow="0" w:firstColumn="1" w:lastColumn="0" w:noHBand="0" w:noVBand="1"/>
      </w:tblPr>
      <w:tblGrid>
        <w:gridCol w:w="4698"/>
        <w:gridCol w:w="8"/>
        <w:gridCol w:w="4925"/>
      </w:tblGrid>
      <w:tr w:rsidR="000F349A" w:rsidRPr="00F920F3" w:rsidTr="00301A66">
        <w:trPr>
          <w:trHeight w:val="578"/>
        </w:trPr>
        <w:tc>
          <w:tcPr>
            <w:tcW w:w="2439" w:type="pct"/>
            <w:tcBorders>
              <w:top w:val="single" w:sz="4" w:space="0" w:color="000000"/>
              <w:left w:val="single" w:sz="4" w:space="0" w:color="000000"/>
              <w:bottom w:val="single" w:sz="4" w:space="0" w:color="000000"/>
              <w:right w:val="single" w:sz="4" w:space="0" w:color="000000"/>
            </w:tcBorders>
            <w:vAlign w:val="center"/>
          </w:tcPr>
          <w:p w:rsidR="000F349A" w:rsidRPr="00F920F3" w:rsidRDefault="000F349A" w:rsidP="00301A66">
            <w:pPr>
              <w:rPr>
                <w:sz w:val="24"/>
              </w:rPr>
            </w:pPr>
            <w:r w:rsidRPr="00F920F3">
              <w:rPr>
                <w:b/>
                <w:sz w:val="24"/>
              </w:rPr>
              <w:t xml:space="preserve">Scenario </w:t>
            </w:r>
            <w:r w:rsidR="00B2606D">
              <w:rPr>
                <w:b/>
                <w:sz w:val="24"/>
              </w:rPr>
              <w:t>3</w:t>
            </w:r>
          </w:p>
        </w:tc>
        <w:tc>
          <w:tcPr>
            <w:tcW w:w="2561" w:type="pct"/>
            <w:gridSpan w:val="2"/>
            <w:tcBorders>
              <w:top w:val="single" w:sz="4" w:space="0" w:color="000000"/>
              <w:left w:val="single" w:sz="4" w:space="0" w:color="000000"/>
              <w:bottom w:val="single" w:sz="4" w:space="0" w:color="000000"/>
              <w:right w:val="single" w:sz="4" w:space="0" w:color="000000"/>
            </w:tcBorders>
            <w:vAlign w:val="center"/>
          </w:tcPr>
          <w:p w:rsidR="000F349A" w:rsidRPr="00F920F3" w:rsidRDefault="000F349A" w:rsidP="00301A66">
            <w:pPr>
              <w:rPr>
                <w:sz w:val="24"/>
              </w:rPr>
            </w:pPr>
            <w:r w:rsidRPr="00F920F3">
              <w:rPr>
                <w:b/>
                <w:sz w:val="24"/>
              </w:rPr>
              <w:t xml:space="preserve">Threat and Recommendation </w:t>
            </w:r>
          </w:p>
        </w:tc>
      </w:tr>
      <w:tr w:rsidR="000F349A" w:rsidTr="00301A66">
        <w:tblPrEx>
          <w:tblCellMar>
            <w:top w:w="97" w:type="dxa"/>
            <w:bottom w:w="0" w:type="dxa"/>
            <w:right w:w="66" w:type="dxa"/>
          </w:tblCellMar>
        </w:tblPrEx>
        <w:trPr>
          <w:trHeight w:val="2845"/>
        </w:trPr>
        <w:tc>
          <w:tcPr>
            <w:tcW w:w="2443" w:type="pct"/>
            <w:gridSpan w:val="2"/>
            <w:tcBorders>
              <w:top w:val="single" w:sz="4" w:space="0" w:color="000000"/>
              <w:left w:val="single" w:sz="4" w:space="0" w:color="000000"/>
              <w:bottom w:val="single" w:sz="4" w:space="0" w:color="000000"/>
              <w:right w:val="single" w:sz="4" w:space="0" w:color="000000"/>
            </w:tcBorders>
            <w:vAlign w:val="center"/>
          </w:tcPr>
          <w:p w:rsidR="000F349A" w:rsidRDefault="000F349A" w:rsidP="00301A66">
            <w:pPr>
              <w:spacing w:after="120" w:line="239" w:lineRule="auto"/>
            </w:pPr>
            <w:r>
              <w:t xml:space="preserve">Steven and Lucy are going to the rugby for date night.  Lucy had been playing a game on her tablet on the journey as the traffic was bad and it was a long trip to the stadium.  The device has no password. </w:t>
            </w:r>
          </w:p>
          <w:p w:rsidR="000F349A" w:rsidRDefault="000F349A" w:rsidP="00301A66">
            <w:r>
              <w:t xml:space="preserve">When they arrive Lucy places the tablet on her seat where it is easily seen from the outside.  In their excitement neither of them remember to lock the car door as they head into the stadium. </w:t>
            </w:r>
          </w:p>
        </w:tc>
        <w:tc>
          <w:tcPr>
            <w:tcW w:w="2557" w:type="pct"/>
            <w:tcBorders>
              <w:top w:val="single" w:sz="4" w:space="0" w:color="000000"/>
              <w:left w:val="single" w:sz="4" w:space="0" w:color="000000"/>
              <w:bottom w:val="single" w:sz="4" w:space="0" w:color="000000"/>
              <w:right w:val="single" w:sz="4" w:space="0" w:color="000000"/>
            </w:tcBorders>
            <w:vAlign w:val="center"/>
          </w:tcPr>
          <w:p w:rsidR="000F349A" w:rsidRDefault="000F349A" w:rsidP="00301A66">
            <w:pPr>
              <w:spacing w:line="239" w:lineRule="auto"/>
              <w:ind w:right="1308"/>
              <w:rPr>
                <w:b/>
                <w:i/>
              </w:rPr>
            </w:pPr>
            <w:r>
              <w:rPr>
                <w:b/>
                <w:i/>
              </w:rPr>
              <w:t>Threat:</w:t>
            </w:r>
          </w:p>
          <w:p w:rsidR="000F349A" w:rsidRDefault="009870CD" w:rsidP="00301A66">
            <w:pPr>
              <w:spacing w:line="239" w:lineRule="auto"/>
              <w:ind w:right="90"/>
              <w:rPr>
                <w:b/>
                <w:i/>
              </w:rPr>
            </w:pPr>
            <w:sdt>
              <w:sdtPr>
                <w:id w:val="182708524"/>
                <w:placeholder>
                  <w:docPart w:val="F84A1EED5E394F21A069D9B56BF85EA4"/>
                </w:placeholder>
                <w:showingPlcHdr/>
                <w:text w:multiLine="1"/>
              </w:sdtPr>
              <w:sdtEndPr/>
              <w:sdtContent>
                <w:r w:rsidR="000F349A" w:rsidRPr="004C4489">
                  <w:rPr>
                    <w:rStyle w:val="PlaceholderText"/>
                  </w:rPr>
                  <w:t>Click or tap here to enter text.</w:t>
                </w:r>
              </w:sdtContent>
            </w:sdt>
          </w:p>
          <w:p w:rsidR="000F349A" w:rsidRDefault="000F349A" w:rsidP="00301A66">
            <w:pPr>
              <w:spacing w:line="239" w:lineRule="auto"/>
              <w:ind w:right="1308"/>
              <w:rPr>
                <w:b/>
                <w:i/>
              </w:rPr>
            </w:pPr>
          </w:p>
          <w:p w:rsidR="000F349A" w:rsidRDefault="000F349A" w:rsidP="00301A66">
            <w:pPr>
              <w:spacing w:line="239" w:lineRule="auto"/>
              <w:ind w:right="1308"/>
              <w:rPr>
                <w:b/>
                <w:i/>
              </w:rPr>
            </w:pPr>
            <w:r>
              <w:rPr>
                <w:b/>
                <w:i/>
              </w:rPr>
              <w:t xml:space="preserve">Recommendation: </w:t>
            </w:r>
          </w:p>
          <w:p w:rsidR="000F349A" w:rsidRDefault="009870CD" w:rsidP="00301A66">
            <w:pPr>
              <w:spacing w:line="239" w:lineRule="auto"/>
              <w:ind w:right="90"/>
            </w:pPr>
            <w:sdt>
              <w:sdtPr>
                <w:id w:val="-1756051810"/>
                <w:placeholder>
                  <w:docPart w:val="A6FA682003714F50A3B30BAF1FD903DC"/>
                </w:placeholder>
                <w:showingPlcHdr/>
                <w:text w:multiLine="1"/>
              </w:sdtPr>
              <w:sdtEndPr/>
              <w:sdtContent>
                <w:r w:rsidR="000F349A" w:rsidRPr="004C4489">
                  <w:rPr>
                    <w:rStyle w:val="PlaceholderText"/>
                  </w:rPr>
                  <w:t>Click or tap here to enter text.</w:t>
                </w:r>
              </w:sdtContent>
            </w:sdt>
          </w:p>
          <w:p w:rsidR="000F349A" w:rsidRDefault="000F349A" w:rsidP="00301A66">
            <w:r>
              <w:t xml:space="preserve"> </w:t>
            </w:r>
          </w:p>
        </w:tc>
      </w:tr>
    </w:tbl>
    <w:p w:rsidR="000F349A" w:rsidRDefault="000F349A" w:rsidP="000F349A"/>
    <w:tbl>
      <w:tblPr>
        <w:tblStyle w:val="TableGrid"/>
        <w:tblW w:w="5000" w:type="pct"/>
        <w:tblInd w:w="0" w:type="dxa"/>
        <w:tblCellMar>
          <w:top w:w="72" w:type="dxa"/>
          <w:left w:w="108" w:type="dxa"/>
          <w:bottom w:w="34" w:type="dxa"/>
          <w:right w:w="43" w:type="dxa"/>
        </w:tblCellMar>
        <w:tblLook w:val="04A0" w:firstRow="1" w:lastRow="0" w:firstColumn="1" w:lastColumn="0" w:noHBand="0" w:noVBand="1"/>
      </w:tblPr>
      <w:tblGrid>
        <w:gridCol w:w="4698"/>
        <w:gridCol w:w="8"/>
        <w:gridCol w:w="4925"/>
      </w:tblGrid>
      <w:tr w:rsidR="000F349A" w:rsidRPr="00F920F3" w:rsidTr="00301A66">
        <w:trPr>
          <w:trHeight w:val="578"/>
        </w:trPr>
        <w:tc>
          <w:tcPr>
            <w:tcW w:w="2439" w:type="pct"/>
            <w:tcBorders>
              <w:top w:val="single" w:sz="4" w:space="0" w:color="000000"/>
              <w:left w:val="single" w:sz="4" w:space="0" w:color="000000"/>
              <w:bottom w:val="single" w:sz="4" w:space="0" w:color="000000"/>
              <w:right w:val="single" w:sz="4" w:space="0" w:color="000000"/>
            </w:tcBorders>
            <w:vAlign w:val="center"/>
          </w:tcPr>
          <w:p w:rsidR="000F349A" w:rsidRPr="00F920F3" w:rsidRDefault="000F349A" w:rsidP="00301A66">
            <w:pPr>
              <w:rPr>
                <w:sz w:val="24"/>
              </w:rPr>
            </w:pPr>
            <w:r w:rsidRPr="00F920F3">
              <w:rPr>
                <w:b/>
                <w:sz w:val="24"/>
              </w:rPr>
              <w:t xml:space="preserve">Scenario </w:t>
            </w:r>
            <w:r w:rsidR="00B2606D">
              <w:rPr>
                <w:b/>
                <w:sz w:val="24"/>
              </w:rPr>
              <w:t>4</w:t>
            </w:r>
          </w:p>
        </w:tc>
        <w:tc>
          <w:tcPr>
            <w:tcW w:w="2561" w:type="pct"/>
            <w:gridSpan w:val="2"/>
            <w:tcBorders>
              <w:top w:val="single" w:sz="4" w:space="0" w:color="000000"/>
              <w:left w:val="single" w:sz="4" w:space="0" w:color="000000"/>
              <w:bottom w:val="single" w:sz="4" w:space="0" w:color="000000"/>
              <w:right w:val="single" w:sz="4" w:space="0" w:color="000000"/>
            </w:tcBorders>
            <w:vAlign w:val="center"/>
          </w:tcPr>
          <w:p w:rsidR="000F349A" w:rsidRPr="00F920F3" w:rsidRDefault="000F349A" w:rsidP="00301A66">
            <w:pPr>
              <w:rPr>
                <w:sz w:val="24"/>
              </w:rPr>
            </w:pPr>
            <w:r w:rsidRPr="00F920F3">
              <w:rPr>
                <w:b/>
                <w:sz w:val="24"/>
              </w:rPr>
              <w:t xml:space="preserve">Threat and Recommendation </w:t>
            </w:r>
          </w:p>
        </w:tc>
      </w:tr>
      <w:tr w:rsidR="000F349A" w:rsidTr="00301A66">
        <w:tblPrEx>
          <w:tblCellMar>
            <w:top w:w="97" w:type="dxa"/>
            <w:bottom w:w="0" w:type="dxa"/>
            <w:right w:w="66" w:type="dxa"/>
          </w:tblCellMar>
        </w:tblPrEx>
        <w:trPr>
          <w:trHeight w:val="3648"/>
        </w:trPr>
        <w:tc>
          <w:tcPr>
            <w:tcW w:w="2443" w:type="pct"/>
            <w:gridSpan w:val="2"/>
            <w:tcBorders>
              <w:top w:val="single" w:sz="4" w:space="0" w:color="000000"/>
              <w:left w:val="single" w:sz="4" w:space="0" w:color="000000"/>
              <w:bottom w:val="single" w:sz="4" w:space="0" w:color="000000"/>
              <w:right w:val="single" w:sz="4" w:space="0" w:color="000000"/>
            </w:tcBorders>
            <w:vAlign w:val="center"/>
          </w:tcPr>
          <w:p w:rsidR="000F349A" w:rsidRDefault="000F349A" w:rsidP="00301A66">
            <w:pPr>
              <w:spacing w:after="1" w:line="238" w:lineRule="auto"/>
            </w:pPr>
            <w:r>
              <w:t xml:space="preserve">Mark has had a stressful Monday morning at his real estate company, where he has </w:t>
            </w:r>
            <w:r w:rsidR="00D627EA">
              <w:t>received</w:t>
            </w:r>
            <w:r>
              <w:t xml:space="preserve"> a number of angry calls from customers claiming that someone had been sending them </w:t>
            </w:r>
            <w:r w:rsidR="00D627EA">
              <w:t>inappropriate</w:t>
            </w:r>
            <w:r>
              <w:t xml:space="preserve"> text messages from the organisation’s mobile number. </w:t>
            </w:r>
          </w:p>
          <w:p w:rsidR="000F349A" w:rsidRDefault="000F349A" w:rsidP="00301A66">
            <w:pPr>
              <w:ind w:right="37"/>
            </w:pPr>
            <w:r>
              <w:t xml:space="preserve">Little does he realise that the device was picked up by the </w:t>
            </w:r>
            <w:r w:rsidR="00D627EA">
              <w:t>disgruntled</w:t>
            </w:r>
            <w:r>
              <w:t xml:space="preserve"> cleaner who left the firm last week and had stolen the phone to cause problems for the organisation.  The device was always kept on Mark’s desk and had all clients personal numbers stored on it. </w:t>
            </w:r>
          </w:p>
        </w:tc>
        <w:tc>
          <w:tcPr>
            <w:tcW w:w="2557" w:type="pct"/>
            <w:tcBorders>
              <w:top w:val="single" w:sz="4" w:space="0" w:color="000000"/>
              <w:left w:val="single" w:sz="4" w:space="0" w:color="000000"/>
              <w:bottom w:val="single" w:sz="4" w:space="0" w:color="000000"/>
              <w:right w:val="single" w:sz="4" w:space="0" w:color="000000"/>
            </w:tcBorders>
            <w:vAlign w:val="center"/>
          </w:tcPr>
          <w:p w:rsidR="000F349A" w:rsidRDefault="000F349A" w:rsidP="00301A66">
            <w:pPr>
              <w:spacing w:line="239" w:lineRule="auto"/>
              <w:ind w:right="1308"/>
              <w:rPr>
                <w:b/>
                <w:i/>
              </w:rPr>
            </w:pPr>
            <w:r>
              <w:rPr>
                <w:b/>
                <w:i/>
              </w:rPr>
              <w:t>Threat:</w:t>
            </w:r>
          </w:p>
          <w:p w:rsidR="000F349A" w:rsidRDefault="009870CD" w:rsidP="00301A66">
            <w:pPr>
              <w:spacing w:line="239" w:lineRule="auto"/>
              <w:ind w:right="90"/>
              <w:rPr>
                <w:b/>
                <w:i/>
              </w:rPr>
            </w:pPr>
            <w:sdt>
              <w:sdtPr>
                <w:id w:val="1670137473"/>
                <w:placeholder>
                  <w:docPart w:val="879D94EB0E9E4A9AA847378C3BBB36A9"/>
                </w:placeholder>
                <w:showingPlcHdr/>
                <w:text w:multiLine="1"/>
              </w:sdtPr>
              <w:sdtEndPr/>
              <w:sdtContent>
                <w:r w:rsidR="000F349A" w:rsidRPr="004C4489">
                  <w:rPr>
                    <w:rStyle w:val="PlaceholderText"/>
                  </w:rPr>
                  <w:t>Click or tap here to enter text.</w:t>
                </w:r>
              </w:sdtContent>
            </w:sdt>
          </w:p>
          <w:p w:rsidR="000F349A" w:rsidRDefault="000F349A" w:rsidP="00301A66">
            <w:pPr>
              <w:spacing w:line="239" w:lineRule="auto"/>
              <w:ind w:right="1308"/>
              <w:rPr>
                <w:b/>
                <w:i/>
              </w:rPr>
            </w:pPr>
          </w:p>
          <w:p w:rsidR="000F349A" w:rsidRDefault="000F349A" w:rsidP="00301A66">
            <w:pPr>
              <w:spacing w:line="239" w:lineRule="auto"/>
              <w:ind w:right="1308"/>
              <w:rPr>
                <w:b/>
                <w:i/>
              </w:rPr>
            </w:pPr>
            <w:r>
              <w:rPr>
                <w:b/>
                <w:i/>
              </w:rPr>
              <w:t xml:space="preserve">Recommendation: </w:t>
            </w:r>
          </w:p>
          <w:p w:rsidR="000F349A" w:rsidRDefault="009870CD" w:rsidP="00301A66">
            <w:pPr>
              <w:spacing w:line="239" w:lineRule="auto"/>
              <w:ind w:right="90"/>
            </w:pPr>
            <w:sdt>
              <w:sdtPr>
                <w:id w:val="673000351"/>
                <w:placeholder>
                  <w:docPart w:val="01C58786335C44A3A9A4445C425555E6"/>
                </w:placeholder>
                <w:showingPlcHdr/>
                <w:text w:multiLine="1"/>
              </w:sdtPr>
              <w:sdtEndPr/>
              <w:sdtContent>
                <w:r w:rsidR="000F349A" w:rsidRPr="004C4489">
                  <w:rPr>
                    <w:rStyle w:val="PlaceholderText"/>
                  </w:rPr>
                  <w:t>Click or tap here to enter text.</w:t>
                </w:r>
              </w:sdtContent>
            </w:sdt>
          </w:p>
          <w:p w:rsidR="000F349A" w:rsidRDefault="000F349A" w:rsidP="00301A66">
            <w:r>
              <w:t xml:space="preserve"> </w:t>
            </w:r>
          </w:p>
        </w:tc>
      </w:tr>
    </w:tbl>
    <w:p w:rsidR="000F349A" w:rsidRDefault="000F349A" w:rsidP="000F349A"/>
    <w:tbl>
      <w:tblPr>
        <w:tblStyle w:val="TableGrid"/>
        <w:tblW w:w="5000" w:type="pct"/>
        <w:tblInd w:w="0" w:type="dxa"/>
        <w:tblCellMar>
          <w:top w:w="72" w:type="dxa"/>
          <w:left w:w="108" w:type="dxa"/>
          <w:bottom w:w="34" w:type="dxa"/>
          <w:right w:w="43" w:type="dxa"/>
        </w:tblCellMar>
        <w:tblLook w:val="04A0" w:firstRow="1" w:lastRow="0" w:firstColumn="1" w:lastColumn="0" w:noHBand="0" w:noVBand="1"/>
      </w:tblPr>
      <w:tblGrid>
        <w:gridCol w:w="4698"/>
        <w:gridCol w:w="8"/>
        <w:gridCol w:w="4925"/>
      </w:tblGrid>
      <w:tr w:rsidR="000F349A" w:rsidRPr="00F920F3" w:rsidTr="00301A66">
        <w:trPr>
          <w:trHeight w:val="578"/>
        </w:trPr>
        <w:tc>
          <w:tcPr>
            <w:tcW w:w="2439" w:type="pct"/>
            <w:tcBorders>
              <w:top w:val="single" w:sz="4" w:space="0" w:color="000000"/>
              <w:left w:val="single" w:sz="4" w:space="0" w:color="000000"/>
              <w:bottom w:val="single" w:sz="4" w:space="0" w:color="000000"/>
              <w:right w:val="single" w:sz="4" w:space="0" w:color="000000"/>
            </w:tcBorders>
            <w:vAlign w:val="center"/>
          </w:tcPr>
          <w:p w:rsidR="000F349A" w:rsidRPr="00F920F3" w:rsidRDefault="000F349A" w:rsidP="00301A66">
            <w:pPr>
              <w:rPr>
                <w:sz w:val="24"/>
              </w:rPr>
            </w:pPr>
            <w:r w:rsidRPr="00F920F3">
              <w:rPr>
                <w:b/>
                <w:sz w:val="24"/>
              </w:rPr>
              <w:t xml:space="preserve">Scenario </w:t>
            </w:r>
            <w:r w:rsidR="00B2606D">
              <w:rPr>
                <w:b/>
                <w:sz w:val="24"/>
              </w:rPr>
              <w:t>5</w:t>
            </w:r>
          </w:p>
        </w:tc>
        <w:tc>
          <w:tcPr>
            <w:tcW w:w="2561" w:type="pct"/>
            <w:gridSpan w:val="2"/>
            <w:tcBorders>
              <w:top w:val="single" w:sz="4" w:space="0" w:color="000000"/>
              <w:left w:val="single" w:sz="4" w:space="0" w:color="000000"/>
              <w:bottom w:val="single" w:sz="4" w:space="0" w:color="000000"/>
              <w:right w:val="single" w:sz="4" w:space="0" w:color="000000"/>
            </w:tcBorders>
            <w:vAlign w:val="center"/>
          </w:tcPr>
          <w:p w:rsidR="000F349A" w:rsidRPr="00F920F3" w:rsidRDefault="000F349A" w:rsidP="00301A66">
            <w:pPr>
              <w:rPr>
                <w:sz w:val="24"/>
              </w:rPr>
            </w:pPr>
            <w:r w:rsidRPr="00F920F3">
              <w:rPr>
                <w:b/>
                <w:sz w:val="24"/>
              </w:rPr>
              <w:t xml:space="preserve">Threat and Recommendation </w:t>
            </w:r>
          </w:p>
        </w:tc>
      </w:tr>
      <w:tr w:rsidR="000F349A" w:rsidTr="00301A66">
        <w:tblPrEx>
          <w:tblCellMar>
            <w:top w:w="97" w:type="dxa"/>
            <w:bottom w:w="0" w:type="dxa"/>
            <w:right w:w="66" w:type="dxa"/>
          </w:tblCellMar>
        </w:tblPrEx>
        <w:trPr>
          <w:trHeight w:val="3380"/>
        </w:trPr>
        <w:tc>
          <w:tcPr>
            <w:tcW w:w="2443" w:type="pct"/>
            <w:gridSpan w:val="2"/>
            <w:tcBorders>
              <w:top w:val="single" w:sz="4" w:space="0" w:color="000000"/>
              <w:left w:val="single" w:sz="4" w:space="0" w:color="000000"/>
              <w:bottom w:val="single" w:sz="4" w:space="0" w:color="000000"/>
              <w:right w:val="single" w:sz="4" w:space="0" w:color="000000"/>
            </w:tcBorders>
            <w:vAlign w:val="center"/>
          </w:tcPr>
          <w:p w:rsidR="000F349A" w:rsidRDefault="000F349A" w:rsidP="00301A66">
            <w:pPr>
              <w:spacing w:after="121" w:line="239" w:lineRule="auto"/>
              <w:ind w:right="26"/>
            </w:pPr>
            <w:r>
              <w:lastRenderedPageBreak/>
              <w:t xml:space="preserve">Lucy is on Holiday in Fiji and is using public </w:t>
            </w:r>
            <w:r w:rsidR="00D627EA">
              <w:t>Wi-Fi</w:t>
            </w:r>
            <w:r>
              <w:t xml:space="preserve"> at the res</w:t>
            </w:r>
            <w:r w:rsidR="00D627EA">
              <w:t>ta</w:t>
            </w:r>
            <w:r>
              <w:t xml:space="preserve">urant she is having her lunch at.  As she is browsing social media and posting her holiday pictures, a pop up appears </w:t>
            </w:r>
            <w:r w:rsidR="00D627EA">
              <w:t>recommending</w:t>
            </w:r>
            <w:r>
              <w:t xml:space="preserve"> her to go onto another website and download an application which claims to show all the best tourist locations in Fiji. </w:t>
            </w:r>
          </w:p>
          <w:p w:rsidR="000F349A" w:rsidRDefault="000F349A" w:rsidP="00301A66">
            <w:r>
              <w:t xml:space="preserve">She goes onto the </w:t>
            </w:r>
            <w:r w:rsidR="00D627EA">
              <w:t>official</w:t>
            </w:r>
            <w:r>
              <w:t xml:space="preserve"> app store to search for this app but finds no sign of it.  She goes back to her web browser and the pop up appears again requesting her to install the application. </w:t>
            </w:r>
          </w:p>
        </w:tc>
        <w:tc>
          <w:tcPr>
            <w:tcW w:w="2557" w:type="pct"/>
            <w:tcBorders>
              <w:top w:val="single" w:sz="4" w:space="0" w:color="000000"/>
              <w:left w:val="single" w:sz="4" w:space="0" w:color="000000"/>
              <w:bottom w:val="single" w:sz="4" w:space="0" w:color="000000"/>
              <w:right w:val="single" w:sz="4" w:space="0" w:color="000000"/>
            </w:tcBorders>
            <w:vAlign w:val="center"/>
          </w:tcPr>
          <w:p w:rsidR="000F349A" w:rsidRDefault="000F349A" w:rsidP="00301A66">
            <w:pPr>
              <w:spacing w:line="239" w:lineRule="auto"/>
              <w:ind w:right="1308"/>
              <w:rPr>
                <w:b/>
                <w:i/>
              </w:rPr>
            </w:pPr>
            <w:r>
              <w:rPr>
                <w:b/>
                <w:i/>
              </w:rPr>
              <w:t>Threat:</w:t>
            </w:r>
          </w:p>
          <w:p w:rsidR="000F349A" w:rsidRDefault="009870CD" w:rsidP="00301A66">
            <w:pPr>
              <w:spacing w:line="239" w:lineRule="auto"/>
              <w:ind w:right="90"/>
              <w:rPr>
                <w:b/>
                <w:i/>
              </w:rPr>
            </w:pPr>
            <w:sdt>
              <w:sdtPr>
                <w:id w:val="-1661761933"/>
                <w:placeholder>
                  <w:docPart w:val="C7A641009D954132AB2CDFC191D4ECF1"/>
                </w:placeholder>
                <w:showingPlcHdr/>
                <w:text w:multiLine="1"/>
              </w:sdtPr>
              <w:sdtEndPr/>
              <w:sdtContent>
                <w:r w:rsidR="000F349A" w:rsidRPr="004C4489">
                  <w:rPr>
                    <w:rStyle w:val="PlaceholderText"/>
                  </w:rPr>
                  <w:t>Click or tap here to enter text.</w:t>
                </w:r>
              </w:sdtContent>
            </w:sdt>
          </w:p>
          <w:p w:rsidR="000F349A" w:rsidRDefault="000F349A" w:rsidP="00301A66">
            <w:pPr>
              <w:spacing w:line="239" w:lineRule="auto"/>
              <w:ind w:right="1308"/>
              <w:rPr>
                <w:b/>
                <w:i/>
              </w:rPr>
            </w:pPr>
          </w:p>
          <w:p w:rsidR="000F349A" w:rsidRDefault="000F349A" w:rsidP="00301A66">
            <w:pPr>
              <w:spacing w:line="239" w:lineRule="auto"/>
              <w:ind w:right="1308"/>
              <w:rPr>
                <w:b/>
                <w:i/>
              </w:rPr>
            </w:pPr>
            <w:r>
              <w:rPr>
                <w:b/>
                <w:i/>
              </w:rPr>
              <w:t xml:space="preserve">Recommendation: </w:t>
            </w:r>
          </w:p>
          <w:p w:rsidR="000F349A" w:rsidRDefault="009870CD" w:rsidP="00301A66">
            <w:pPr>
              <w:spacing w:line="239" w:lineRule="auto"/>
              <w:ind w:right="90"/>
            </w:pPr>
            <w:sdt>
              <w:sdtPr>
                <w:id w:val="947121979"/>
                <w:placeholder>
                  <w:docPart w:val="BCAF012D5309475B8E12DC7E3D299BC5"/>
                </w:placeholder>
                <w:showingPlcHdr/>
                <w:text w:multiLine="1"/>
              </w:sdtPr>
              <w:sdtEndPr/>
              <w:sdtContent>
                <w:r w:rsidR="000F349A" w:rsidRPr="004C4489">
                  <w:rPr>
                    <w:rStyle w:val="PlaceholderText"/>
                  </w:rPr>
                  <w:t>Click or tap here to enter text.</w:t>
                </w:r>
              </w:sdtContent>
            </w:sdt>
          </w:p>
          <w:p w:rsidR="000F349A" w:rsidRDefault="000F349A" w:rsidP="00301A66">
            <w:r>
              <w:t xml:space="preserve"> </w:t>
            </w:r>
          </w:p>
        </w:tc>
      </w:tr>
    </w:tbl>
    <w:p w:rsidR="000F349A" w:rsidRDefault="000F349A" w:rsidP="000F349A"/>
    <w:sectPr w:rsidR="000F349A">
      <w:headerReference w:type="default" r:id="rId7"/>
      <w:footerReference w:type="default" r:id="rId8"/>
      <w:pgSz w:w="11906" w:h="16838"/>
      <w:pgMar w:top="869" w:right="1185" w:bottom="709"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663" w:rsidRDefault="00022663" w:rsidP="001F319F">
      <w:pPr>
        <w:spacing w:after="0" w:line="240" w:lineRule="auto"/>
      </w:pPr>
      <w:r>
        <w:separator/>
      </w:r>
    </w:p>
  </w:endnote>
  <w:endnote w:type="continuationSeparator" w:id="0">
    <w:p w:rsidR="00022663" w:rsidRDefault="00022663" w:rsidP="001F31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663" w:rsidRPr="001F319F" w:rsidRDefault="00022663" w:rsidP="001F319F">
    <w:pPr>
      <w:pStyle w:val="Footer"/>
      <w:tabs>
        <w:tab w:val="clear" w:pos="4513"/>
        <w:tab w:val="clear" w:pos="9026"/>
        <w:tab w:val="right" w:pos="9639"/>
      </w:tabs>
    </w:pPr>
    <w:r>
      <w:fldChar w:fldCharType="begin"/>
    </w:r>
    <w:r>
      <w:rPr>
        <w:lang w:val="en-US"/>
      </w:rPr>
      <w:instrText xml:space="preserve"> FILENAME \* MERGEFORMAT </w:instrText>
    </w:r>
    <w:r>
      <w:fldChar w:fldCharType="separate"/>
    </w:r>
    <w:r>
      <w:rPr>
        <w:noProof/>
        <w:lang w:val="en-US"/>
      </w:rPr>
      <w:t>Network Security Exercise 1.docx</w:t>
    </w:r>
    <w:r>
      <w:fldChar w:fldCharType="end"/>
    </w:r>
    <w:r>
      <w:rPr>
        <w:lang w:val="en-US"/>
      </w:rPr>
      <w:tab/>
    </w:r>
    <w:r w:rsidRPr="001F319F">
      <w:rPr>
        <w:lang w:val="en-US"/>
      </w:rPr>
      <w:t xml:space="preserve">Page </w:t>
    </w:r>
    <w:r w:rsidRPr="001F319F">
      <w:rPr>
        <w:bCs/>
        <w:lang w:val="en-US"/>
      </w:rPr>
      <w:fldChar w:fldCharType="begin"/>
    </w:r>
    <w:r w:rsidRPr="001F319F">
      <w:rPr>
        <w:bCs/>
        <w:lang w:val="en-US"/>
      </w:rPr>
      <w:instrText xml:space="preserve"> PAGE  \* Arabic  \* MERGEFORMAT </w:instrText>
    </w:r>
    <w:r w:rsidRPr="001F319F">
      <w:rPr>
        <w:bCs/>
        <w:lang w:val="en-US"/>
      </w:rPr>
      <w:fldChar w:fldCharType="separate"/>
    </w:r>
    <w:r w:rsidR="009870CD">
      <w:rPr>
        <w:bCs/>
        <w:noProof/>
        <w:lang w:val="en-US"/>
      </w:rPr>
      <w:t>6</w:t>
    </w:r>
    <w:r w:rsidRPr="001F319F">
      <w:rPr>
        <w:bCs/>
        <w:lang w:val="en-US"/>
      </w:rPr>
      <w:fldChar w:fldCharType="end"/>
    </w:r>
    <w:r w:rsidRPr="001F319F">
      <w:rPr>
        <w:lang w:val="en-US"/>
      </w:rPr>
      <w:t xml:space="preserve"> of </w:t>
    </w:r>
    <w:r w:rsidRPr="001F319F">
      <w:rPr>
        <w:bCs/>
        <w:lang w:val="en-US"/>
      </w:rPr>
      <w:fldChar w:fldCharType="begin"/>
    </w:r>
    <w:r w:rsidRPr="001F319F">
      <w:rPr>
        <w:bCs/>
        <w:lang w:val="en-US"/>
      </w:rPr>
      <w:instrText xml:space="preserve"> NUMPAGES  \* Arabic  \* MERGEFORMAT </w:instrText>
    </w:r>
    <w:r w:rsidRPr="001F319F">
      <w:rPr>
        <w:bCs/>
        <w:lang w:val="en-US"/>
      </w:rPr>
      <w:fldChar w:fldCharType="separate"/>
    </w:r>
    <w:r w:rsidR="009870CD">
      <w:rPr>
        <w:bCs/>
        <w:noProof/>
        <w:lang w:val="en-US"/>
      </w:rPr>
      <w:t>6</w:t>
    </w:r>
    <w:r w:rsidRPr="001F319F">
      <w:rPr>
        <w:bCs/>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663" w:rsidRDefault="00022663" w:rsidP="001F319F">
      <w:pPr>
        <w:spacing w:after="0" w:line="240" w:lineRule="auto"/>
      </w:pPr>
      <w:r>
        <w:separator/>
      </w:r>
    </w:p>
  </w:footnote>
  <w:footnote w:type="continuationSeparator" w:id="0">
    <w:p w:rsidR="00022663" w:rsidRDefault="00022663" w:rsidP="001F31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663" w:rsidRPr="001F319F" w:rsidRDefault="00022663">
    <w:pPr>
      <w:pStyle w:val="Header"/>
      <w:rPr>
        <w:sz w:val="18"/>
        <w:lang w:val="en-US"/>
      </w:rPr>
    </w:pPr>
    <w:r w:rsidRPr="001F319F">
      <w:rPr>
        <w:sz w:val="18"/>
        <w:lang w:val="en-US"/>
      </w:rPr>
      <w:t>3.40 Going Mobile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ocumentProtection w:edit="forms" w:enforcement="1" w:cryptProviderType="rsaAES" w:cryptAlgorithmClass="hash" w:cryptAlgorithmType="typeAny" w:cryptAlgorithmSid="14" w:cryptSpinCount="100000" w:hash="bBjlpxOG6PkSo+3PxB66kx4Xo3KEXXp4NbiR5GPncT5Pudz9LqrISc7LwQwdRy01XO+IrbeEtR3/gemX1jz1EQ==" w:salt="NOgVfG8+yB9jpKKPBOPWBg=="/>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FB5"/>
    <w:rsid w:val="00003530"/>
    <w:rsid w:val="00022663"/>
    <w:rsid w:val="00094FF0"/>
    <w:rsid w:val="000F349A"/>
    <w:rsid w:val="00132FB5"/>
    <w:rsid w:val="001F319F"/>
    <w:rsid w:val="00333AA7"/>
    <w:rsid w:val="005E66A8"/>
    <w:rsid w:val="00677E16"/>
    <w:rsid w:val="008938CA"/>
    <w:rsid w:val="008A5995"/>
    <w:rsid w:val="009870CD"/>
    <w:rsid w:val="00B2606D"/>
    <w:rsid w:val="00B75B4F"/>
    <w:rsid w:val="00D627EA"/>
    <w:rsid w:val="00D90C62"/>
    <w:rsid w:val="00E141F7"/>
    <w:rsid w:val="00F772C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5B8AE9-0B99-4D54-81E8-95C06E735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09" w:line="249" w:lineRule="auto"/>
      <w:ind w:left="10" w:hanging="10"/>
    </w:pPr>
    <w:rPr>
      <w:rFonts w:ascii="Calibri" w:eastAsia="Calibri" w:hAnsi="Calibri" w:cs="Calibri"/>
      <w:color w:val="000000"/>
    </w:rPr>
  </w:style>
  <w:style w:type="paragraph" w:styleId="Heading1">
    <w:name w:val="heading 1"/>
    <w:next w:val="Normal"/>
    <w:link w:val="Heading1Char"/>
    <w:uiPriority w:val="9"/>
    <w:unhideWhenUsed/>
    <w:qFormat/>
    <w:pPr>
      <w:keepNext/>
      <w:keepLines/>
      <w:pBdr>
        <w:top w:val="single" w:sz="6" w:space="0" w:color="000000"/>
        <w:bottom w:val="single" w:sz="6" w:space="0" w:color="000000"/>
      </w:pBdr>
      <w:shd w:val="clear" w:color="auto" w:fill="F2F2F2"/>
      <w:spacing w:after="254"/>
      <w:outlineLvl w:val="0"/>
    </w:pPr>
    <w:rPr>
      <w:rFonts w:ascii="Franklin Gothic Book" w:eastAsia="Franklin Gothic Book" w:hAnsi="Franklin Gothic Book" w:cs="Franklin Gothic Book"/>
      <w:color w:val="2E74B5"/>
      <w:sz w:val="28"/>
    </w:rPr>
  </w:style>
  <w:style w:type="paragraph" w:styleId="Heading2">
    <w:name w:val="heading 2"/>
    <w:next w:val="Normal"/>
    <w:link w:val="Heading2Char"/>
    <w:uiPriority w:val="9"/>
    <w:unhideWhenUsed/>
    <w:qFormat/>
    <w:pPr>
      <w:keepNext/>
      <w:keepLines/>
      <w:spacing w:after="0"/>
      <w:ind w:left="10" w:hanging="10"/>
      <w:outlineLvl w:val="1"/>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000000"/>
      <w:sz w:val="24"/>
    </w:rPr>
  </w:style>
  <w:style w:type="character" w:customStyle="1" w:styleId="Heading1Char">
    <w:name w:val="Heading 1 Char"/>
    <w:link w:val="Heading1"/>
    <w:rPr>
      <w:rFonts w:ascii="Franklin Gothic Book" w:eastAsia="Franklin Gothic Book" w:hAnsi="Franklin Gothic Book" w:cs="Franklin Gothic Book"/>
      <w:color w:val="2E74B5"/>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blurb">
    <w:name w:val="blurb"/>
    <w:basedOn w:val="Normal"/>
    <w:rsid w:val="00D90C62"/>
    <w:pPr>
      <w:spacing w:after="200" w:line="276" w:lineRule="auto"/>
      <w:ind w:left="0" w:firstLine="0"/>
    </w:pPr>
    <w:rPr>
      <w:rFonts w:ascii="Maiandra GD" w:eastAsia="SimSun" w:hAnsi="Maiandra GD" w:cs="Times New Roman"/>
      <w:color w:val="auto"/>
      <w:sz w:val="24"/>
      <w:szCs w:val="20"/>
      <w:lang w:val="en-US" w:eastAsia="zh-CN"/>
      <w14:shadow w14:blurRad="50800" w14:dist="38100" w14:dir="2700000" w14:sx="100000" w14:sy="100000" w14:kx="0" w14:ky="0" w14:algn="tl">
        <w14:srgbClr w14:val="000000">
          <w14:alpha w14:val="60000"/>
        </w14:srgbClr>
      </w14:shadow>
    </w:rPr>
  </w:style>
  <w:style w:type="paragraph" w:customStyle="1" w:styleId="blurbwith">
    <w:name w:val="blurbwith"/>
    <w:qFormat/>
    <w:rsid w:val="00D90C62"/>
    <w:pPr>
      <w:pBdr>
        <w:top w:val="single" w:sz="4" w:space="1" w:color="auto"/>
        <w:left w:val="single" w:sz="4" w:space="4" w:color="auto"/>
        <w:bottom w:val="dashDotStroked" w:sz="24" w:space="1" w:color="auto"/>
        <w:right w:val="dashDotStroked" w:sz="24" w:space="4" w:color="auto"/>
      </w:pBdr>
      <w:spacing w:after="0" w:line="240" w:lineRule="auto"/>
    </w:pPr>
    <w:rPr>
      <w:rFonts w:ascii="Comic Sans MS" w:eastAsia="Times New Roman" w:hAnsi="Comic Sans MS" w:cs="Times New Roman"/>
      <w:color w:val="215868" w:themeColor="accent5" w:themeShade="80"/>
      <w:sz w:val="20"/>
      <w:szCs w:val="20"/>
    </w:rPr>
  </w:style>
  <w:style w:type="paragraph" w:customStyle="1" w:styleId="exercise">
    <w:name w:val="exercise"/>
    <w:basedOn w:val="Heading1"/>
    <w:qFormat/>
    <w:rsid w:val="00D90C62"/>
    <w:pPr>
      <w:keepNext w:val="0"/>
      <w:keepLines w:val="0"/>
      <w:pBdr>
        <w:top w:val="none" w:sz="0" w:space="0" w:color="auto"/>
        <w:bottom w:val="none" w:sz="0" w:space="0" w:color="auto"/>
      </w:pBdr>
      <w:shd w:val="clear" w:color="auto" w:fill="B6DDE8" w:themeFill="accent5" w:themeFillTint="66"/>
      <w:spacing w:before="60" w:after="120" w:line="276" w:lineRule="auto"/>
    </w:pPr>
    <w:rPr>
      <w:rFonts w:ascii="Kristen ITC" w:eastAsia="SimSun" w:hAnsi="Kristen ITC" w:cs="Times New Roman"/>
      <w:b/>
      <w:color w:val="auto"/>
      <w:sz w:val="24"/>
      <w:szCs w:val="24"/>
      <w:lang w:eastAsia="zh-CN"/>
    </w:rPr>
  </w:style>
  <w:style w:type="paragraph" w:customStyle="1" w:styleId="Exercise0">
    <w:name w:val="Exercise"/>
    <w:basedOn w:val="Normal"/>
    <w:rsid w:val="00D90C62"/>
    <w:pPr>
      <w:spacing w:after="120" w:line="276" w:lineRule="auto"/>
      <w:ind w:left="0" w:firstLine="0"/>
      <w:jc w:val="both"/>
    </w:pPr>
    <w:rPr>
      <w:rFonts w:eastAsia="SimSun" w:cs="Angsana New"/>
      <w:color w:val="auto"/>
      <w:sz w:val="20"/>
      <w:szCs w:val="24"/>
      <w:lang w:eastAsia="zh-CN" w:bidi="th-TH"/>
    </w:rPr>
  </w:style>
  <w:style w:type="paragraph" w:styleId="Footer">
    <w:name w:val="footer"/>
    <w:basedOn w:val="Normal"/>
    <w:link w:val="FooterChar"/>
    <w:unhideWhenUsed/>
    <w:rsid w:val="00D90C62"/>
    <w:pPr>
      <w:tabs>
        <w:tab w:val="center" w:pos="4513"/>
        <w:tab w:val="right" w:pos="9026"/>
      </w:tabs>
      <w:spacing w:after="0" w:line="240" w:lineRule="auto"/>
      <w:ind w:left="0" w:firstLine="0"/>
    </w:pPr>
    <w:rPr>
      <w:rFonts w:eastAsia="SimSun" w:cs="Times New Roman"/>
      <w:color w:val="auto"/>
      <w:sz w:val="18"/>
      <w:szCs w:val="20"/>
      <w:lang w:eastAsia="zh-CN"/>
    </w:rPr>
  </w:style>
  <w:style w:type="character" w:customStyle="1" w:styleId="FooterChar">
    <w:name w:val="Footer Char"/>
    <w:basedOn w:val="DefaultParagraphFont"/>
    <w:link w:val="Footer"/>
    <w:rsid w:val="00D90C62"/>
    <w:rPr>
      <w:rFonts w:ascii="Calibri" w:eastAsia="SimSun" w:hAnsi="Calibri" w:cs="Times New Roman"/>
      <w:sz w:val="18"/>
      <w:szCs w:val="20"/>
      <w:lang w:eastAsia="zh-CN"/>
    </w:rPr>
  </w:style>
  <w:style w:type="paragraph" w:styleId="Header">
    <w:name w:val="header"/>
    <w:basedOn w:val="Normal"/>
    <w:link w:val="HeaderChar"/>
    <w:uiPriority w:val="99"/>
    <w:unhideWhenUsed/>
    <w:rsid w:val="00D90C62"/>
    <w:pPr>
      <w:tabs>
        <w:tab w:val="center" w:pos="4513"/>
        <w:tab w:val="right" w:pos="9026"/>
      </w:tabs>
      <w:spacing w:after="0" w:line="240" w:lineRule="auto"/>
      <w:ind w:left="0" w:firstLine="0"/>
    </w:pPr>
    <w:rPr>
      <w:rFonts w:eastAsia="SimSun" w:cs="Times New Roman"/>
      <w:color w:val="auto"/>
      <w:szCs w:val="20"/>
      <w:lang w:eastAsia="zh-CN"/>
    </w:rPr>
  </w:style>
  <w:style w:type="character" w:customStyle="1" w:styleId="HeaderChar">
    <w:name w:val="Header Char"/>
    <w:basedOn w:val="DefaultParagraphFont"/>
    <w:link w:val="Header"/>
    <w:uiPriority w:val="99"/>
    <w:rsid w:val="00D90C62"/>
    <w:rPr>
      <w:rFonts w:ascii="Calibri" w:eastAsia="SimSun" w:hAnsi="Calibri" w:cs="Times New Roman"/>
      <w:szCs w:val="20"/>
      <w:lang w:eastAsia="zh-CN"/>
    </w:rPr>
  </w:style>
  <w:style w:type="character" w:styleId="PlaceholderText">
    <w:name w:val="Placeholder Text"/>
    <w:basedOn w:val="DefaultParagraphFont"/>
    <w:uiPriority w:val="99"/>
    <w:semiHidden/>
    <w:rsid w:val="001F319F"/>
    <w:rPr>
      <w:color w:val="808080"/>
    </w:rPr>
  </w:style>
  <w:style w:type="character" w:customStyle="1" w:styleId="why">
    <w:name w:val="why"/>
    <w:basedOn w:val="DefaultParagraphFont"/>
    <w:qFormat/>
    <w:rsid w:val="00F772CF"/>
    <w:rPr>
      <w:rFonts w:ascii="Comic Sans MS" w:hAnsi="Comic Sans MS"/>
      <w:color w:val="215868" w:themeColor="accent5" w:themeShade="80"/>
      <w:sz w:val="18"/>
      <w:szCs w:val="20"/>
    </w:rPr>
  </w:style>
  <w:style w:type="paragraph" w:styleId="Title">
    <w:name w:val="Title"/>
    <w:basedOn w:val="Normal"/>
    <w:next w:val="Normal"/>
    <w:link w:val="TitleChar"/>
    <w:qFormat/>
    <w:rsid w:val="00F772CF"/>
    <w:pPr>
      <w:pBdr>
        <w:bottom w:val="single" w:sz="12" w:space="4" w:color="7030A0"/>
      </w:pBdr>
      <w:spacing w:after="300" w:line="240" w:lineRule="auto"/>
      <w:ind w:left="0" w:firstLine="0"/>
      <w:contextualSpacing/>
    </w:pPr>
    <w:rPr>
      <w:rFonts w:ascii="Maiandra GD" w:eastAsiaTheme="majorEastAsia" w:hAnsi="Maiandra GD" w:cstheme="majorBidi"/>
      <w:color w:val="215868" w:themeColor="accent5" w:themeShade="80"/>
      <w:spacing w:val="5"/>
      <w:kern w:val="28"/>
      <w:sz w:val="52"/>
      <w:szCs w:val="52"/>
      <w:lang w:eastAsia="zh-CN"/>
    </w:rPr>
  </w:style>
  <w:style w:type="character" w:customStyle="1" w:styleId="TitleChar">
    <w:name w:val="Title Char"/>
    <w:basedOn w:val="DefaultParagraphFont"/>
    <w:link w:val="Title"/>
    <w:rsid w:val="00F772CF"/>
    <w:rPr>
      <w:rFonts w:ascii="Maiandra GD" w:eastAsiaTheme="majorEastAsia" w:hAnsi="Maiandra GD" w:cstheme="majorBidi"/>
      <w:color w:val="215868" w:themeColor="accent5" w:themeShade="80"/>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65012">
      <w:bodyDiv w:val="1"/>
      <w:marLeft w:val="0"/>
      <w:marRight w:val="0"/>
      <w:marTop w:val="0"/>
      <w:marBottom w:val="0"/>
      <w:divBdr>
        <w:top w:val="none" w:sz="0" w:space="0" w:color="auto"/>
        <w:left w:val="none" w:sz="0" w:space="0" w:color="auto"/>
        <w:bottom w:val="none" w:sz="0" w:space="0" w:color="auto"/>
        <w:right w:val="none" w:sz="0" w:space="0" w:color="auto"/>
      </w:divBdr>
      <w:divsChild>
        <w:div w:id="411312777">
          <w:marLeft w:val="360"/>
          <w:marRight w:val="0"/>
          <w:marTop w:val="96"/>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787510074944037849B16F0EEEB7B9B"/>
        <w:category>
          <w:name w:val="General"/>
          <w:gallery w:val="placeholder"/>
        </w:category>
        <w:types>
          <w:type w:val="bbPlcHdr"/>
        </w:types>
        <w:behaviors>
          <w:behavior w:val="content"/>
        </w:behaviors>
        <w:guid w:val="{2AA57463-4FC6-494D-9078-6B1DCD741B1A}"/>
      </w:docPartPr>
      <w:docPartBody>
        <w:p w:rsidR="00BA3DCD" w:rsidRDefault="001D0877" w:rsidP="001D0877">
          <w:pPr>
            <w:pStyle w:val="3787510074944037849B16F0EEEB7B9B"/>
          </w:pPr>
          <w:r w:rsidRPr="004C4489">
            <w:rPr>
              <w:rStyle w:val="PlaceholderText"/>
            </w:rPr>
            <w:t>Click or tap here to enter text.</w:t>
          </w:r>
        </w:p>
      </w:docPartBody>
    </w:docPart>
    <w:docPart>
      <w:docPartPr>
        <w:name w:val="E0F75888BEA94793AC0F40A24B3CEF60"/>
        <w:category>
          <w:name w:val="General"/>
          <w:gallery w:val="placeholder"/>
        </w:category>
        <w:types>
          <w:type w:val="bbPlcHdr"/>
        </w:types>
        <w:behaviors>
          <w:behavior w:val="content"/>
        </w:behaviors>
        <w:guid w:val="{9277596D-15D8-4295-90E0-8D22EEEC5634}"/>
      </w:docPartPr>
      <w:docPartBody>
        <w:p w:rsidR="00BA3DCD" w:rsidRDefault="001D0877" w:rsidP="001D0877">
          <w:pPr>
            <w:pStyle w:val="E0F75888BEA94793AC0F40A24B3CEF60"/>
          </w:pPr>
          <w:r w:rsidRPr="004C4489">
            <w:rPr>
              <w:rStyle w:val="PlaceholderText"/>
            </w:rPr>
            <w:t>Click or tap here to enter text.</w:t>
          </w:r>
        </w:p>
      </w:docPartBody>
    </w:docPart>
    <w:docPart>
      <w:docPartPr>
        <w:name w:val="6487B05209C64631AA0F050343890B92"/>
        <w:category>
          <w:name w:val="General"/>
          <w:gallery w:val="placeholder"/>
        </w:category>
        <w:types>
          <w:type w:val="bbPlcHdr"/>
        </w:types>
        <w:behaviors>
          <w:behavior w:val="content"/>
        </w:behaviors>
        <w:guid w:val="{1025D5E4-5479-422F-97C4-2B128D0FFEFB}"/>
      </w:docPartPr>
      <w:docPartBody>
        <w:p w:rsidR="00BA3DCD" w:rsidRDefault="001D0877" w:rsidP="001D0877">
          <w:pPr>
            <w:pStyle w:val="6487B05209C64631AA0F050343890B92"/>
          </w:pPr>
          <w:r w:rsidRPr="004C4489">
            <w:rPr>
              <w:rStyle w:val="PlaceholderText"/>
            </w:rPr>
            <w:t>Click or tap here to enter text.</w:t>
          </w:r>
        </w:p>
      </w:docPartBody>
    </w:docPart>
    <w:docPart>
      <w:docPartPr>
        <w:name w:val="3A3A316012FE4ECF8695E53246E55B1C"/>
        <w:category>
          <w:name w:val="General"/>
          <w:gallery w:val="placeholder"/>
        </w:category>
        <w:types>
          <w:type w:val="bbPlcHdr"/>
        </w:types>
        <w:behaviors>
          <w:behavior w:val="content"/>
        </w:behaviors>
        <w:guid w:val="{838C72E2-83C2-49F9-A822-581E7242359A}"/>
      </w:docPartPr>
      <w:docPartBody>
        <w:p w:rsidR="00BA3DCD" w:rsidRDefault="001D0877" w:rsidP="001D0877">
          <w:pPr>
            <w:pStyle w:val="3A3A316012FE4ECF8695E53246E55B1C"/>
          </w:pPr>
          <w:r w:rsidRPr="004C4489">
            <w:rPr>
              <w:rStyle w:val="PlaceholderText"/>
            </w:rPr>
            <w:t>Click or tap here to enter text.</w:t>
          </w:r>
        </w:p>
      </w:docPartBody>
    </w:docPart>
    <w:docPart>
      <w:docPartPr>
        <w:name w:val="BD1DD51EA1F34B50A7795A6136991493"/>
        <w:category>
          <w:name w:val="General"/>
          <w:gallery w:val="placeholder"/>
        </w:category>
        <w:types>
          <w:type w:val="bbPlcHdr"/>
        </w:types>
        <w:behaviors>
          <w:behavior w:val="content"/>
        </w:behaviors>
        <w:guid w:val="{5B428408-CB9C-4EC4-A49C-43B6A7495390}"/>
      </w:docPartPr>
      <w:docPartBody>
        <w:p w:rsidR="00BA3DCD" w:rsidRDefault="001D0877" w:rsidP="001D0877">
          <w:pPr>
            <w:pStyle w:val="BD1DD51EA1F34B50A7795A6136991493"/>
          </w:pPr>
          <w:r w:rsidRPr="004C4489">
            <w:rPr>
              <w:rStyle w:val="PlaceholderText"/>
            </w:rPr>
            <w:t>Click or tap here to enter text.</w:t>
          </w:r>
        </w:p>
      </w:docPartBody>
    </w:docPart>
    <w:docPart>
      <w:docPartPr>
        <w:name w:val="643AD062916F4F65A408E2DD18D2578C"/>
        <w:category>
          <w:name w:val="General"/>
          <w:gallery w:val="placeholder"/>
        </w:category>
        <w:types>
          <w:type w:val="bbPlcHdr"/>
        </w:types>
        <w:behaviors>
          <w:behavior w:val="content"/>
        </w:behaviors>
        <w:guid w:val="{884F90D5-6C75-4FC1-B653-8A3DC9C3DB21}"/>
      </w:docPartPr>
      <w:docPartBody>
        <w:p w:rsidR="00BA3DCD" w:rsidRDefault="001D0877" w:rsidP="001D0877">
          <w:pPr>
            <w:pStyle w:val="643AD062916F4F65A408E2DD18D2578C"/>
          </w:pPr>
          <w:r w:rsidRPr="004C4489">
            <w:rPr>
              <w:rStyle w:val="PlaceholderText"/>
            </w:rPr>
            <w:t>Click or tap here to enter text.</w:t>
          </w:r>
        </w:p>
      </w:docPartBody>
    </w:docPart>
    <w:docPart>
      <w:docPartPr>
        <w:name w:val="EC30A8C5CFD846C8B760E95B76DD722B"/>
        <w:category>
          <w:name w:val="General"/>
          <w:gallery w:val="placeholder"/>
        </w:category>
        <w:types>
          <w:type w:val="bbPlcHdr"/>
        </w:types>
        <w:behaviors>
          <w:behavior w:val="content"/>
        </w:behaviors>
        <w:guid w:val="{968FE450-B6A9-4092-A0EC-5A1DA051699D}"/>
      </w:docPartPr>
      <w:docPartBody>
        <w:p w:rsidR="00BA3DCD" w:rsidRDefault="001D0877" w:rsidP="001D0877">
          <w:pPr>
            <w:pStyle w:val="EC30A8C5CFD846C8B760E95B76DD722B"/>
          </w:pPr>
          <w:r w:rsidRPr="004C4489">
            <w:rPr>
              <w:rStyle w:val="PlaceholderText"/>
            </w:rPr>
            <w:t>Click or tap here to enter text.</w:t>
          </w:r>
        </w:p>
      </w:docPartBody>
    </w:docPart>
    <w:docPart>
      <w:docPartPr>
        <w:name w:val="F84A1EED5E394F21A069D9B56BF85EA4"/>
        <w:category>
          <w:name w:val="General"/>
          <w:gallery w:val="placeholder"/>
        </w:category>
        <w:types>
          <w:type w:val="bbPlcHdr"/>
        </w:types>
        <w:behaviors>
          <w:behavior w:val="content"/>
        </w:behaviors>
        <w:guid w:val="{5CA3217B-A1BA-4C44-8160-D0FAB0F13906}"/>
      </w:docPartPr>
      <w:docPartBody>
        <w:p w:rsidR="00BA3DCD" w:rsidRDefault="001D0877" w:rsidP="001D0877">
          <w:pPr>
            <w:pStyle w:val="F84A1EED5E394F21A069D9B56BF85EA4"/>
          </w:pPr>
          <w:r w:rsidRPr="004C4489">
            <w:rPr>
              <w:rStyle w:val="PlaceholderText"/>
            </w:rPr>
            <w:t>Click or tap here to enter text.</w:t>
          </w:r>
        </w:p>
      </w:docPartBody>
    </w:docPart>
    <w:docPart>
      <w:docPartPr>
        <w:name w:val="A6FA682003714F50A3B30BAF1FD903DC"/>
        <w:category>
          <w:name w:val="General"/>
          <w:gallery w:val="placeholder"/>
        </w:category>
        <w:types>
          <w:type w:val="bbPlcHdr"/>
        </w:types>
        <w:behaviors>
          <w:behavior w:val="content"/>
        </w:behaviors>
        <w:guid w:val="{E2A57335-D351-4D40-ACAC-CBA8594615E0}"/>
      </w:docPartPr>
      <w:docPartBody>
        <w:p w:rsidR="00BA3DCD" w:rsidRDefault="001D0877" w:rsidP="001D0877">
          <w:pPr>
            <w:pStyle w:val="A6FA682003714F50A3B30BAF1FD903DC"/>
          </w:pPr>
          <w:r w:rsidRPr="004C4489">
            <w:rPr>
              <w:rStyle w:val="PlaceholderText"/>
            </w:rPr>
            <w:t>Click or tap here to enter text.</w:t>
          </w:r>
        </w:p>
      </w:docPartBody>
    </w:docPart>
    <w:docPart>
      <w:docPartPr>
        <w:name w:val="879D94EB0E9E4A9AA847378C3BBB36A9"/>
        <w:category>
          <w:name w:val="General"/>
          <w:gallery w:val="placeholder"/>
        </w:category>
        <w:types>
          <w:type w:val="bbPlcHdr"/>
        </w:types>
        <w:behaviors>
          <w:behavior w:val="content"/>
        </w:behaviors>
        <w:guid w:val="{59542601-43C6-4B47-A90E-E09EB973AE98}"/>
      </w:docPartPr>
      <w:docPartBody>
        <w:p w:rsidR="00BA3DCD" w:rsidRDefault="001D0877" w:rsidP="001D0877">
          <w:pPr>
            <w:pStyle w:val="879D94EB0E9E4A9AA847378C3BBB36A9"/>
          </w:pPr>
          <w:r w:rsidRPr="004C4489">
            <w:rPr>
              <w:rStyle w:val="PlaceholderText"/>
            </w:rPr>
            <w:t>Click or tap here to enter text.</w:t>
          </w:r>
        </w:p>
      </w:docPartBody>
    </w:docPart>
    <w:docPart>
      <w:docPartPr>
        <w:name w:val="01C58786335C44A3A9A4445C425555E6"/>
        <w:category>
          <w:name w:val="General"/>
          <w:gallery w:val="placeholder"/>
        </w:category>
        <w:types>
          <w:type w:val="bbPlcHdr"/>
        </w:types>
        <w:behaviors>
          <w:behavior w:val="content"/>
        </w:behaviors>
        <w:guid w:val="{CC38F2A9-4DED-4018-A29D-B54E9749BBE9}"/>
      </w:docPartPr>
      <w:docPartBody>
        <w:p w:rsidR="00BA3DCD" w:rsidRDefault="001D0877" w:rsidP="001D0877">
          <w:pPr>
            <w:pStyle w:val="01C58786335C44A3A9A4445C425555E6"/>
          </w:pPr>
          <w:r w:rsidRPr="004C4489">
            <w:rPr>
              <w:rStyle w:val="PlaceholderText"/>
            </w:rPr>
            <w:t>Click or tap here to enter text.</w:t>
          </w:r>
        </w:p>
      </w:docPartBody>
    </w:docPart>
    <w:docPart>
      <w:docPartPr>
        <w:name w:val="C7A641009D954132AB2CDFC191D4ECF1"/>
        <w:category>
          <w:name w:val="General"/>
          <w:gallery w:val="placeholder"/>
        </w:category>
        <w:types>
          <w:type w:val="bbPlcHdr"/>
        </w:types>
        <w:behaviors>
          <w:behavior w:val="content"/>
        </w:behaviors>
        <w:guid w:val="{6AD127A4-D30C-4D03-8E99-2531C73183E0}"/>
      </w:docPartPr>
      <w:docPartBody>
        <w:p w:rsidR="00BA3DCD" w:rsidRDefault="001D0877" w:rsidP="001D0877">
          <w:pPr>
            <w:pStyle w:val="C7A641009D954132AB2CDFC191D4ECF1"/>
          </w:pPr>
          <w:r w:rsidRPr="004C4489">
            <w:rPr>
              <w:rStyle w:val="PlaceholderText"/>
            </w:rPr>
            <w:t>Click or tap here to enter text.</w:t>
          </w:r>
        </w:p>
      </w:docPartBody>
    </w:docPart>
    <w:docPart>
      <w:docPartPr>
        <w:name w:val="BCAF012D5309475B8E12DC7E3D299BC5"/>
        <w:category>
          <w:name w:val="General"/>
          <w:gallery w:val="placeholder"/>
        </w:category>
        <w:types>
          <w:type w:val="bbPlcHdr"/>
        </w:types>
        <w:behaviors>
          <w:behavior w:val="content"/>
        </w:behaviors>
        <w:guid w:val="{CDBA938B-5676-41E3-AFE3-56CDCABB45D7}"/>
      </w:docPartPr>
      <w:docPartBody>
        <w:p w:rsidR="00BA3DCD" w:rsidRDefault="001D0877" w:rsidP="001D0877">
          <w:pPr>
            <w:pStyle w:val="BCAF012D5309475B8E12DC7E3D299BC5"/>
          </w:pPr>
          <w:r w:rsidRPr="004C4489">
            <w:rPr>
              <w:rStyle w:val="PlaceholderText"/>
            </w:rPr>
            <w:t>Click or tap here to enter text.</w:t>
          </w:r>
        </w:p>
      </w:docPartBody>
    </w:docPart>
    <w:docPart>
      <w:docPartPr>
        <w:name w:val="9B2FEE873DF147B99223930453D65E50"/>
        <w:category>
          <w:name w:val="General"/>
          <w:gallery w:val="placeholder"/>
        </w:category>
        <w:types>
          <w:type w:val="bbPlcHdr"/>
        </w:types>
        <w:behaviors>
          <w:behavior w:val="content"/>
        </w:behaviors>
        <w:guid w:val="{49C95986-993F-43BC-9D7C-C912462E34B6}"/>
      </w:docPartPr>
      <w:docPartBody>
        <w:p w:rsidR="00006BF4" w:rsidRDefault="00BA3DCD" w:rsidP="00BA3DCD">
          <w:pPr>
            <w:pStyle w:val="9B2FEE873DF147B99223930453D65E50"/>
          </w:pPr>
          <w:r w:rsidRPr="004C4489">
            <w:rPr>
              <w:rStyle w:val="PlaceholderText"/>
            </w:rPr>
            <w:t>Click or tap here to enter text.</w:t>
          </w:r>
        </w:p>
      </w:docPartBody>
    </w:docPart>
    <w:docPart>
      <w:docPartPr>
        <w:name w:val="8B97B63202A44039BDCE57A4BC6E40CC"/>
        <w:category>
          <w:name w:val="General"/>
          <w:gallery w:val="placeholder"/>
        </w:category>
        <w:types>
          <w:type w:val="bbPlcHdr"/>
        </w:types>
        <w:behaviors>
          <w:behavior w:val="content"/>
        </w:behaviors>
        <w:guid w:val="{F58CE5C4-55A0-485D-962C-BAF70966233F}"/>
      </w:docPartPr>
      <w:docPartBody>
        <w:p w:rsidR="00006BF4" w:rsidRDefault="00BA3DCD" w:rsidP="00BA3DCD">
          <w:pPr>
            <w:pStyle w:val="8B97B63202A44039BDCE57A4BC6E40CC"/>
          </w:pPr>
          <w:r w:rsidRPr="004C4489">
            <w:rPr>
              <w:rStyle w:val="PlaceholderText"/>
            </w:rPr>
            <w:t>Click or tap here to enter text.</w:t>
          </w:r>
        </w:p>
      </w:docPartBody>
    </w:docPart>
    <w:docPart>
      <w:docPartPr>
        <w:name w:val="B18BE77F0D5C4BFE97895081AFB8E001"/>
        <w:category>
          <w:name w:val="General"/>
          <w:gallery w:val="placeholder"/>
        </w:category>
        <w:types>
          <w:type w:val="bbPlcHdr"/>
        </w:types>
        <w:behaviors>
          <w:behavior w:val="content"/>
        </w:behaviors>
        <w:guid w:val="{D9716736-DF52-41D1-B0A6-1D8CAB0BCC4E}"/>
      </w:docPartPr>
      <w:docPartBody>
        <w:p w:rsidR="00006BF4" w:rsidRDefault="00BA3DCD" w:rsidP="00BA3DCD">
          <w:pPr>
            <w:pStyle w:val="B18BE77F0D5C4BFE97895081AFB8E001"/>
          </w:pPr>
          <w:r w:rsidRPr="004C4489">
            <w:rPr>
              <w:rStyle w:val="PlaceholderText"/>
            </w:rPr>
            <w:t>Click or tap here to enter text.</w:t>
          </w:r>
        </w:p>
      </w:docPartBody>
    </w:docPart>
    <w:docPart>
      <w:docPartPr>
        <w:name w:val="72849A7F1B3F4F9FA4015AE7067A3FE0"/>
        <w:category>
          <w:name w:val="General"/>
          <w:gallery w:val="placeholder"/>
        </w:category>
        <w:types>
          <w:type w:val="bbPlcHdr"/>
        </w:types>
        <w:behaviors>
          <w:behavior w:val="content"/>
        </w:behaviors>
        <w:guid w:val="{760D367A-5B8E-4E05-97E0-3D0BBB4F0408}"/>
      </w:docPartPr>
      <w:docPartBody>
        <w:p w:rsidR="00006BF4" w:rsidRDefault="00BA3DCD" w:rsidP="00BA3DCD">
          <w:pPr>
            <w:pStyle w:val="72849A7F1B3F4F9FA4015AE7067A3FE0"/>
          </w:pPr>
          <w:r w:rsidRPr="004C4489">
            <w:rPr>
              <w:rStyle w:val="PlaceholderText"/>
            </w:rPr>
            <w:t>Click or tap here to enter text.</w:t>
          </w:r>
        </w:p>
      </w:docPartBody>
    </w:docPart>
    <w:docPart>
      <w:docPartPr>
        <w:name w:val="1F2D036702684836B3FD946013F4C0EB"/>
        <w:category>
          <w:name w:val="General"/>
          <w:gallery w:val="placeholder"/>
        </w:category>
        <w:types>
          <w:type w:val="bbPlcHdr"/>
        </w:types>
        <w:behaviors>
          <w:behavior w:val="content"/>
        </w:behaviors>
        <w:guid w:val="{3165308C-D691-4DAC-877E-9ACB284E578A}"/>
      </w:docPartPr>
      <w:docPartBody>
        <w:p w:rsidR="00006BF4" w:rsidRDefault="00BA3DCD" w:rsidP="00BA3DCD">
          <w:pPr>
            <w:pStyle w:val="1F2D036702684836B3FD946013F4C0EB"/>
          </w:pPr>
          <w:r w:rsidRPr="004C4489">
            <w:rPr>
              <w:rStyle w:val="PlaceholderText"/>
            </w:rPr>
            <w:t>Click or tap here to enter text.</w:t>
          </w:r>
        </w:p>
      </w:docPartBody>
    </w:docPart>
    <w:docPart>
      <w:docPartPr>
        <w:name w:val="21092789F4C64CCEAE93642249709F0F"/>
        <w:category>
          <w:name w:val="General"/>
          <w:gallery w:val="placeholder"/>
        </w:category>
        <w:types>
          <w:type w:val="bbPlcHdr"/>
        </w:types>
        <w:behaviors>
          <w:behavior w:val="content"/>
        </w:behaviors>
        <w:guid w:val="{193FDB26-6898-43B5-8CDC-2D290067749A}"/>
      </w:docPartPr>
      <w:docPartBody>
        <w:p w:rsidR="00006BF4" w:rsidRDefault="00BA3DCD" w:rsidP="00BA3DCD">
          <w:pPr>
            <w:pStyle w:val="21092789F4C64CCEAE93642249709F0F"/>
          </w:pPr>
          <w:r w:rsidRPr="004C4489">
            <w:rPr>
              <w:rStyle w:val="PlaceholderText"/>
            </w:rPr>
            <w:t>Click or tap here to enter text.</w:t>
          </w:r>
        </w:p>
      </w:docPartBody>
    </w:docPart>
    <w:docPart>
      <w:docPartPr>
        <w:name w:val="37E2801CA12C4FE4B79BBA8EBAAF522B"/>
        <w:category>
          <w:name w:val="General"/>
          <w:gallery w:val="placeholder"/>
        </w:category>
        <w:types>
          <w:type w:val="bbPlcHdr"/>
        </w:types>
        <w:behaviors>
          <w:behavior w:val="content"/>
        </w:behaviors>
        <w:guid w:val="{C2FFDEE2-FA7B-49A9-8E88-2D0B966E7B3E}"/>
      </w:docPartPr>
      <w:docPartBody>
        <w:p w:rsidR="00006BF4" w:rsidRDefault="00BA3DCD" w:rsidP="00BA3DCD">
          <w:pPr>
            <w:pStyle w:val="37E2801CA12C4FE4B79BBA8EBAAF522B"/>
          </w:pPr>
          <w:r w:rsidRPr="004C4489">
            <w:rPr>
              <w:rStyle w:val="PlaceholderText"/>
            </w:rPr>
            <w:t>Click or tap here to enter text.</w:t>
          </w:r>
        </w:p>
      </w:docPartBody>
    </w:docPart>
    <w:docPart>
      <w:docPartPr>
        <w:name w:val="AA0126F17DEC4FAEA2D071A0CB1BF1E5"/>
        <w:category>
          <w:name w:val="General"/>
          <w:gallery w:val="placeholder"/>
        </w:category>
        <w:types>
          <w:type w:val="bbPlcHdr"/>
        </w:types>
        <w:behaviors>
          <w:behavior w:val="content"/>
        </w:behaviors>
        <w:guid w:val="{D6DCE894-45E8-40F6-A110-A4DD2E3E63D7}"/>
      </w:docPartPr>
      <w:docPartBody>
        <w:p w:rsidR="00006BF4" w:rsidRDefault="00BA3DCD" w:rsidP="00BA3DCD">
          <w:pPr>
            <w:pStyle w:val="AA0126F17DEC4FAEA2D071A0CB1BF1E5"/>
          </w:pPr>
          <w:r w:rsidRPr="004C4489">
            <w:rPr>
              <w:rStyle w:val="PlaceholderText"/>
            </w:rPr>
            <w:t>Click or tap here to enter text.</w:t>
          </w:r>
        </w:p>
      </w:docPartBody>
    </w:docPart>
    <w:docPart>
      <w:docPartPr>
        <w:name w:val="35E30918C006474A9C7076B3C0A1AAF9"/>
        <w:category>
          <w:name w:val="General"/>
          <w:gallery w:val="placeholder"/>
        </w:category>
        <w:types>
          <w:type w:val="bbPlcHdr"/>
        </w:types>
        <w:behaviors>
          <w:behavior w:val="content"/>
        </w:behaviors>
        <w:guid w:val="{E9895DC0-DE4A-467B-9880-4E7716F39748}"/>
      </w:docPartPr>
      <w:docPartBody>
        <w:p w:rsidR="00006BF4" w:rsidRDefault="00BA3DCD" w:rsidP="00BA3DCD">
          <w:pPr>
            <w:pStyle w:val="35E30918C006474A9C7076B3C0A1AAF9"/>
          </w:pPr>
          <w:r w:rsidRPr="004C4489">
            <w:rPr>
              <w:rStyle w:val="PlaceholderText"/>
            </w:rPr>
            <w:t>Click or tap here to enter text.</w:t>
          </w:r>
        </w:p>
      </w:docPartBody>
    </w:docPart>
    <w:docPart>
      <w:docPartPr>
        <w:name w:val="E7FFFD74F4F64E8FBEA2C3B05FCF6D60"/>
        <w:category>
          <w:name w:val="General"/>
          <w:gallery w:val="placeholder"/>
        </w:category>
        <w:types>
          <w:type w:val="bbPlcHdr"/>
        </w:types>
        <w:behaviors>
          <w:behavior w:val="content"/>
        </w:behaviors>
        <w:guid w:val="{9AD6A2EC-6CCE-4C93-8AF6-65B5B36B1F4A}"/>
      </w:docPartPr>
      <w:docPartBody>
        <w:p w:rsidR="00006BF4" w:rsidRDefault="00BA3DCD" w:rsidP="00BA3DCD">
          <w:pPr>
            <w:pStyle w:val="E7FFFD74F4F64E8FBEA2C3B05FCF6D60"/>
          </w:pPr>
          <w:r w:rsidRPr="004C4489">
            <w:rPr>
              <w:rStyle w:val="PlaceholderText"/>
            </w:rPr>
            <w:t>Click or tap here to enter text.</w:t>
          </w:r>
        </w:p>
      </w:docPartBody>
    </w:docPart>
    <w:docPart>
      <w:docPartPr>
        <w:name w:val="536628DF07694CBAAA828BA7589FC928"/>
        <w:category>
          <w:name w:val="General"/>
          <w:gallery w:val="placeholder"/>
        </w:category>
        <w:types>
          <w:type w:val="bbPlcHdr"/>
        </w:types>
        <w:behaviors>
          <w:behavior w:val="content"/>
        </w:behaviors>
        <w:guid w:val="{76C7BF4C-1857-48AD-AF99-AA02559BEBC8}"/>
      </w:docPartPr>
      <w:docPartBody>
        <w:p w:rsidR="00006BF4" w:rsidRDefault="00BA3DCD" w:rsidP="00BA3DCD">
          <w:pPr>
            <w:pStyle w:val="536628DF07694CBAAA828BA7589FC928"/>
          </w:pPr>
          <w:r w:rsidRPr="004C4489">
            <w:rPr>
              <w:rStyle w:val="PlaceholderText"/>
            </w:rPr>
            <w:t>Click or tap here to enter text.</w:t>
          </w:r>
        </w:p>
      </w:docPartBody>
    </w:docPart>
    <w:docPart>
      <w:docPartPr>
        <w:name w:val="5B7C7D988A7F4BD087E41C82709FAC89"/>
        <w:category>
          <w:name w:val="General"/>
          <w:gallery w:val="placeholder"/>
        </w:category>
        <w:types>
          <w:type w:val="bbPlcHdr"/>
        </w:types>
        <w:behaviors>
          <w:behavior w:val="content"/>
        </w:behaviors>
        <w:guid w:val="{472CD446-ECE1-4F07-825A-AA4F83A57889}"/>
      </w:docPartPr>
      <w:docPartBody>
        <w:p w:rsidR="00006BF4" w:rsidRDefault="00BA3DCD" w:rsidP="00BA3DCD">
          <w:pPr>
            <w:pStyle w:val="5B7C7D988A7F4BD087E41C82709FAC89"/>
          </w:pPr>
          <w:r w:rsidRPr="004C4489">
            <w:rPr>
              <w:rStyle w:val="PlaceholderText"/>
            </w:rPr>
            <w:t>Click or tap here to enter text.</w:t>
          </w:r>
        </w:p>
      </w:docPartBody>
    </w:docPart>
    <w:docPart>
      <w:docPartPr>
        <w:name w:val="5EFC1614CB3C402FB4425BA45A87464E"/>
        <w:category>
          <w:name w:val="General"/>
          <w:gallery w:val="placeholder"/>
        </w:category>
        <w:types>
          <w:type w:val="bbPlcHdr"/>
        </w:types>
        <w:behaviors>
          <w:behavior w:val="content"/>
        </w:behaviors>
        <w:guid w:val="{42C1DDAA-9369-448C-BDBA-9B099B7EC5A8}"/>
      </w:docPartPr>
      <w:docPartBody>
        <w:p w:rsidR="00006BF4" w:rsidRDefault="00BA3DCD" w:rsidP="00BA3DCD">
          <w:pPr>
            <w:pStyle w:val="5EFC1614CB3C402FB4425BA45A87464E"/>
          </w:pPr>
          <w:r w:rsidRPr="004C4489">
            <w:rPr>
              <w:rStyle w:val="PlaceholderText"/>
            </w:rPr>
            <w:t>Click or tap here to enter text.</w:t>
          </w:r>
        </w:p>
      </w:docPartBody>
    </w:docPart>
    <w:docPart>
      <w:docPartPr>
        <w:name w:val="A6488D60CCF9453B93E9B5835D5E4E41"/>
        <w:category>
          <w:name w:val="General"/>
          <w:gallery w:val="placeholder"/>
        </w:category>
        <w:types>
          <w:type w:val="bbPlcHdr"/>
        </w:types>
        <w:behaviors>
          <w:behavior w:val="content"/>
        </w:behaviors>
        <w:guid w:val="{F6FD105C-37AE-4343-B8E6-998F21EBCA9B}"/>
      </w:docPartPr>
      <w:docPartBody>
        <w:p w:rsidR="00006BF4" w:rsidRDefault="00BA3DCD" w:rsidP="00BA3DCD">
          <w:pPr>
            <w:pStyle w:val="A6488D60CCF9453B93E9B5835D5E4E41"/>
          </w:pPr>
          <w:r w:rsidRPr="004C4489">
            <w:rPr>
              <w:rStyle w:val="PlaceholderText"/>
            </w:rPr>
            <w:t>Click or tap here to enter text.</w:t>
          </w:r>
        </w:p>
      </w:docPartBody>
    </w:docPart>
    <w:docPart>
      <w:docPartPr>
        <w:name w:val="416AE6E0CBB84F02AB084772F759CF8F"/>
        <w:category>
          <w:name w:val="General"/>
          <w:gallery w:val="placeholder"/>
        </w:category>
        <w:types>
          <w:type w:val="bbPlcHdr"/>
        </w:types>
        <w:behaviors>
          <w:behavior w:val="content"/>
        </w:behaviors>
        <w:guid w:val="{77F70627-2BD5-4BE9-9083-79882D3FDD1E}"/>
      </w:docPartPr>
      <w:docPartBody>
        <w:p w:rsidR="00006BF4" w:rsidRDefault="00BA3DCD" w:rsidP="00BA3DCD">
          <w:pPr>
            <w:pStyle w:val="416AE6E0CBB84F02AB084772F759CF8F"/>
          </w:pPr>
          <w:r w:rsidRPr="004C4489">
            <w:rPr>
              <w:rStyle w:val="PlaceholderText"/>
            </w:rPr>
            <w:t>Click or tap here to enter text.</w:t>
          </w:r>
        </w:p>
      </w:docPartBody>
    </w:docPart>
    <w:docPart>
      <w:docPartPr>
        <w:name w:val="0485C3BFF5A944A1990F74EFFD06D3E4"/>
        <w:category>
          <w:name w:val="General"/>
          <w:gallery w:val="placeholder"/>
        </w:category>
        <w:types>
          <w:type w:val="bbPlcHdr"/>
        </w:types>
        <w:behaviors>
          <w:behavior w:val="content"/>
        </w:behaviors>
        <w:guid w:val="{F850941E-08D2-40C6-AC3C-98E50BDE80F3}"/>
      </w:docPartPr>
      <w:docPartBody>
        <w:p w:rsidR="00006BF4" w:rsidRDefault="00BA3DCD" w:rsidP="00BA3DCD">
          <w:pPr>
            <w:pStyle w:val="0485C3BFF5A944A1990F74EFFD06D3E4"/>
          </w:pPr>
          <w:r w:rsidRPr="004C4489">
            <w:rPr>
              <w:rStyle w:val="PlaceholderText"/>
            </w:rPr>
            <w:t>Click or tap here to enter text.</w:t>
          </w:r>
        </w:p>
      </w:docPartBody>
    </w:docPart>
    <w:docPart>
      <w:docPartPr>
        <w:name w:val="5C1C506B16D34B5DAF7C86122B6B83E5"/>
        <w:category>
          <w:name w:val="General"/>
          <w:gallery w:val="placeholder"/>
        </w:category>
        <w:types>
          <w:type w:val="bbPlcHdr"/>
        </w:types>
        <w:behaviors>
          <w:behavior w:val="content"/>
        </w:behaviors>
        <w:guid w:val="{E1730D41-F7D7-41FB-9DB7-CA5D75C6F7C0}"/>
      </w:docPartPr>
      <w:docPartBody>
        <w:p w:rsidR="00006BF4" w:rsidRDefault="00BA3DCD" w:rsidP="00BA3DCD">
          <w:pPr>
            <w:pStyle w:val="5C1C506B16D34B5DAF7C86122B6B83E5"/>
          </w:pPr>
          <w:r w:rsidRPr="004C4489">
            <w:rPr>
              <w:rStyle w:val="PlaceholderText"/>
            </w:rPr>
            <w:t>Click or tap here to enter text.</w:t>
          </w:r>
        </w:p>
      </w:docPartBody>
    </w:docPart>
    <w:docPart>
      <w:docPartPr>
        <w:name w:val="7F00424F50C2453D9A6B9F7D4F7AAC3E"/>
        <w:category>
          <w:name w:val="General"/>
          <w:gallery w:val="placeholder"/>
        </w:category>
        <w:types>
          <w:type w:val="bbPlcHdr"/>
        </w:types>
        <w:behaviors>
          <w:behavior w:val="content"/>
        </w:behaviors>
        <w:guid w:val="{98B45660-12E1-4BD8-9947-AE235669C101}"/>
      </w:docPartPr>
      <w:docPartBody>
        <w:p w:rsidR="00006BF4" w:rsidRDefault="00BA3DCD" w:rsidP="00BA3DCD">
          <w:pPr>
            <w:pStyle w:val="7F00424F50C2453D9A6B9F7D4F7AAC3E"/>
          </w:pPr>
          <w:r w:rsidRPr="004C4489">
            <w:rPr>
              <w:rStyle w:val="PlaceholderText"/>
            </w:rPr>
            <w:t>Click or tap here to enter text.</w:t>
          </w:r>
        </w:p>
      </w:docPartBody>
    </w:docPart>
    <w:docPart>
      <w:docPartPr>
        <w:name w:val="176AB795225D425AB0D2D5D60CF138BF"/>
        <w:category>
          <w:name w:val="General"/>
          <w:gallery w:val="placeholder"/>
        </w:category>
        <w:types>
          <w:type w:val="bbPlcHdr"/>
        </w:types>
        <w:behaviors>
          <w:behavior w:val="content"/>
        </w:behaviors>
        <w:guid w:val="{3D680DED-C1F3-45D6-BB96-547096A82629}"/>
      </w:docPartPr>
      <w:docPartBody>
        <w:p w:rsidR="00006BF4" w:rsidRDefault="00BA3DCD" w:rsidP="00BA3DCD">
          <w:pPr>
            <w:pStyle w:val="176AB795225D425AB0D2D5D60CF138BF"/>
          </w:pPr>
          <w:r w:rsidRPr="004C4489">
            <w:rPr>
              <w:rStyle w:val="PlaceholderText"/>
            </w:rPr>
            <w:t>Click or tap here to enter text.</w:t>
          </w:r>
        </w:p>
      </w:docPartBody>
    </w:docPart>
    <w:docPart>
      <w:docPartPr>
        <w:name w:val="F5C0BAD6F5404EE79AF0B68608922704"/>
        <w:category>
          <w:name w:val="General"/>
          <w:gallery w:val="placeholder"/>
        </w:category>
        <w:types>
          <w:type w:val="bbPlcHdr"/>
        </w:types>
        <w:behaviors>
          <w:behavior w:val="content"/>
        </w:behaviors>
        <w:guid w:val="{C293466A-3ECB-4AB7-AC30-6A8F60E303A6}"/>
      </w:docPartPr>
      <w:docPartBody>
        <w:p w:rsidR="00006BF4" w:rsidRDefault="00BA3DCD" w:rsidP="00BA3DCD">
          <w:pPr>
            <w:pStyle w:val="F5C0BAD6F5404EE79AF0B68608922704"/>
          </w:pPr>
          <w:r w:rsidRPr="004C4489">
            <w:rPr>
              <w:rStyle w:val="PlaceholderText"/>
            </w:rPr>
            <w:t>Click or tap here to enter text.</w:t>
          </w:r>
        </w:p>
      </w:docPartBody>
    </w:docPart>
    <w:docPart>
      <w:docPartPr>
        <w:name w:val="E1158381B1EB408A8B53A03C86FCEC94"/>
        <w:category>
          <w:name w:val="General"/>
          <w:gallery w:val="placeholder"/>
        </w:category>
        <w:types>
          <w:type w:val="bbPlcHdr"/>
        </w:types>
        <w:behaviors>
          <w:behavior w:val="content"/>
        </w:behaviors>
        <w:guid w:val="{BA0216F2-5E11-4B28-A8B0-104CDE2E4A63}"/>
      </w:docPartPr>
      <w:docPartBody>
        <w:p w:rsidR="00006BF4" w:rsidRDefault="00BA3DCD" w:rsidP="00BA3DCD">
          <w:pPr>
            <w:pStyle w:val="E1158381B1EB408A8B53A03C86FCEC94"/>
          </w:pPr>
          <w:r w:rsidRPr="004C4489">
            <w:rPr>
              <w:rStyle w:val="PlaceholderText"/>
            </w:rPr>
            <w:t>Click or tap here to enter text.</w:t>
          </w:r>
        </w:p>
      </w:docPartBody>
    </w:docPart>
    <w:docPart>
      <w:docPartPr>
        <w:name w:val="BEFE9EEBF1A743C99394AE6E66110EFF"/>
        <w:category>
          <w:name w:val="General"/>
          <w:gallery w:val="placeholder"/>
        </w:category>
        <w:types>
          <w:type w:val="bbPlcHdr"/>
        </w:types>
        <w:behaviors>
          <w:behavior w:val="content"/>
        </w:behaviors>
        <w:guid w:val="{4B6B3949-6A4B-42E4-8A5F-93E463340506}"/>
      </w:docPartPr>
      <w:docPartBody>
        <w:p w:rsidR="00006BF4" w:rsidRDefault="00BA3DCD" w:rsidP="00BA3DCD">
          <w:pPr>
            <w:pStyle w:val="BEFE9EEBF1A743C99394AE6E66110EFF"/>
          </w:pPr>
          <w:r w:rsidRPr="004C448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16"/>
    <w:rsid w:val="00006BF4"/>
    <w:rsid w:val="001D0877"/>
    <w:rsid w:val="00360916"/>
    <w:rsid w:val="00BA3DC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A3DCD"/>
    <w:rPr>
      <w:color w:val="808080"/>
    </w:rPr>
  </w:style>
  <w:style w:type="paragraph" w:customStyle="1" w:styleId="E69D09BE51A842B6A1200FBDF8657F47">
    <w:name w:val="E69D09BE51A842B6A1200FBDF8657F47"/>
    <w:rsid w:val="00360916"/>
  </w:style>
  <w:style w:type="paragraph" w:customStyle="1" w:styleId="2AE94659321843179D7C26F4391D6B81">
    <w:name w:val="2AE94659321843179D7C26F4391D6B81"/>
    <w:rsid w:val="00360916"/>
  </w:style>
  <w:style w:type="paragraph" w:customStyle="1" w:styleId="7F52648595474966A536CD5F2E20A1CB">
    <w:name w:val="7F52648595474966A536CD5F2E20A1CB"/>
    <w:rsid w:val="00360916"/>
  </w:style>
  <w:style w:type="paragraph" w:customStyle="1" w:styleId="A71325FF6DE848648A1CADB38F5C7BAA">
    <w:name w:val="A71325FF6DE848648A1CADB38F5C7BAA"/>
    <w:rsid w:val="00360916"/>
  </w:style>
  <w:style w:type="paragraph" w:customStyle="1" w:styleId="B3C1752AFD8A486A8127D9B306307955">
    <w:name w:val="B3C1752AFD8A486A8127D9B306307955"/>
    <w:rsid w:val="00360916"/>
  </w:style>
  <w:style w:type="paragraph" w:customStyle="1" w:styleId="6B024105FC06445ABD2F84840BBEAAF9">
    <w:name w:val="6B024105FC06445ABD2F84840BBEAAF9"/>
    <w:rsid w:val="00360916"/>
  </w:style>
  <w:style w:type="paragraph" w:customStyle="1" w:styleId="8F45640D435F461E89E33A79C9461B6F">
    <w:name w:val="8F45640D435F461E89E33A79C9461B6F"/>
    <w:rsid w:val="00360916"/>
  </w:style>
  <w:style w:type="paragraph" w:customStyle="1" w:styleId="421180673E2D46A18AA0959A3CCB9DA1">
    <w:name w:val="421180673E2D46A18AA0959A3CCB9DA1"/>
    <w:rsid w:val="00360916"/>
  </w:style>
  <w:style w:type="paragraph" w:customStyle="1" w:styleId="BD208098A4F644CA86E3CB22520A4B3D">
    <w:name w:val="BD208098A4F644CA86E3CB22520A4B3D"/>
    <w:rsid w:val="00360916"/>
  </w:style>
  <w:style w:type="paragraph" w:customStyle="1" w:styleId="BFC4F784F77C48DD8F9672C73E6F034E">
    <w:name w:val="BFC4F784F77C48DD8F9672C73E6F034E"/>
    <w:rsid w:val="00360916"/>
  </w:style>
  <w:style w:type="paragraph" w:customStyle="1" w:styleId="538F74CA30E54E32B299724890709DED">
    <w:name w:val="538F74CA30E54E32B299724890709DED"/>
    <w:rsid w:val="00360916"/>
  </w:style>
  <w:style w:type="paragraph" w:customStyle="1" w:styleId="E4BCAE40292E4EC4A9C111BC3EE7ADDA">
    <w:name w:val="E4BCAE40292E4EC4A9C111BC3EE7ADDA"/>
    <w:rsid w:val="00360916"/>
  </w:style>
  <w:style w:type="paragraph" w:customStyle="1" w:styleId="DB64271223344CF8963D6FA0040754BF">
    <w:name w:val="DB64271223344CF8963D6FA0040754BF"/>
    <w:rsid w:val="00360916"/>
  </w:style>
  <w:style w:type="paragraph" w:customStyle="1" w:styleId="DAA2131154D343E7A4E4AE4DB5CA5373">
    <w:name w:val="DAA2131154D343E7A4E4AE4DB5CA5373"/>
    <w:rsid w:val="00360916"/>
  </w:style>
  <w:style w:type="paragraph" w:customStyle="1" w:styleId="BBCFDFE4F3674243933C72133E015AA9">
    <w:name w:val="BBCFDFE4F3674243933C72133E015AA9"/>
    <w:rsid w:val="00360916"/>
  </w:style>
  <w:style w:type="paragraph" w:customStyle="1" w:styleId="3EDC642C299C494CB6CCE8E778894622">
    <w:name w:val="3EDC642C299C494CB6CCE8E778894622"/>
    <w:rsid w:val="00360916"/>
  </w:style>
  <w:style w:type="paragraph" w:customStyle="1" w:styleId="3BE5788BA2474458AF2CD068807F80CB">
    <w:name w:val="3BE5788BA2474458AF2CD068807F80CB"/>
    <w:rsid w:val="00360916"/>
  </w:style>
  <w:style w:type="paragraph" w:customStyle="1" w:styleId="4277DA3FA18E48E3812F81611378AD1D">
    <w:name w:val="4277DA3FA18E48E3812F81611378AD1D"/>
    <w:rsid w:val="00360916"/>
  </w:style>
  <w:style w:type="paragraph" w:customStyle="1" w:styleId="66B5A1D9091741469F0F64B3F1E5BADB">
    <w:name w:val="66B5A1D9091741469F0F64B3F1E5BADB"/>
    <w:rsid w:val="00360916"/>
  </w:style>
  <w:style w:type="paragraph" w:customStyle="1" w:styleId="D2E8D6F409A14F80A4EA37902470ADF9">
    <w:name w:val="D2E8D6F409A14F80A4EA37902470ADF9"/>
    <w:rsid w:val="00360916"/>
  </w:style>
  <w:style w:type="paragraph" w:customStyle="1" w:styleId="2576C2F2D75B4B5A96D403BC407B2F50">
    <w:name w:val="2576C2F2D75B4B5A96D403BC407B2F50"/>
    <w:rsid w:val="00360916"/>
  </w:style>
  <w:style w:type="paragraph" w:customStyle="1" w:styleId="82F8E5D1B48C4E1C924BD2634FB83F1D">
    <w:name w:val="82F8E5D1B48C4E1C924BD2634FB83F1D"/>
    <w:rsid w:val="00360916"/>
  </w:style>
  <w:style w:type="paragraph" w:customStyle="1" w:styleId="3560B098179B473AAA8FC41898175884">
    <w:name w:val="3560B098179B473AAA8FC41898175884"/>
    <w:rsid w:val="00360916"/>
  </w:style>
  <w:style w:type="paragraph" w:customStyle="1" w:styleId="DF860382A0344B9CB7B7BDA7F5B3ED41">
    <w:name w:val="DF860382A0344B9CB7B7BDA7F5B3ED41"/>
    <w:rsid w:val="00360916"/>
  </w:style>
  <w:style w:type="paragraph" w:customStyle="1" w:styleId="A359397EDA4D4F97885264E9CAB726E0">
    <w:name w:val="A359397EDA4D4F97885264E9CAB726E0"/>
    <w:rsid w:val="00360916"/>
  </w:style>
  <w:style w:type="paragraph" w:customStyle="1" w:styleId="5D7CA4AA132D498EA881C2B889CD6588">
    <w:name w:val="5D7CA4AA132D498EA881C2B889CD6588"/>
    <w:rsid w:val="00360916"/>
  </w:style>
  <w:style w:type="paragraph" w:customStyle="1" w:styleId="AA2C9C26942546D0BBB4FCA48771911E">
    <w:name w:val="AA2C9C26942546D0BBB4FCA48771911E"/>
    <w:rsid w:val="00360916"/>
  </w:style>
  <w:style w:type="paragraph" w:customStyle="1" w:styleId="8E6A9B3EA69E4D3EB68D815CE6196057">
    <w:name w:val="8E6A9B3EA69E4D3EB68D815CE6196057"/>
    <w:rsid w:val="00360916"/>
  </w:style>
  <w:style w:type="paragraph" w:customStyle="1" w:styleId="3787510074944037849B16F0EEEB7B9B">
    <w:name w:val="3787510074944037849B16F0EEEB7B9B"/>
    <w:rsid w:val="001D0877"/>
  </w:style>
  <w:style w:type="paragraph" w:customStyle="1" w:styleId="E0F75888BEA94793AC0F40A24B3CEF60">
    <w:name w:val="E0F75888BEA94793AC0F40A24B3CEF60"/>
    <w:rsid w:val="001D0877"/>
  </w:style>
  <w:style w:type="paragraph" w:customStyle="1" w:styleId="6487B05209C64631AA0F050343890B92">
    <w:name w:val="6487B05209C64631AA0F050343890B92"/>
    <w:rsid w:val="001D0877"/>
  </w:style>
  <w:style w:type="paragraph" w:customStyle="1" w:styleId="3A3A316012FE4ECF8695E53246E55B1C">
    <w:name w:val="3A3A316012FE4ECF8695E53246E55B1C"/>
    <w:rsid w:val="001D0877"/>
  </w:style>
  <w:style w:type="paragraph" w:customStyle="1" w:styleId="BD1DD51EA1F34B50A7795A6136991493">
    <w:name w:val="BD1DD51EA1F34B50A7795A6136991493"/>
    <w:rsid w:val="001D0877"/>
  </w:style>
  <w:style w:type="paragraph" w:customStyle="1" w:styleId="643AD062916F4F65A408E2DD18D2578C">
    <w:name w:val="643AD062916F4F65A408E2DD18D2578C"/>
    <w:rsid w:val="001D0877"/>
  </w:style>
  <w:style w:type="paragraph" w:customStyle="1" w:styleId="EC30A8C5CFD846C8B760E95B76DD722B">
    <w:name w:val="EC30A8C5CFD846C8B760E95B76DD722B"/>
    <w:rsid w:val="001D0877"/>
  </w:style>
  <w:style w:type="paragraph" w:customStyle="1" w:styleId="F84A1EED5E394F21A069D9B56BF85EA4">
    <w:name w:val="F84A1EED5E394F21A069D9B56BF85EA4"/>
    <w:rsid w:val="001D0877"/>
  </w:style>
  <w:style w:type="paragraph" w:customStyle="1" w:styleId="A6FA682003714F50A3B30BAF1FD903DC">
    <w:name w:val="A6FA682003714F50A3B30BAF1FD903DC"/>
    <w:rsid w:val="001D0877"/>
  </w:style>
  <w:style w:type="paragraph" w:customStyle="1" w:styleId="879D94EB0E9E4A9AA847378C3BBB36A9">
    <w:name w:val="879D94EB0E9E4A9AA847378C3BBB36A9"/>
    <w:rsid w:val="001D0877"/>
  </w:style>
  <w:style w:type="paragraph" w:customStyle="1" w:styleId="01C58786335C44A3A9A4445C425555E6">
    <w:name w:val="01C58786335C44A3A9A4445C425555E6"/>
    <w:rsid w:val="001D0877"/>
  </w:style>
  <w:style w:type="paragraph" w:customStyle="1" w:styleId="C7A641009D954132AB2CDFC191D4ECF1">
    <w:name w:val="C7A641009D954132AB2CDFC191D4ECF1"/>
    <w:rsid w:val="001D0877"/>
  </w:style>
  <w:style w:type="paragraph" w:customStyle="1" w:styleId="BCAF012D5309475B8E12DC7E3D299BC5">
    <w:name w:val="BCAF012D5309475B8E12DC7E3D299BC5"/>
    <w:rsid w:val="001D0877"/>
  </w:style>
  <w:style w:type="paragraph" w:customStyle="1" w:styleId="5042969BBE2C4AAC8A0F0E0AC02E04CD">
    <w:name w:val="5042969BBE2C4AAC8A0F0E0AC02E04CD"/>
    <w:rsid w:val="001D0877"/>
  </w:style>
  <w:style w:type="paragraph" w:customStyle="1" w:styleId="180626F80BAB479F86779578F1987EAF">
    <w:name w:val="180626F80BAB479F86779578F1987EAF"/>
    <w:rsid w:val="001D0877"/>
  </w:style>
  <w:style w:type="paragraph" w:customStyle="1" w:styleId="E99DBF000A794134B54F65323ACE0373">
    <w:name w:val="E99DBF000A794134B54F65323ACE0373"/>
    <w:rsid w:val="001D0877"/>
  </w:style>
  <w:style w:type="paragraph" w:customStyle="1" w:styleId="A1CE61A2D8354408A8AD1E1D0174AE6A">
    <w:name w:val="A1CE61A2D8354408A8AD1E1D0174AE6A"/>
    <w:rsid w:val="001D0877"/>
  </w:style>
  <w:style w:type="paragraph" w:customStyle="1" w:styleId="9B2FEE873DF147B99223930453D65E50">
    <w:name w:val="9B2FEE873DF147B99223930453D65E50"/>
    <w:rsid w:val="00BA3DCD"/>
  </w:style>
  <w:style w:type="paragraph" w:customStyle="1" w:styleId="8B97B63202A44039BDCE57A4BC6E40CC">
    <w:name w:val="8B97B63202A44039BDCE57A4BC6E40CC"/>
    <w:rsid w:val="00BA3DCD"/>
  </w:style>
  <w:style w:type="paragraph" w:customStyle="1" w:styleId="B18BE77F0D5C4BFE97895081AFB8E001">
    <w:name w:val="B18BE77F0D5C4BFE97895081AFB8E001"/>
    <w:rsid w:val="00BA3DCD"/>
  </w:style>
  <w:style w:type="paragraph" w:customStyle="1" w:styleId="72849A7F1B3F4F9FA4015AE7067A3FE0">
    <w:name w:val="72849A7F1B3F4F9FA4015AE7067A3FE0"/>
    <w:rsid w:val="00BA3DCD"/>
  </w:style>
  <w:style w:type="paragraph" w:customStyle="1" w:styleId="1F2D036702684836B3FD946013F4C0EB">
    <w:name w:val="1F2D036702684836B3FD946013F4C0EB"/>
    <w:rsid w:val="00BA3DCD"/>
  </w:style>
  <w:style w:type="paragraph" w:customStyle="1" w:styleId="21092789F4C64CCEAE93642249709F0F">
    <w:name w:val="21092789F4C64CCEAE93642249709F0F"/>
    <w:rsid w:val="00BA3DCD"/>
  </w:style>
  <w:style w:type="paragraph" w:customStyle="1" w:styleId="37E2801CA12C4FE4B79BBA8EBAAF522B">
    <w:name w:val="37E2801CA12C4FE4B79BBA8EBAAF522B"/>
    <w:rsid w:val="00BA3DCD"/>
  </w:style>
  <w:style w:type="paragraph" w:customStyle="1" w:styleId="AA0126F17DEC4FAEA2D071A0CB1BF1E5">
    <w:name w:val="AA0126F17DEC4FAEA2D071A0CB1BF1E5"/>
    <w:rsid w:val="00BA3DCD"/>
  </w:style>
  <w:style w:type="paragraph" w:customStyle="1" w:styleId="35E30918C006474A9C7076B3C0A1AAF9">
    <w:name w:val="35E30918C006474A9C7076B3C0A1AAF9"/>
    <w:rsid w:val="00BA3DCD"/>
  </w:style>
  <w:style w:type="paragraph" w:customStyle="1" w:styleId="E7FFFD74F4F64E8FBEA2C3B05FCF6D60">
    <w:name w:val="E7FFFD74F4F64E8FBEA2C3B05FCF6D60"/>
    <w:rsid w:val="00BA3DCD"/>
  </w:style>
  <w:style w:type="paragraph" w:customStyle="1" w:styleId="536628DF07694CBAAA828BA7589FC928">
    <w:name w:val="536628DF07694CBAAA828BA7589FC928"/>
    <w:rsid w:val="00BA3DCD"/>
  </w:style>
  <w:style w:type="paragraph" w:customStyle="1" w:styleId="5B7C7D988A7F4BD087E41C82709FAC89">
    <w:name w:val="5B7C7D988A7F4BD087E41C82709FAC89"/>
    <w:rsid w:val="00BA3DCD"/>
  </w:style>
  <w:style w:type="paragraph" w:customStyle="1" w:styleId="5EFC1614CB3C402FB4425BA45A87464E">
    <w:name w:val="5EFC1614CB3C402FB4425BA45A87464E"/>
    <w:rsid w:val="00BA3DCD"/>
  </w:style>
  <w:style w:type="paragraph" w:customStyle="1" w:styleId="A6488D60CCF9453B93E9B5835D5E4E41">
    <w:name w:val="A6488D60CCF9453B93E9B5835D5E4E41"/>
    <w:rsid w:val="00BA3DCD"/>
  </w:style>
  <w:style w:type="paragraph" w:customStyle="1" w:styleId="416AE6E0CBB84F02AB084772F759CF8F">
    <w:name w:val="416AE6E0CBB84F02AB084772F759CF8F"/>
    <w:rsid w:val="00BA3DCD"/>
  </w:style>
  <w:style w:type="paragraph" w:customStyle="1" w:styleId="0485C3BFF5A944A1990F74EFFD06D3E4">
    <w:name w:val="0485C3BFF5A944A1990F74EFFD06D3E4"/>
    <w:rsid w:val="00BA3DCD"/>
  </w:style>
  <w:style w:type="paragraph" w:customStyle="1" w:styleId="5C1C506B16D34B5DAF7C86122B6B83E5">
    <w:name w:val="5C1C506B16D34B5DAF7C86122B6B83E5"/>
    <w:rsid w:val="00BA3DCD"/>
  </w:style>
  <w:style w:type="paragraph" w:customStyle="1" w:styleId="7F00424F50C2453D9A6B9F7D4F7AAC3E">
    <w:name w:val="7F00424F50C2453D9A6B9F7D4F7AAC3E"/>
    <w:rsid w:val="00BA3DCD"/>
  </w:style>
  <w:style w:type="paragraph" w:customStyle="1" w:styleId="176AB795225D425AB0D2D5D60CF138BF">
    <w:name w:val="176AB795225D425AB0D2D5D60CF138BF"/>
    <w:rsid w:val="00BA3DCD"/>
  </w:style>
  <w:style w:type="paragraph" w:customStyle="1" w:styleId="F5C0BAD6F5404EE79AF0B68608922704">
    <w:name w:val="F5C0BAD6F5404EE79AF0B68608922704"/>
    <w:rsid w:val="00BA3DCD"/>
  </w:style>
  <w:style w:type="paragraph" w:customStyle="1" w:styleId="E1158381B1EB408A8B53A03C86FCEC94">
    <w:name w:val="E1158381B1EB408A8B53A03C86FCEC94"/>
    <w:rsid w:val="00BA3DCD"/>
  </w:style>
  <w:style w:type="paragraph" w:customStyle="1" w:styleId="BEFE9EEBF1A743C99394AE6E66110EFF">
    <w:name w:val="BEFE9EEBF1A743C99394AE6E66110EFF"/>
    <w:rsid w:val="00BA3D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3606E796.dotm</Template>
  <TotalTime>41</TotalTime>
  <Pages>6</Pages>
  <Words>975</Words>
  <Characters>5560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Eastern Institute of Technology</Company>
  <LinksUpToDate>false</LinksUpToDate>
  <CharactersWithSpaces>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ITTL340 Going Mobile</dc:subject>
  <dc:creator>Bekah Taylor</dc:creator>
  <cp:keywords/>
  <cp:lastModifiedBy>Gay Robertson</cp:lastModifiedBy>
  <cp:revision>6</cp:revision>
  <dcterms:created xsi:type="dcterms:W3CDTF">2017-09-05T01:17:00Z</dcterms:created>
  <dcterms:modified xsi:type="dcterms:W3CDTF">2017-11-14T21:40:00Z</dcterms:modified>
</cp:coreProperties>
</file>