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A45" w:rsidRDefault="00123A45" w:rsidP="00123A45"/>
    <w:p w:rsidR="006259E3" w:rsidRDefault="00400D2E" w:rsidP="006259E3">
      <w:pPr>
        <w:pStyle w:val="exercise"/>
      </w:pPr>
      <w:r>
        <w:t>Exercise 1</w:t>
      </w:r>
      <w:r w:rsidR="006259E3">
        <w:t xml:space="preserve"> </w:t>
      </w:r>
      <w:r>
        <w:t>Report Writing</w:t>
      </w:r>
    </w:p>
    <w:p w:rsidR="0070185E" w:rsidRDefault="0070185E" w:rsidP="0070185E"/>
    <w:p w:rsidR="00400D2E" w:rsidRPr="00400D2E" w:rsidRDefault="00400D2E" w:rsidP="00400D2E">
      <w:pPr>
        <w:pStyle w:val="blurbwith"/>
        <w:spacing w:line="360" w:lineRule="auto"/>
      </w:pPr>
      <w:r w:rsidRPr="00400D2E">
        <w:t xml:space="preserve">A report is a written presentation of factual information based on an investigation or research.  Reports form the basis for solving problems or making decisions, often in the subjects of business and the sciences. </w:t>
      </w:r>
    </w:p>
    <w:p w:rsidR="00400D2E" w:rsidRPr="00400D2E" w:rsidRDefault="00400D2E" w:rsidP="00400D2E">
      <w:pPr>
        <w:pStyle w:val="blurbwith"/>
        <w:spacing w:line="360" w:lineRule="auto"/>
      </w:pPr>
      <w:r w:rsidRPr="00400D2E">
        <w:t xml:space="preserve">Reports follow a standardised format.  This allows the reader to find the information easily and focus on specific areas. </w:t>
      </w:r>
    </w:p>
    <w:p w:rsidR="00400D2E" w:rsidRPr="00400D2E" w:rsidRDefault="00400D2E" w:rsidP="00400D2E">
      <w:pPr>
        <w:pStyle w:val="blurbwith"/>
        <w:spacing w:line="360" w:lineRule="auto"/>
      </w:pPr>
      <w:r w:rsidRPr="00400D2E">
        <w:t xml:space="preserve">Instructions </w:t>
      </w:r>
    </w:p>
    <w:p w:rsidR="004357B4" w:rsidRDefault="00400D2E" w:rsidP="00400D2E">
      <w:pPr>
        <w:pStyle w:val="blurbwith"/>
        <w:spacing w:line="360" w:lineRule="auto"/>
      </w:pPr>
      <w:r>
        <w:t>Key the correct name of the section of the</w:t>
      </w:r>
      <w:r w:rsidRPr="00400D2E">
        <w:t xml:space="preserve"> report </w:t>
      </w:r>
      <w:r>
        <w:t>beside the purpose</w:t>
      </w:r>
      <w:r w:rsidRPr="00400D2E">
        <w:t>.</w:t>
      </w:r>
      <w:r>
        <w:t xml:space="preserve">  Choose the section name from the following list:</w:t>
      </w:r>
    </w:p>
    <w:p w:rsidR="00400D2E" w:rsidRDefault="00400D2E" w:rsidP="00400D2E">
      <w:pPr>
        <w:pStyle w:val="blurbwith"/>
        <w:tabs>
          <w:tab w:val="left" w:pos="3544"/>
          <w:tab w:val="left" w:pos="6663"/>
        </w:tabs>
      </w:pPr>
      <w:r>
        <w:t>Introduction</w:t>
      </w:r>
      <w:r>
        <w:tab/>
        <w:t>Title Page</w:t>
      </w:r>
      <w:r>
        <w:tab/>
        <w:t>Recommendation</w:t>
      </w:r>
    </w:p>
    <w:p w:rsidR="00400D2E" w:rsidRPr="00400D2E" w:rsidRDefault="00400D2E" w:rsidP="00400D2E">
      <w:pPr>
        <w:pStyle w:val="blurbwith"/>
        <w:tabs>
          <w:tab w:val="left" w:pos="3544"/>
          <w:tab w:val="left" w:pos="6663"/>
        </w:tabs>
      </w:pPr>
      <w:r>
        <w:t>References</w:t>
      </w:r>
      <w:r>
        <w:tab/>
        <w:t>Executive Summary</w:t>
      </w:r>
      <w:r>
        <w:tab/>
        <w:t>Discussion/Findings</w:t>
      </w:r>
    </w:p>
    <w:p w:rsidR="0070185E" w:rsidRDefault="0070185E"/>
    <w:tbl>
      <w:tblPr>
        <w:tblStyle w:val="TableGrid1"/>
        <w:tblW w:w="0" w:type="auto"/>
        <w:tblInd w:w="0" w:type="dxa"/>
        <w:tblBorders>
          <w:top w:val="single" w:sz="24" w:space="0" w:color="215968"/>
          <w:left w:val="single" w:sz="24" w:space="0" w:color="215968"/>
          <w:bottom w:val="single" w:sz="24" w:space="0" w:color="215968"/>
          <w:right w:val="single" w:sz="24" w:space="0" w:color="215968"/>
          <w:insideH w:val="single" w:sz="24" w:space="0" w:color="215968"/>
          <w:insideV w:val="single" w:sz="24" w:space="0" w:color="215968"/>
        </w:tblBorders>
        <w:tblCellMar>
          <w:top w:w="166" w:type="dxa"/>
          <w:left w:w="107" w:type="dxa"/>
          <w:right w:w="115" w:type="dxa"/>
        </w:tblCellMar>
        <w:tblLook w:val="04A0" w:firstRow="1" w:lastRow="0" w:firstColumn="1" w:lastColumn="0" w:noHBand="0" w:noVBand="1"/>
      </w:tblPr>
      <w:tblGrid>
        <w:gridCol w:w="2947"/>
        <w:gridCol w:w="6637"/>
      </w:tblGrid>
      <w:tr w:rsidR="00400D2E" w:rsidRPr="00400D2E" w:rsidTr="00400D2E">
        <w:trPr>
          <w:trHeight w:val="20"/>
        </w:trPr>
        <w:tc>
          <w:tcPr>
            <w:tcW w:w="2947" w:type="dxa"/>
            <w:vAlign w:val="bottom"/>
          </w:tcPr>
          <w:p w:rsidR="00400D2E" w:rsidRPr="00400D2E" w:rsidRDefault="00400D2E" w:rsidP="00400D2E">
            <w:pPr>
              <w:rPr>
                <w:sz w:val="36"/>
              </w:rPr>
            </w:pPr>
            <w:r w:rsidRPr="00400D2E">
              <w:rPr>
                <w:sz w:val="36"/>
              </w:rPr>
              <w:t>Section</w:t>
            </w:r>
          </w:p>
        </w:tc>
        <w:tc>
          <w:tcPr>
            <w:tcW w:w="6637" w:type="dxa"/>
            <w:vAlign w:val="bottom"/>
          </w:tcPr>
          <w:p w:rsidR="00400D2E" w:rsidRPr="00400D2E" w:rsidRDefault="00400D2E" w:rsidP="00400D2E">
            <w:pPr>
              <w:rPr>
                <w:sz w:val="36"/>
              </w:rPr>
            </w:pPr>
            <w:r w:rsidRPr="00400D2E">
              <w:rPr>
                <w:sz w:val="36"/>
              </w:rPr>
              <w:t>Purpose</w:t>
            </w:r>
          </w:p>
        </w:tc>
      </w:tr>
      <w:tr w:rsidR="00400D2E" w:rsidTr="00400D2E">
        <w:trPr>
          <w:trHeight w:val="20"/>
        </w:trPr>
        <w:tc>
          <w:tcPr>
            <w:tcW w:w="2947" w:type="dxa"/>
            <w:vAlign w:val="center"/>
          </w:tcPr>
          <w:sdt>
            <w:sdtPr>
              <w:id w:val="2064527249"/>
              <w:placeholder>
                <w:docPart w:val="6B1039D496144504B465C091044C9837"/>
              </w:placeholder>
              <w:showingPlcHdr/>
              <w:text w:multiLine="1"/>
            </w:sdtPr>
            <w:sdtEndPr/>
            <w:sdtContent>
              <w:p w:rsidR="00400D2E" w:rsidRPr="00400D2E" w:rsidRDefault="00400D2E" w:rsidP="00400D2E">
                <w:r w:rsidRPr="004C4489">
                  <w:rPr>
                    <w:rStyle w:val="PlaceholderText"/>
                  </w:rPr>
                  <w:t>Click or tap here to enter text.</w:t>
                </w:r>
              </w:p>
            </w:sdtContent>
          </w:sdt>
        </w:tc>
        <w:tc>
          <w:tcPr>
            <w:tcW w:w="6637" w:type="dxa"/>
            <w:vAlign w:val="center"/>
          </w:tcPr>
          <w:p w:rsidR="00400D2E" w:rsidRDefault="00400D2E" w:rsidP="00400D2E">
            <w:r>
              <w:t xml:space="preserve">Gives the title of the report, the writers name, the name of the person the report is being submitted to, and the completion date.  </w:t>
            </w:r>
          </w:p>
        </w:tc>
      </w:tr>
      <w:tr w:rsidR="00400D2E" w:rsidTr="00400D2E">
        <w:trPr>
          <w:trHeight w:val="20"/>
        </w:trPr>
        <w:tc>
          <w:tcPr>
            <w:tcW w:w="2947" w:type="dxa"/>
            <w:vAlign w:val="center"/>
          </w:tcPr>
          <w:sdt>
            <w:sdtPr>
              <w:id w:val="1558046004"/>
              <w:placeholder>
                <w:docPart w:val="7DA5422B20E7465D8BA8F25008D4BE23"/>
              </w:placeholder>
              <w:showingPlcHdr/>
              <w:text w:multiLine="1"/>
            </w:sdtPr>
            <w:sdtEndPr/>
            <w:sdtContent>
              <w:p w:rsidR="00400D2E" w:rsidRDefault="00400D2E" w:rsidP="00400D2E">
                <w:r w:rsidRPr="004C4489">
                  <w:rPr>
                    <w:rStyle w:val="PlaceholderText"/>
                  </w:rPr>
                  <w:t>Click or tap here to enter text.</w:t>
                </w:r>
              </w:p>
            </w:sdtContent>
          </w:sdt>
        </w:tc>
        <w:tc>
          <w:tcPr>
            <w:tcW w:w="6637" w:type="dxa"/>
            <w:vAlign w:val="center"/>
          </w:tcPr>
          <w:p w:rsidR="00400D2E" w:rsidRDefault="00400D2E" w:rsidP="00400D2E">
            <w:pPr>
              <w:ind w:left="7" w:right="32"/>
            </w:pPr>
            <w:r>
              <w:t xml:space="preserve">A list of the sources that are used in and referred to in the report </w:t>
            </w:r>
          </w:p>
        </w:tc>
      </w:tr>
      <w:tr w:rsidR="00400D2E" w:rsidTr="00400D2E">
        <w:trPr>
          <w:trHeight w:val="20"/>
        </w:trPr>
        <w:tc>
          <w:tcPr>
            <w:tcW w:w="2947" w:type="dxa"/>
            <w:vAlign w:val="center"/>
          </w:tcPr>
          <w:sdt>
            <w:sdtPr>
              <w:id w:val="1132444037"/>
              <w:placeholder>
                <w:docPart w:val="8741A49FFF1B47B18EAA03E338FE050E"/>
              </w:placeholder>
              <w:showingPlcHdr/>
              <w:text w:multiLine="1"/>
            </w:sdtPr>
            <w:sdtEndPr/>
            <w:sdtContent>
              <w:p w:rsidR="00400D2E" w:rsidRDefault="00400D2E" w:rsidP="00400D2E">
                <w:r w:rsidRPr="004C4489">
                  <w:rPr>
                    <w:rStyle w:val="PlaceholderText"/>
                  </w:rPr>
                  <w:t>Click or tap here to enter text.</w:t>
                </w:r>
              </w:p>
            </w:sdtContent>
          </w:sdt>
        </w:tc>
        <w:tc>
          <w:tcPr>
            <w:tcW w:w="6637" w:type="dxa"/>
            <w:vAlign w:val="center"/>
          </w:tcPr>
          <w:p w:rsidR="00400D2E" w:rsidRDefault="00400D2E" w:rsidP="00400D2E">
            <w:pPr>
              <w:ind w:left="7"/>
            </w:pPr>
            <w:r>
              <w:t xml:space="preserve">You may also be required to analyse, interpret and evaluate the findings.  This draws together different parts of the findings and may refer to findings of other studies and/or theories.   </w:t>
            </w:r>
          </w:p>
        </w:tc>
      </w:tr>
      <w:tr w:rsidR="00400D2E" w:rsidTr="00400D2E">
        <w:trPr>
          <w:trHeight w:val="20"/>
        </w:trPr>
        <w:tc>
          <w:tcPr>
            <w:tcW w:w="2947" w:type="dxa"/>
            <w:vAlign w:val="center"/>
          </w:tcPr>
          <w:sdt>
            <w:sdtPr>
              <w:id w:val="1252550552"/>
              <w:placeholder>
                <w:docPart w:val="C7D5C4A62DFF4417B29A80AD49EB679D"/>
              </w:placeholder>
              <w:showingPlcHdr/>
              <w:text w:multiLine="1"/>
            </w:sdtPr>
            <w:sdtEndPr/>
            <w:sdtContent>
              <w:p w:rsidR="00400D2E" w:rsidRDefault="00400D2E" w:rsidP="00400D2E">
                <w:r w:rsidRPr="004C4489">
                  <w:rPr>
                    <w:rStyle w:val="PlaceholderText"/>
                  </w:rPr>
                  <w:t>Click or tap here to enter text.</w:t>
                </w:r>
              </w:p>
            </w:sdtContent>
          </w:sdt>
        </w:tc>
        <w:tc>
          <w:tcPr>
            <w:tcW w:w="6637" w:type="dxa"/>
            <w:vAlign w:val="center"/>
          </w:tcPr>
          <w:p w:rsidR="00400D2E" w:rsidRDefault="00400D2E" w:rsidP="00400D2E">
            <w:r>
              <w:t xml:space="preserve">The opinions of the writer of the report about possible changes, or solutions to the problems, including who should take action, what should be done, when and how it should be done.  </w:t>
            </w:r>
          </w:p>
        </w:tc>
      </w:tr>
      <w:tr w:rsidR="00400D2E" w:rsidTr="00400D2E">
        <w:trPr>
          <w:trHeight w:val="20"/>
        </w:trPr>
        <w:tc>
          <w:tcPr>
            <w:tcW w:w="2947" w:type="dxa"/>
            <w:vAlign w:val="center"/>
          </w:tcPr>
          <w:sdt>
            <w:sdtPr>
              <w:id w:val="104012219"/>
              <w:placeholder>
                <w:docPart w:val="9BC3AC0AD5884906AFCCF81BC6DB6618"/>
              </w:placeholder>
              <w:showingPlcHdr/>
              <w:text w:multiLine="1"/>
            </w:sdtPr>
            <w:sdtEndPr/>
            <w:sdtContent>
              <w:p w:rsidR="00400D2E" w:rsidRDefault="00400D2E" w:rsidP="00400D2E">
                <w:r w:rsidRPr="004C4489">
                  <w:rPr>
                    <w:rStyle w:val="PlaceholderText"/>
                  </w:rPr>
                  <w:t>Click or tap here to enter text.</w:t>
                </w:r>
              </w:p>
            </w:sdtContent>
          </w:sdt>
        </w:tc>
        <w:tc>
          <w:tcPr>
            <w:tcW w:w="6637" w:type="dxa"/>
            <w:vAlign w:val="center"/>
          </w:tcPr>
          <w:p w:rsidR="00400D2E" w:rsidRDefault="00400D2E" w:rsidP="00400D2E">
            <w:r>
              <w:t xml:space="preserve">Outlines the context, background and purpose of the report.  </w:t>
            </w:r>
            <w:r>
              <w:br/>
              <w:t xml:space="preserve">Defines terms and sets limits of the investigation.  </w:t>
            </w:r>
            <w:r>
              <w:br/>
              <w:t xml:space="preserve">The reader/audience can easily identify what the report is about, how information was gathered, and why the report is needed.  </w:t>
            </w:r>
            <w:r>
              <w:br/>
              <w:t xml:space="preserve">Mainly uses past tense and can be written last, but is presented first.  </w:t>
            </w:r>
          </w:p>
        </w:tc>
      </w:tr>
      <w:tr w:rsidR="00400D2E" w:rsidTr="00400D2E">
        <w:trPr>
          <w:trHeight w:val="20"/>
        </w:trPr>
        <w:tc>
          <w:tcPr>
            <w:tcW w:w="2947" w:type="dxa"/>
            <w:vAlign w:val="center"/>
          </w:tcPr>
          <w:sdt>
            <w:sdtPr>
              <w:id w:val="-490252118"/>
              <w:placeholder>
                <w:docPart w:val="9478BA2EF383494497CAE3F744A0D30B"/>
              </w:placeholder>
              <w:showingPlcHdr/>
              <w:text w:multiLine="1"/>
            </w:sdtPr>
            <w:sdtEndPr/>
            <w:sdtContent>
              <w:p w:rsidR="00400D2E" w:rsidRDefault="00400D2E" w:rsidP="00400D2E">
                <w:r w:rsidRPr="004C4489">
                  <w:rPr>
                    <w:rStyle w:val="PlaceholderText"/>
                  </w:rPr>
                  <w:t>Click or tap here to enter text.</w:t>
                </w:r>
              </w:p>
            </w:sdtContent>
          </w:sdt>
        </w:tc>
        <w:tc>
          <w:tcPr>
            <w:tcW w:w="6637" w:type="dxa"/>
            <w:vAlign w:val="center"/>
          </w:tcPr>
          <w:p w:rsidR="00400D2E" w:rsidRDefault="00400D2E" w:rsidP="00400D2E">
            <w:pPr>
              <w:ind w:left="7"/>
            </w:pPr>
            <w:r>
              <w:t xml:space="preserve">Provides a brief outline of your report so your readers can get a general idea of what it is about. </w:t>
            </w:r>
          </w:p>
        </w:tc>
      </w:tr>
    </w:tbl>
    <w:p w:rsidR="00CF71DF" w:rsidRPr="004357B4" w:rsidRDefault="00CF71DF" w:rsidP="004357B4"/>
    <w:sectPr w:rsidR="00CF71DF" w:rsidRPr="004357B4" w:rsidSect="00400D2E">
      <w:headerReference w:type="default" r:id="rId7"/>
      <w:footerReference w:type="default" r:id="rId8"/>
      <w:pgSz w:w="11906" w:h="16838" w:code="9"/>
      <w:pgMar w:top="868" w:right="1185" w:bottom="709" w:left="107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A45" w:rsidRDefault="00123A45" w:rsidP="00123A45">
      <w:pPr>
        <w:spacing w:after="0" w:line="240" w:lineRule="auto"/>
      </w:pPr>
      <w:r>
        <w:separator/>
      </w:r>
    </w:p>
  </w:endnote>
  <w:endnote w:type="continuationSeparator" w:id="0">
    <w:p w:rsidR="00123A45" w:rsidRDefault="00123A45" w:rsidP="00123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A45" w:rsidRPr="00123A45" w:rsidRDefault="00123A45" w:rsidP="00123A45">
    <w:pPr>
      <w:pStyle w:val="Footer"/>
      <w:tabs>
        <w:tab w:val="clear" w:pos="4513"/>
        <w:tab w:val="clear" w:pos="9026"/>
        <w:tab w:val="right" w:pos="9639"/>
      </w:tabs>
    </w:pPr>
    <w:r>
      <w:fldChar w:fldCharType="begin"/>
    </w:r>
    <w:r>
      <w:rPr>
        <w:lang w:val="en-US"/>
      </w:rPr>
      <w:instrText xml:space="preserve"> FILENAME \* MERGEFORMAT </w:instrText>
    </w:r>
    <w:r>
      <w:fldChar w:fldCharType="separate"/>
    </w:r>
    <w:r>
      <w:rPr>
        <w:noProof/>
        <w:lang w:val="en-US"/>
      </w:rPr>
      <w:t>Cloud Storage Exercise 1.docx</w:t>
    </w:r>
    <w:r>
      <w:fldChar w:fldCharType="end"/>
    </w:r>
    <w:r>
      <w:rPr>
        <w:lang w:val="en-US"/>
      </w:rPr>
      <w:tab/>
    </w:r>
    <w:r w:rsidRPr="00123A45">
      <w:rPr>
        <w:lang w:val="en-US"/>
      </w:rPr>
      <w:t xml:space="preserve">Page </w:t>
    </w:r>
    <w:r w:rsidRPr="00123A45">
      <w:rPr>
        <w:bCs/>
        <w:lang w:val="en-US"/>
      </w:rPr>
      <w:fldChar w:fldCharType="begin"/>
    </w:r>
    <w:r w:rsidRPr="00123A45">
      <w:rPr>
        <w:bCs/>
        <w:lang w:val="en-US"/>
      </w:rPr>
      <w:instrText xml:space="preserve"> PAGE  \* Arabic  \* MERGEFORMAT </w:instrText>
    </w:r>
    <w:r w:rsidRPr="00123A45">
      <w:rPr>
        <w:bCs/>
        <w:lang w:val="en-US"/>
      </w:rPr>
      <w:fldChar w:fldCharType="separate"/>
    </w:r>
    <w:r w:rsidR="00F61B26">
      <w:rPr>
        <w:bCs/>
        <w:noProof/>
        <w:lang w:val="en-US"/>
      </w:rPr>
      <w:t>1</w:t>
    </w:r>
    <w:r w:rsidRPr="00123A45">
      <w:rPr>
        <w:bCs/>
        <w:lang w:val="en-US"/>
      </w:rPr>
      <w:fldChar w:fldCharType="end"/>
    </w:r>
    <w:r w:rsidRPr="00123A45">
      <w:rPr>
        <w:lang w:val="en-US"/>
      </w:rPr>
      <w:t xml:space="preserve"> of </w:t>
    </w:r>
    <w:r w:rsidRPr="00123A45">
      <w:rPr>
        <w:bCs/>
        <w:lang w:val="en-US"/>
      </w:rPr>
      <w:fldChar w:fldCharType="begin"/>
    </w:r>
    <w:r w:rsidRPr="00123A45">
      <w:rPr>
        <w:bCs/>
        <w:lang w:val="en-US"/>
      </w:rPr>
      <w:instrText xml:space="preserve"> NUMPAGES  \* Arabic  \* MERGEFORMAT </w:instrText>
    </w:r>
    <w:r w:rsidRPr="00123A45">
      <w:rPr>
        <w:bCs/>
        <w:lang w:val="en-US"/>
      </w:rPr>
      <w:fldChar w:fldCharType="separate"/>
    </w:r>
    <w:r w:rsidR="00F61B26">
      <w:rPr>
        <w:bCs/>
        <w:noProof/>
        <w:lang w:val="en-US"/>
      </w:rPr>
      <w:t>1</w:t>
    </w:r>
    <w:r w:rsidRPr="00123A45">
      <w:rPr>
        <w:bCs/>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A45" w:rsidRDefault="00123A45" w:rsidP="00123A45">
      <w:pPr>
        <w:spacing w:after="0" w:line="240" w:lineRule="auto"/>
      </w:pPr>
      <w:r>
        <w:separator/>
      </w:r>
    </w:p>
  </w:footnote>
  <w:footnote w:type="continuationSeparator" w:id="0">
    <w:p w:rsidR="00123A45" w:rsidRDefault="00123A45" w:rsidP="00123A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A45" w:rsidRPr="00123A45" w:rsidRDefault="00123A45">
    <w:pPr>
      <w:pStyle w:val="Header"/>
      <w:rPr>
        <w:lang w:val="en-US"/>
      </w:rPr>
    </w:pPr>
    <w:r>
      <w:rPr>
        <w:lang w:val="en-US"/>
      </w:rPr>
      <w:t>3.40 Going Mobile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66F87"/>
    <w:multiLevelType w:val="hybridMultilevel"/>
    <w:tmpl w:val="C600A944"/>
    <w:lvl w:ilvl="0" w:tplc="1F4AC16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CD6409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46CB3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34419B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A0996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D14895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542C7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37ABBF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4660E5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ocumentProtection w:edit="forms" w:enforcement="1" w:cryptProviderType="rsaAES" w:cryptAlgorithmClass="hash" w:cryptAlgorithmType="typeAny" w:cryptAlgorithmSid="14" w:cryptSpinCount="100000" w:hash="DVGih5FrgLM4Tpum79BM6MUFtCSf1ryUT7fYeycSA5009g7N7lLsxWi2VdYH0v0hMppEUhPptpswafWyG31j2A==" w:salt="0Jve/7iepf7DlB8+lpiD3Q=="/>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EC7"/>
    <w:rsid w:val="000E47DA"/>
    <w:rsid w:val="00123A45"/>
    <w:rsid w:val="001D64B3"/>
    <w:rsid w:val="002058DE"/>
    <w:rsid w:val="00255B9D"/>
    <w:rsid w:val="00275A8B"/>
    <w:rsid w:val="003074AD"/>
    <w:rsid w:val="003574B5"/>
    <w:rsid w:val="00400D2E"/>
    <w:rsid w:val="004357B4"/>
    <w:rsid w:val="00535BCE"/>
    <w:rsid w:val="006259E3"/>
    <w:rsid w:val="0070185E"/>
    <w:rsid w:val="00B11FF3"/>
    <w:rsid w:val="00CF71DF"/>
    <w:rsid w:val="00DA2EC7"/>
    <w:rsid w:val="00F61B2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539BEE-B403-4606-84B9-B29F7281F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outlineLvl w:val="0"/>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paragraph" w:customStyle="1" w:styleId="blurb">
    <w:name w:val="blurb"/>
    <w:basedOn w:val="Normal"/>
    <w:rsid w:val="006259E3"/>
    <w:pPr>
      <w:spacing w:after="200" w:line="276" w:lineRule="auto"/>
    </w:pPr>
    <w:rPr>
      <w:rFonts w:ascii="Maiandra GD" w:eastAsia="SimSun" w:hAnsi="Maiandra GD" w:cs="Times New Roman"/>
      <w:color w:val="auto"/>
      <w:sz w:val="24"/>
      <w:szCs w:val="20"/>
      <w:lang w:val="en-US" w:eastAsia="zh-CN"/>
      <w14:shadow w14:blurRad="50800" w14:dist="38100" w14:dir="2700000" w14:sx="100000" w14:sy="100000" w14:kx="0" w14:ky="0" w14:algn="tl">
        <w14:srgbClr w14:val="000000">
          <w14:alpha w14:val="60000"/>
        </w14:srgbClr>
      </w14:shadow>
    </w:rPr>
  </w:style>
  <w:style w:type="paragraph" w:customStyle="1" w:styleId="blurbwith">
    <w:name w:val="blurbwith"/>
    <w:qFormat/>
    <w:rsid w:val="006259E3"/>
    <w:pPr>
      <w:pBdr>
        <w:top w:val="single" w:sz="4" w:space="1" w:color="auto"/>
        <w:left w:val="single" w:sz="4" w:space="4" w:color="auto"/>
        <w:bottom w:val="dashDotStroked" w:sz="24" w:space="1" w:color="auto"/>
        <w:right w:val="dashDotStroked" w:sz="24" w:space="4" w:color="auto"/>
      </w:pBdr>
      <w:spacing w:after="0" w:line="240" w:lineRule="auto"/>
    </w:pPr>
    <w:rPr>
      <w:rFonts w:ascii="Comic Sans MS" w:eastAsia="Times New Roman" w:hAnsi="Comic Sans MS" w:cs="Times New Roman"/>
      <w:color w:val="215868" w:themeColor="accent5" w:themeShade="80"/>
      <w:sz w:val="20"/>
      <w:szCs w:val="20"/>
    </w:rPr>
  </w:style>
  <w:style w:type="paragraph" w:customStyle="1" w:styleId="exercise">
    <w:name w:val="exercise"/>
    <w:basedOn w:val="Heading1"/>
    <w:qFormat/>
    <w:rsid w:val="006259E3"/>
    <w:pPr>
      <w:keepNext w:val="0"/>
      <w:keepLines w:val="0"/>
      <w:shd w:val="clear" w:color="auto" w:fill="B6DDE8" w:themeFill="accent5" w:themeFillTint="66"/>
      <w:spacing w:before="60" w:after="120" w:line="276" w:lineRule="auto"/>
    </w:pPr>
    <w:rPr>
      <w:rFonts w:ascii="Kristen ITC" w:eastAsia="SimSun" w:hAnsi="Kristen ITC" w:cs="Times New Roman"/>
      <w:color w:val="auto"/>
      <w:szCs w:val="24"/>
      <w:lang w:eastAsia="zh-CN"/>
    </w:rPr>
  </w:style>
  <w:style w:type="paragraph" w:customStyle="1" w:styleId="Exercise0">
    <w:name w:val="Exercise"/>
    <w:basedOn w:val="Normal"/>
    <w:rsid w:val="006259E3"/>
    <w:pPr>
      <w:spacing w:after="120" w:line="276" w:lineRule="auto"/>
      <w:jc w:val="both"/>
    </w:pPr>
    <w:rPr>
      <w:rFonts w:eastAsia="SimSun" w:cs="Angsana New"/>
      <w:color w:val="auto"/>
      <w:sz w:val="20"/>
      <w:szCs w:val="24"/>
      <w:lang w:eastAsia="zh-CN" w:bidi="th-TH"/>
    </w:rPr>
  </w:style>
  <w:style w:type="paragraph" w:styleId="Footer">
    <w:name w:val="footer"/>
    <w:basedOn w:val="Normal"/>
    <w:link w:val="FooterChar"/>
    <w:unhideWhenUsed/>
    <w:rsid w:val="006259E3"/>
    <w:pPr>
      <w:tabs>
        <w:tab w:val="center" w:pos="4513"/>
        <w:tab w:val="right" w:pos="9026"/>
      </w:tabs>
      <w:spacing w:after="0" w:line="240" w:lineRule="auto"/>
    </w:pPr>
    <w:rPr>
      <w:rFonts w:eastAsia="SimSun" w:cs="Times New Roman"/>
      <w:color w:val="auto"/>
      <w:sz w:val="18"/>
      <w:szCs w:val="20"/>
      <w:lang w:eastAsia="zh-CN"/>
    </w:rPr>
  </w:style>
  <w:style w:type="character" w:customStyle="1" w:styleId="FooterChar">
    <w:name w:val="Footer Char"/>
    <w:basedOn w:val="DefaultParagraphFont"/>
    <w:link w:val="Footer"/>
    <w:rsid w:val="006259E3"/>
    <w:rPr>
      <w:rFonts w:ascii="Calibri" w:eastAsia="SimSun" w:hAnsi="Calibri" w:cs="Times New Roman"/>
      <w:sz w:val="18"/>
      <w:szCs w:val="20"/>
      <w:lang w:eastAsia="zh-CN"/>
    </w:rPr>
  </w:style>
  <w:style w:type="paragraph" w:styleId="Header">
    <w:name w:val="header"/>
    <w:basedOn w:val="Normal"/>
    <w:link w:val="HeaderChar"/>
    <w:uiPriority w:val="99"/>
    <w:unhideWhenUsed/>
    <w:rsid w:val="006259E3"/>
    <w:pPr>
      <w:tabs>
        <w:tab w:val="center" w:pos="4513"/>
        <w:tab w:val="right" w:pos="9026"/>
      </w:tabs>
      <w:spacing w:after="0" w:line="240" w:lineRule="auto"/>
    </w:pPr>
    <w:rPr>
      <w:rFonts w:eastAsia="SimSun" w:cs="Times New Roman"/>
      <w:color w:val="auto"/>
      <w:szCs w:val="20"/>
      <w:lang w:eastAsia="zh-CN"/>
    </w:rPr>
  </w:style>
  <w:style w:type="character" w:customStyle="1" w:styleId="HeaderChar">
    <w:name w:val="Header Char"/>
    <w:basedOn w:val="DefaultParagraphFont"/>
    <w:link w:val="Header"/>
    <w:uiPriority w:val="99"/>
    <w:rsid w:val="006259E3"/>
    <w:rPr>
      <w:rFonts w:ascii="Calibri" w:eastAsia="SimSun" w:hAnsi="Calibri" w:cs="Times New Roman"/>
      <w:szCs w:val="20"/>
      <w:lang w:eastAsia="zh-CN"/>
    </w:rPr>
  </w:style>
  <w:style w:type="table" w:customStyle="1" w:styleId="TableGrid1">
    <w:name w:val="TableGrid1"/>
    <w:rsid w:val="0070185E"/>
    <w:pPr>
      <w:spacing w:after="0" w:line="240" w:lineRule="auto"/>
    </w:pPr>
    <w:tblPr>
      <w:tblCellMar>
        <w:top w:w="0" w:type="dxa"/>
        <w:left w:w="0" w:type="dxa"/>
        <w:bottom w:w="0" w:type="dxa"/>
        <w:right w:w="0" w:type="dxa"/>
      </w:tblCellMar>
    </w:tblPr>
  </w:style>
  <w:style w:type="character" w:styleId="PlaceholderText">
    <w:name w:val="Placeholder Text"/>
    <w:basedOn w:val="DefaultParagraphFont"/>
    <w:uiPriority w:val="99"/>
    <w:semiHidden/>
    <w:rsid w:val="0070185E"/>
    <w:rPr>
      <w:color w:val="808080"/>
    </w:rPr>
  </w:style>
  <w:style w:type="table" w:customStyle="1" w:styleId="TableGrid">
    <w:name w:val="TableGrid"/>
    <w:rsid w:val="00400D2E"/>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B1039D496144504B465C091044C9837"/>
        <w:category>
          <w:name w:val="General"/>
          <w:gallery w:val="placeholder"/>
        </w:category>
        <w:types>
          <w:type w:val="bbPlcHdr"/>
        </w:types>
        <w:behaviors>
          <w:behavior w:val="content"/>
        </w:behaviors>
        <w:guid w:val="{85E628BE-350A-4624-83DD-57EB31106DEA}"/>
      </w:docPartPr>
      <w:docPartBody>
        <w:p w:rsidR="003E0F87" w:rsidRDefault="00BC1DD8" w:rsidP="00BC1DD8">
          <w:pPr>
            <w:pStyle w:val="6B1039D496144504B465C091044C9837"/>
          </w:pPr>
          <w:r w:rsidRPr="004C4489">
            <w:rPr>
              <w:rStyle w:val="PlaceholderText"/>
            </w:rPr>
            <w:t>Click or tap here to enter text.</w:t>
          </w:r>
        </w:p>
      </w:docPartBody>
    </w:docPart>
    <w:docPart>
      <w:docPartPr>
        <w:name w:val="7DA5422B20E7465D8BA8F25008D4BE23"/>
        <w:category>
          <w:name w:val="General"/>
          <w:gallery w:val="placeholder"/>
        </w:category>
        <w:types>
          <w:type w:val="bbPlcHdr"/>
        </w:types>
        <w:behaviors>
          <w:behavior w:val="content"/>
        </w:behaviors>
        <w:guid w:val="{36E08635-A7B0-40A2-BD2A-B2B378D5AECC}"/>
      </w:docPartPr>
      <w:docPartBody>
        <w:p w:rsidR="003E0F87" w:rsidRDefault="00BC1DD8" w:rsidP="00BC1DD8">
          <w:pPr>
            <w:pStyle w:val="7DA5422B20E7465D8BA8F25008D4BE23"/>
          </w:pPr>
          <w:r w:rsidRPr="004C4489">
            <w:rPr>
              <w:rStyle w:val="PlaceholderText"/>
            </w:rPr>
            <w:t>Click or tap here to enter text.</w:t>
          </w:r>
        </w:p>
      </w:docPartBody>
    </w:docPart>
    <w:docPart>
      <w:docPartPr>
        <w:name w:val="8741A49FFF1B47B18EAA03E338FE050E"/>
        <w:category>
          <w:name w:val="General"/>
          <w:gallery w:val="placeholder"/>
        </w:category>
        <w:types>
          <w:type w:val="bbPlcHdr"/>
        </w:types>
        <w:behaviors>
          <w:behavior w:val="content"/>
        </w:behaviors>
        <w:guid w:val="{454CC220-A74A-40A6-9FC1-C79A5CD2CB6F}"/>
      </w:docPartPr>
      <w:docPartBody>
        <w:p w:rsidR="003E0F87" w:rsidRDefault="00BC1DD8" w:rsidP="00BC1DD8">
          <w:pPr>
            <w:pStyle w:val="8741A49FFF1B47B18EAA03E338FE050E"/>
          </w:pPr>
          <w:r w:rsidRPr="004C4489">
            <w:rPr>
              <w:rStyle w:val="PlaceholderText"/>
            </w:rPr>
            <w:t>Click or tap here to enter text.</w:t>
          </w:r>
        </w:p>
      </w:docPartBody>
    </w:docPart>
    <w:docPart>
      <w:docPartPr>
        <w:name w:val="C7D5C4A62DFF4417B29A80AD49EB679D"/>
        <w:category>
          <w:name w:val="General"/>
          <w:gallery w:val="placeholder"/>
        </w:category>
        <w:types>
          <w:type w:val="bbPlcHdr"/>
        </w:types>
        <w:behaviors>
          <w:behavior w:val="content"/>
        </w:behaviors>
        <w:guid w:val="{2B080428-E6DA-4590-AD82-56459E87089A}"/>
      </w:docPartPr>
      <w:docPartBody>
        <w:p w:rsidR="003E0F87" w:rsidRDefault="00BC1DD8" w:rsidP="00BC1DD8">
          <w:pPr>
            <w:pStyle w:val="C7D5C4A62DFF4417B29A80AD49EB679D"/>
          </w:pPr>
          <w:r w:rsidRPr="004C4489">
            <w:rPr>
              <w:rStyle w:val="PlaceholderText"/>
            </w:rPr>
            <w:t>Click or tap here to enter text.</w:t>
          </w:r>
        </w:p>
      </w:docPartBody>
    </w:docPart>
    <w:docPart>
      <w:docPartPr>
        <w:name w:val="9BC3AC0AD5884906AFCCF81BC6DB6618"/>
        <w:category>
          <w:name w:val="General"/>
          <w:gallery w:val="placeholder"/>
        </w:category>
        <w:types>
          <w:type w:val="bbPlcHdr"/>
        </w:types>
        <w:behaviors>
          <w:behavior w:val="content"/>
        </w:behaviors>
        <w:guid w:val="{305CAC84-128B-43E5-ABAD-50AD41FDB4FF}"/>
      </w:docPartPr>
      <w:docPartBody>
        <w:p w:rsidR="003E0F87" w:rsidRDefault="00BC1DD8" w:rsidP="00BC1DD8">
          <w:pPr>
            <w:pStyle w:val="9BC3AC0AD5884906AFCCF81BC6DB6618"/>
          </w:pPr>
          <w:r w:rsidRPr="004C4489">
            <w:rPr>
              <w:rStyle w:val="PlaceholderText"/>
            </w:rPr>
            <w:t>Click or tap here to enter text.</w:t>
          </w:r>
        </w:p>
      </w:docPartBody>
    </w:docPart>
    <w:docPart>
      <w:docPartPr>
        <w:name w:val="9478BA2EF383494497CAE3F744A0D30B"/>
        <w:category>
          <w:name w:val="General"/>
          <w:gallery w:val="placeholder"/>
        </w:category>
        <w:types>
          <w:type w:val="bbPlcHdr"/>
        </w:types>
        <w:behaviors>
          <w:behavior w:val="content"/>
        </w:behaviors>
        <w:guid w:val="{13EDDAD9-E445-4DF3-A058-5C29CAF38019}"/>
      </w:docPartPr>
      <w:docPartBody>
        <w:p w:rsidR="003E0F87" w:rsidRDefault="00BC1DD8" w:rsidP="00BC1DD8">
          <w:pPr>
            <w:pStyle w:val="9478BA2EF383494497CAE3F744A0D30B"/>
          </w:pPr>
          <w:r w:rsidRPr="004C448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B1D"/>
    <w:rsid w:val="003E0F87"/>
    <w:rsid w:val="00BC1DD8"/>
    <w:rsid w:val="00C63B1D"/>
    <w:rsid w:val="00DF29E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1DD8"/>
    <w:rPr>
      <w:color w:val="808080"/>
    </w:rPr>
  </w:style>
  <w:style w:type="paragraph" w:customStyle="1" w:styleId="5867DEA4ED2443EF8795A7761F77F4FB">
    <w:name w:val="5867DEA4ED2443EF8795A7761F77F4FB"/>
    <w:rsid w:val="00C63B1D"/>
  </w:style>
  <w:style w:type="paragraph" w:customStyle="1" w:styleId="2BFAC65F8EA54CE3A4FA8EE905CA2478">
    <w:name w:val="2BFAC65F8EA54CE3A4FA8EE905CA2478"/>
    <w:rsid w:val="00C63B1D"/>
  </w:style>
  <w:style w:type="paragraph" w:customStyle="1" w:styleId="EA68DC55BA634269BAACC17429FFCC93">
    <w:name w:val="EA68DC55BA634269BAACC17429FFCC93"/>
    <w:rsid w:val="00C63B1D"/>
  </w:style>
  <w:style w:type="paragraph" w:customStyle="1" w:styleId="5ED073B162A94A378528DCAE6671AE40">
    <w:name w:val="5ED073B162A94A378528DCAE6671AE40"/>
    <w:rsid w:val="00C63B1D"/>
  </w:style>
  <w:style w:type="paragraph" w:customStyle="1" w:styleId="4AA1B3B317E14E6B9EC1BB1C7ECDBB58">
    <w:name w:val="4AA1B3B317E14E6B9EC1BB1C7ECDBB58"/>
    <w:rsid w:val="00C63B1D"/>
  </w:style>
  <w:style w:type="paragraph" w:customStyle="1" w:styleId="598061879CD346828C0D74586700231D">
    <w:name w:val="598061879CD346828C0D74586700231D"/>
    <w:rsid w:val="00C63B1D"/>
  </w:style>
  <w:style w:type="paragraph" w:customStyle="1" w:styleId="3D1EFE1CC953464CB11C9F9808BF932D">
    <w:name w:val="3D1EFE1CC953464CB11C9F9808BF932D"/>
    <w:rsid w:val="00C63B1D"/>
  </w:style>
  <w:style w:type="paragraph" w:customStyle="1" w:styleId="A535720D97CF46B1A0E99EA10B620360">
    <w:name w:val="A535720D97CF46B1A0E99EA10B620360"/>
    <w:rsid w:val="00C63B1D"/>
  </w:style>
  <w:style w:type="paragraph" w:customStyle="1" w:styleId="86D252A9B42D42B38B722DD8B1DD6957">
    <w:name w:val="86D252A9B42D42B38B722DD8B1DD6957"/>
    <w:rsid w:val="00C63B1D"/>
  </w:style>
  <w:style w:type="paragraph" w:customStyle="1" w:styleId="217DE8E17DF04E4594C01E99752D3C2D">
    <w:name w:val="217DE8E17DF04E4594C01E99752D3C2D"/>
    <w:rsid w:val="00C63B1D"/>
  </w:style>
  <w:style w:type="paragraph" w:customStyle="1" w:styleId="EB1AA0CF80214A8889CD6940AE11C8BA">
    <w:name w:val="EB1AA0CF80214A8889CD6940AE11C8BA"/>
    <w:rsid w:val="00C63B1D"/>
  </w:style>
  <w:style w:type="paragraph" w:customStyle="1" w:styleId="9340D2575FB64459A53B2FA95CE03DC8">
    <w:name w:val="9340D2575FB64459A53B2FA95CE03DC8"/>
    <w:rsid w:val="00C63B1D"/>
  </w:style>
  <w:style w:type="paragraph" w:customStyle="1" w:styleId="B283E7D5539244F0B2E595B6FFA4BA53">
    <w:name w:val="B283E7D5539244F0B2E595B6FFA4BA53"/>
    <w:rsid w:val="00BC1DD8"/>
  </w:style>
  <w:style w:type="paragraph" w:customStyle="1" w:styleId="EB07405CBE964A47AE62B542324522D0">
    <w:name w:val="EB07405CBE964A47AE62B542324522D0"/>
    <w:rsid w:val="00BC1DD8"/>
  </w:style>
  <w:style w:type="paragraph" w:customStyle="1" w:styleId="F92259E1DA2D4BF5A863C23AC7719D32">
    <w:name w:val="F92259E1DA2D4BF5A863C23AC7719D32"/>
    <w:rsid w:val="00BC1DD8"/>
  </w:style>
  <w:style w:type="paragraph" w:customStyle="1" w:styleId="D084911BCF3D4D2EBAD3FBB5AC7C5462">
    <w:name w:val="D084911BCF3D4D2EBAD3FBB5AC7C5462"/>
    <w:rsid w:val="00BC1DD8"/>
  </w:style>
  <w:style w:type="paragraph" w:customStyle="1" w:styleId="16DCCF5101B243639C39F34A53A73861">
    <w:name w:val="16DCCF5101B243639C39F34A53A73861"/>
    <w:rsid w:val="00BC1DD8"/>
  </w:style>
  <w:style w:type="paragraph" w:customStyle="1" w:styleId="35B77D75D1524CCF95D6D3E06B61367B">
    <w:name w:val="35B77D75D1524CCF95D6D3E06B61367B"/>
    <w:rsid w:val="00BC1DD8"/>
  </w:style>
  <w:style w:type="paragraph" w:customStyle="1" w:styleId="13E08AF6A1124F8C9F5380C08C78D14E">
    <w:name w:val="13E08AF6A1124F8C9F5380C08C78D14E"/>
    <w:rsid w:val="00BC1DD8"/>
  </w:style>
  <w:style w:type="paragraph" w:customStyle="1" w:styleId="02F1ACF667C242A78E36C8C5FE048CB7">
    <w:name w:val="02F1ACF667C242A78E36C8C5FE048CB7"/>
    <w:rsid w:val="00BC1DD8"/>
  </w:style>
  <w:style w:type="paragraph" w:customStyle="1" w:styleId="130BA9526A294828B6F0616D0399DE73">
    <w:name w:val="130BA9526A294828B6F0616D0399DE73"/>
    <w:rsid w:val="00BC1DD8"/>
  </w:style>
  <w:style w:type="paragraph" w:customStyle="1" w:styleId="2B02B99AB20C4F2DBC61ADBA354C5515">
    <w:name w:val="2B02B99AB20C4F2DBC61ADBA354C5515"/>
    <w:rsid w:val="00BC1DD8"/>
  </w:style>
  <w:style w:type="paragraph" w:customStyle="1" w:styleId="B0B0998EC88A430CA5F0001EBF58D155">
    <w:name w:val="B0B0998EC88A430CA5F0001EBF58D155"/>
    <w:rsid w:val="00BC1DD8"/>
  </w:style>
  <w:style w:type="paragraph" w:customStyle="1" w:styleId="BBAC0B633E3B40F383D2560E2305216B">
    <w:name w:val="BBAC0B633E3B40F383D2560E2305216B"/>
    <w:rsid w:val="00BC1DD8"/>
  </w:style>
  <w:style w:type="paragraph" w:customStyle="1" w:styleId="826B2B3C8B924143896374D3F037F4FC">
    <w:name w:val="826B2B3C8B924143896374D3F037F4FC"/>
    <w:rsid w:val="00BC1DD8"/>
  </w:style>
  <w:style w:type="paragraph" w:customStyle="1" w:styleId="6B1039D496144504B465C091044C9837">
    <w:name w:val="6B1039D496144504B465C091044C9837"/>
    <w:rsid w:val="00BC1DD8"/>
  </w:style>
  <w:style w:type="paragraph" w:customStyle="1" w:styleId="7DA5422B20E7465D8BA8F25008D4BE23">
    <w:name w:val="7DA5422B20E7465D8BA8F25008D4BE23"/>
    <w:rsid w:val="00BC1DD8"/>
  </w:style>
  <w:style w:type="paragraph" w:customStyle="1" w:styleId="8741A49FFF1B47B18EAA03E338FE050E">
    <w:name w:val="8741A49FFF1B47B18EAA03E338FE050E"/>
    <w:rsid w:val="00BC1DD8"/>
  </w:style>
  <w:style w:type="paragraph" w:customStyle="1" w:styleId="C7D5C4A62DFF4417B29A80AD49EB679D">
    <w:name w:val="C7D5C4A62DFF4417B29A80AD49EB679D"/>
    <w:rsid w:val="00BC1DD8"/>
  </w:style>
  <w:style w:type="paragraph" w:customStyle="1" w:styleId="9BC3AC0AD5884906AFCCF81BC6DB6618">
    <w:name w:val="9BC3AC0AD5884906AFCCF81BC6DB6618"/>
    <w:rsid w:val="00BC1DD8"/>
  </w:style>
  <w:style w:type="paragraph" w:customStyle="1" w:styleId="9478BA2EF383494497CAE3F744A0D30B">
    <w:name w:val="9478BA2EF383494497CAE3F744A0D30B"/>
    <w:rsid w:val="00BC1D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3606E796.dotm</Template>
  <TotalTime>10</TotalTime>
  <Pages>1</Pages>
  <Words>271</Words>
  <Characters>1549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Eastern Institute of Technology</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ITTL340 Going Mobile</dc:subject>
  <dc:creator>Bekah Taylor</dc:creator>
  <cp:keywords/>
  <cp:lastModifiedBy>Gay Robertson</cp:lastModifiedBy>
  <cp:revision>4</cp:revision>
  <dcterms:created xsi:type="dcterms:W3CDTF">2017-06-12T23:37:00Z</dcterms:created>
  <dcterms:modified xsi:type="dcterms:W3CDTF">2017-11-14T21:41:00Z</dcterms:modified>
</cp:coreProperties>
</file>