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85B" w:rsidRPr="007C0A6A" w:rsidRDefault="0040585B" w:rsidP="0040585B">
      <w:pPr>
        <w:spacing w:line="360" w:lineRule="auto"/>
        <w:jc w:val="right"/>
        <w:rPr>
          <w:rFonts w:ascii="Tahoma" w:hAnsi="Tahoma" w:cs="Tahoma"/>
          <w:sz w:val="32"/>
          <w:szCs w:val="32"/>
        </w:rPr>
      </w:pPr>
      <w:r>
        <w:rPr>
          <w:noProof/>
        </w:rPr>
        <w:drawing>
          <wp:anchor distT="0" distB="0" distL="114300" distR="114300" simplePos="0" relativeHeight="251659264" behindDoc="0" locked="0" layoutInCell="1" allowOverlap="1" wp14:anchorId="41FAD0A9" wp14:editId="4E23BEA8">
            <wp:simplePos x="0" y="0"/>
            <wp:positionH relativeFrom="column">
              <wp:posOffset>223525</wp:posOffset>
            </wp:positionH>
            <wp:positionV relativeFrom="paragraph">
              <wp:posOffset>-109930</wp:posOffset>
            </wp:positionV>
            <wp:extent cx="1087714" cy="532423"/>
            <wp:effectExtent l="0" t="0" r="0" b="1270"/>
            <wp:wrapNone/>
            <wp:docPr id="1530" name="Picture 1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 Logo with Eastern and without Te Whare.emf"/>
                    <pic:cNvPicPr/>
                  </pic:nvPicPr>
                  <pic:blipFill>
                    <a:blip r:embed="rId7">
                      <a:extLst>
                        <a:ext uri="{28A0092B-C50C-407E-A947-70E740481C1C}">
                          <a14:useLocalDpi xmlns:a14="http://schemas.microsoft.com/office/drawing/2010/main" val="0"/>
                        </a:ext>
                      </a:extLst>
                    </a:blip>
                    <a:stretch>
                      <a:fillRect/>
                    </a:stretch>
                  </pic:blipFill>
                  <pic:spPr>
                    <a:xfrm>
                      <a:off x="0" y="0"/>
                      <a:ext cx="1087714" cy="532423"/>
                    </a:xfrm>
                    <a:prstGeom prst="rect">
                      <a:avLst/>
                    </a:prstGeom>
                  </pic:spPr>
                </pic:pic>
              </a:graphicData>
            </a:graphic>
            <wp14:sizeRelH relativeFrom="page">
              <wp14:pctWidth>0</wp14:pctWidth>
            </wp14:sizeRelH>
            <wp14:sizeRelV relativeFrom="page">
              <wp14:pctHeight>0</wp14:pctHeight>
            </wp14:sizeRelV>
          </wp:anchor>
        </w:drawing>
      </w:r>
      <w:r>
        <w:rPr>
          <w:rFonts w:ascii="Tahoma" w:hAnsi="Tahoma" w:cs="Tahoma"/>
          <w:sz w:val="32"/>
          <w:szCs w:val="32"/>
        </w:rPr>
        <w:t>3.50 Online Etiquette and Ethics</w:t>
      </w:r>
    </w:p>
    <w:p w:rsidR="0040585B" w:rsidRDefault="0040585B" w:rsidP="0040585B">
      <w:pPr>
        <w:spacing w:line="480" w:lineRule="auto"/>
        <w:jc w:val="right"/>
        <w:rPr>
          <w:rFonts w:ascii="Tahoma" w:hAnsi="Tahoma" w:cs="Tahoma"/>
          <w:sz w:val="32"/>
          <w:szCs w:val="32"/>
        </w:rPr>
      </w:pPr>
      <w:r>
        <w:rPr>
          <w:rFonts w:ascii="Tahoma" w:hAnsi="Tahoma" w:cs="Tahoma"/>
          <w:sz w:val="32"/>
          <w:szCs w:val="32"/>
        </w:rPr>
        <w:t>Operate securely and professionally in a digital environment</w:t>
      </w:r>
    </w:p>
    <w:p w:rsidR="00F632FF" w:rsidRDefault="00863C7C" w:rsidP="0040585B">
      <w:pPr>
        <w:rPr>
          <w:sz w:val="40"/>
        </w:rPr>
      </w:pPr>
      <w:r w:rsidRPr="004F416C">
        <w:rPr>
          <w:sz w:val="40"/>
        </w:rPr>
        <w:t xml:space="preserve">Assignment 1 </w:t>
      </w:r>
    </w:p>
    <w:p w:rsidR="004344D4" w:rsidRPr="00720666" w:rsidRDefault="004344D4" w:rsidP="004344D4">
      <w:pPr>
        <w:tabs>
          <w:tab w:val="left" w:pos="1701"/>
        </w:tabs>
        <w:ind w:left="1701" w:hanging="1701"/>
        <w:rPr>
          <w:rFonts w:asciiTheme="minorHAnsi" w:eastAsia="Times New Roman" w:hAnsiTheme="minorHAnsi" w:cstheme="minorHAnsi"/>
          <w:color w:val="333333"/>
          <w:sz w:val="28"/>
          <w:szCs w:val="24"/>
        </w:rPr>
      </w:pPr>
      <w:r w:rsidRPr="00720666">
        <w:rPr>
          <w:rFonts w:asciiTheme="minorHAnsi" w:eastAsia="Times New Roman" w:hAnsiTheme="minorHAnsi" w:cstheme="minorHAnsi"/>
          <w:color w:val="333333"/>
          <w:sz w:val="28"/>
          <w:szCs w:val="24"/>
        </w:rPr>
        <w:t>LO 1</w:t>
      </w:r>
      <w:r w:rsidRPr="00720666">
        <w:rPr>
          <w:rFonts w:asciiTheme="minorHAnsi" w:eastAsia="Times New Roman" w:hAnsiTheme="minorHAnsi" w:cstheme="minorHAnsi"/>
          <w:color w:val="333333"/>
          <w:sz w:val="28"/>
          <w:szCs w:val="24"/>
        </w:rPr>
        <w:tab/>
        <w:t>Apply appropriate ethics, standards and practices to comply with legal and organisational requirements</w:t>
      </w:r>
    </w:p>
    <w:p w:rsidR="004344D4" w:rsidRPr="00720666" w:rsidRDefault="004344D4" w:rsidP="004344D4">
      <w:pPr>
        <w:tabs>
          <w:tab w:val="left" w:pos="1701"/>
        </w:tabs>
        <w:ind w:left="1701" w:hanging="1701"/>
        <w:rPr>
          <w:rFonts w:asciiTheme="minorHAnsi" w:eastAsia="Times New Roman" w:hAnsiTheme="minorHAnsi" w:cstheme="minorHAnsi"/>
          <w:color w:val="333333"/>
          <w:sz w:val="28"/>
          <w:szCs w:val="24"/>
        </w:rPr>
      </w:pPr>
      <w:r w:rsidRPr="00720666">
        <w:rPr>
          <w:rFonts w:asciiTheme="minorHAnsi" w:eastAsia="Times New Roman" w:hAnsiTheme="minorHAnsi" w:cstheme="minorHAnsi"/>
          <w:color w:val="333333"/>
          <w:sz w:val="28"/>
          <w:szCs w:val="24"/>
        </w:rPr>
        <w:t>LO 2</w:t>
      </w:r>
      <w:r w:rsidRPr="00720666">
        <w:rPr>
          <w:rFonts w:asciiTheme="minorHAnsi" w:eastAsia="Times New Roman" w:hAnsiTheme="minorHAnsi" w:cstheme="minorHAnsi"/>
          <w:color w:val="333333"/>
          <w:sz w:val="28"/>
          <w:szCs w:val="24"/>
        </w:rPr>
        <w:tab/>
        <w:t>Identify risks when using digital tools</w:t>
      </w:r>
    </w:p>
    <w:p w:rsidR="0083625E" w:rsidRPr="00720666" w:rsidRDefault="0083625E" w:rsidP="0083625E">
      <w:pPr>
        <w:tabs>
          <w:tab w:val="left" w:pos="1701"/>
        </w:tabs>
        <w:ind w:left="1701" w:hanging="1701"/>
        <w:rPr>
          <w:rFonts w:asciiTheme="minorHAnsi" w:eastAsia="Times New Roman" w:hAnsiTheme="minorHAnsi" w:cstheme="minorHAnsi"/>
          <w:color w:val="333333"/>
          <w:sz w:val="28"/>
          <w:szCs w:val="24"/>
        </w:rPr>
      </w:pPr>
      <w:r>
        <w:rPr>
          <w:rFonts w:asciiTheme="minorHAnsi" w:eastAsia="Times New Roman" w:hAnsiTheme="minorHAnsi" w:cstheme="minorHAnsi"/>
          <w:color w:val="333333"/>
          <w:sz w:val="28"/>
          <w:szCs w:val="24"/>
        </w:rPr>
        <w:t>LO 3</w:t>
      </w:r>
      <w:r>
        <w:rPr>
          <w:rFonts w:asciiTheme="minorHAnsi" w:eastAsia="Times New Roman" w:hAnsiTheme="minorHAnsi" w:cstheme="minorHAnsi"/>
          <w:color w:val="333333"/>
          <w:sz w:val="28"/>
          <w:szCs w:val="24"/>
        </w:rPr>
        <w:tab/>
        <w:t>Communicate effectively online</w:t>
      </w:r>
    </w:p>
    <w:p w:rsidR="0040585B" w:rsidRPr="0040585B" w:rsidRDefault="0040585B" w:rsidP="004F416C">
      <w:r w:rsidRPr="0040585B">
        <w:t>To fill in the form follow this instruction:</w:t>
      </w:r>
      <w:r w:rsidR="004F416C" w:rsidRPr="004F416C">
        <w:t xml:space="preserve"> </w:t>
      </w:r>
      <w:r w:rsidR="004F416C">
        <w:t xml:space="preserve">    </w:t>
      </w:r>
      <w:r w:rsidR="004F416C" w:rsidRPr="0040585B">
        <w:rPr>
          <w:noProof/>
        </w:rPr>
        <w:drawing>
          <wp:inline distT="0" distB="0" distL="0" distR="0" wp14:anchorId="2DCADB5D" wp14:editId="5A4E4C8F">
            <wp:extent cx="2985248" cy="478257"/>
            <wp:effectExtent l="0" t="0" r="5715"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23881" cy="484446"/>
                    </a:xfrm>
                    <a:prstGeom prst="rect">
                      <a:avLst/>
                    </a:prstGeom>
                  </pic:spPr>
                </pic:pic>
              </a:graphicData>
            </a:graphic>
          </wp:inline>
        </w:drawing>
      </w:r>
    </w:p>
    <w:p w:rsidR="0040585B" w:rsidRDefault="0040585B" w:rsidP="0040585B">
      <w:pPr>
        <w:rPr>
          <w:sz w:val="28"/>
        </w:rPr>
      </w:pPr>
      <w:r w:rsidRPr="004F416C">
        <w:rPr>
          <w:sz w:val="28"/>
        </w:rPr>
        <w:t xml:space="preserve">Key your Name here:    </w:t>
      </w:r>
      <w:sdt>
        <w:sdtPr>
          <w:rPr>
            <w:color w:val="FF0000"/>
            <w:sz w:val="28"/>
          </w:rPr>
          <w:id w:val="1906635164"/>
          <w:placeholder>
            <w:docPart w:val="0EA9E606CD1C426DA805669E67D75FCE"/>
          </w:placeholder>
          <w:showingPlcHdr/>
          <w15:color w:val="FF0000"/>
          <w:text w:multiLine="1"/>
        </w:sdtPr>
        <w:sdtEndPr/>
        <w:sdtContent>
          <w:r w:rsidRPr="00F67359">
            <w:rPr>
              <w:color w:val="FF0000"/>
              <w:sz w:val="28"/>
            </w:rPr>
            <w:t>Click here to enter text.</w:t>
          </w:r>
        </w:sdtContent>
      </w:sdt>
    </w:p>
    <w:p w:rsidR="0040585B" w:rsidRPr="0040585B" w:rsidRDefault="0040585B" w:rsidP="0040585B">
      <w:r w:rsidRPr="0040585B">
        <w:t xml:space="preserve">Save this document to your </w:t>
      </w:r>
      <w:r w:rsidR="004F416C">
        <w:rPr>
          <w:noProof/>
        </w:rPr>
        <w:drawing>
          <wp:inline distT="0" distB="0" distL="0" distR="0" wp14:anchorId="79F47DD2" wp14:editId="6485C782">
            <wp:extent cx="1627094" cy="2612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45791" cy="264287"/>
                    </a:xfrm>
                    <a:prstGeom prst="rect">
                      <a:avLst/>
                    </a:prstGeom>
                  </pic:spPr>
                </pic:pic>
              </a:graphicData>
            </a:graphic>
          </wp:inline>
        </w:drawing>
      </w:r>
      <w:r w:rsidR="004F416C">
        <w:t xml:space="preserve"> </w:t>
      </w:r>
      <w:r w:rsidRPr="0040585B">
        <w:t xml:space="preserve">folder </w:t>
      </w:r>
      <w:r w:rsidR="004F416C">
        <w:t>(this is in Documents or your H: drive)</w:t>
      </w:r>
    </w:p>
    <w:p w:rsidR="0040585B" w:rsidRDefault="0040585B" w:rsidP="0040585B"/>
    <w:p w:rsidR="0040585B" w:rsidRDefault="0040585B" w:rsidP="0040585B">
      <w:pPr>
        <w:rPr>
          <w:b/>
          <w:sz w:val="28"/>
        </w:rPr>
      </w:pPr>
      <w:r>
        <w:rPr>
          <w:noProof/>
        </w:rPr>
        <mc:AlternateContent>
          <mc:Choice Requires="wps">
            <w:drawing>
              <wp:anchor distT="0" distB="0" distL="114300" distR="114300" simplePos="0" relativeHeight="251661312" behindDoc="0" locked="0" layoutInCell="1" allowOverlap="1" wp14:anchorId="7987240E" wp14:editId="507F1469">
                <wp:simplePos x="0" y="0"/>
                <wp:positionH relativeFrom="column">
                  <wp:posOffset>-76200</wp:posOffset>
                </wp:positionH>
                <wp:positionV relativeFrom="paragraph">
                  <wp:posOffset>265430</wp:posOffset>
                </wp:positionV>
                <wp:extent cx="6527165" cy="3369310"/>
                <wp:effectExtent l="0" t="0" r="26035" b="21590"/>
                <wp:wrapNone/>
                <wp:docPr id="235" name="Folded Corner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27165" cy="3369310"/>
                        </a:xfrm>
                        <a:prstGeom prst="foldedCorne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F190C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235" o:spid="_x0000_s1026" type="#_x0000_t65" style="position:absolute;margin-left:-6pt;margin-top:20.9pt;width:513.95pt;height:26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" adj="18000" filled="f" strokecolor="#1f4d78 [1604]" strokeweight="1pt">
                <v:stroke joinstyle="miter"/>
                <v:path arrowok="t"/>
              </v:shape>
            </w:pict>
          </mc:Fallback>
        </mc:AlternateContent>
      </w:r>
      <w:r w:rsidRPr="00A900C2">
        <w:rPr>
          <w:b/>
          <w:sz w:val="28"/>
        </w:rPr>
        <w:t>Assessment Conditions:</w:t>
      </w:r>
    </w:p>
    <w:p w:rsidR="004F416C" w:rsidRPr="00A900C2" w:rsidRDefault="004F416C" w:rsidP="004F416C">
      <w:pPr>
        <w:pStyle w:val="smallline"/>
      </w:pPr>
    </w:p>
    <w:p w:rsidR="0040585B" w:rsidRDefault="0040585B" w:rsidP="0040585B">
      <w:pPr>
        <w:numPr>
          <w:ilvl w:val="0"/>
          <w:numId w:val="1"/>
        </w:numPr>
        <w:spacing w:after="120" w:line="360" w:lineRule="auto"/>
      </w:pPr>
      <w:r w:rsidRPr="0022231E">
        <w:t>The documents produced during this assessment must be entirely your own work</w:t>
      </w:r>
      <w:r>
        <w:t>. You signed an Attestation Form at the Getting Started Session.</w:t>
      </w:r>
    </w:p>
    <w:p w:rsidR="0040585B" w:rsidRDefault="0040585B" w:rsidP="0040585B">
      <w:pPr>
        <w:numPr>
          <w:ilvl w:val="0"/>
          <w:numId w:val="1"/>
        </w:numPr>
        <w:spacing w:after="0" w:line="360" w:lineRule="auto"/>
      </w:pPr>
      <w:r>
        <w:t>When completing this assessment you must comply with occupational health and safety guidelines in relation to your own working environment and practices.   You signed an Attestation Form at the Getting Started Session.</w:t>
      </w:r>
    </w:p>
    <w:p w:rsidR="0040585B" w:rsidRDefault="0040585B" w:rsidP="0040585B">
      <w:pPr>
        <w:numPr>
          <w:ilvl w:val="0"/>
          <w:numId w:val="1"/>
        </w:numPr>
        <w:spacing w:after="120" w:line="360" w:lineRule="auto"/>
      </w:pPr>
      <w:r w:rsidRPr="0022231E">
        <w:t xml:space="preserve">This is an open book </w:t>
      </w:r>
      <w:r>
        <w:t>assignment</w:t>
      </w:r>
      <w:r w:rsidRPr="0022231E">
        <w:t xml:space="preserve">.  </w:t>
      </w:r>
      <w:r>
        <w:t>Use of</w:t>
      </w:r>
      <w:r w:rsidRPr="0022231E">
        <w:t xml:space="preserve"> workbooks</w:t>
      </w:r>
      <w:r>
        <w:t xml:space="preserve"> and </w:t>
      </w:r>
      <w:proofErr w:type="gramStart"/>
      <w:r>
        <w:t>powerpoint</w:t>
      </w:r>
      <w:proofErr w:type="gramEnd"/>
      <w:r>
        <w:t xml:space="preserve"> presentations</w:t>
      </w:r>
      <w:r w:rsidRPr="0022231E">
        <w:t xml:space="preserve"> is allowed.</w:t>
      </w:r>
      <w:r>
        <w:t xml:space="preserve">  No printing is required.</w:t>
      </w:r>
    </w:p>
    <w:p w:rsidR="0040585B" w:rsidRDefault="0040585B" w:rsidP="0040585B">
      <w:pPr>
        <w:numPr>
          <w:ilvl w:val="0"/>
          <w:numId w:val="1"/>
        </w:numPr>
        <w:spacing w:after="120" w:line="360" w:lineRule="auto"/>
      </w:pPr>
      <w:r>
        <w:t>Your document must be emailed in as per instructions at the end of the assignment.</w:t>
      </w:r>
    </w:p>
    <w:p w:rsidR="0040585B" w:rsidRDefault="0040585B" w:rsidP="0040585B">
      <w:pPr>
        <w:numPr>
          <w:ilvl w:val="0"/>
          <w:numId w:val="1"/>
        </w:numPr>
        <w:spacing w:after="120" w:line="360" w:lineRule="auto"/>
      </w:pPr>
      <w:r>
        <w:t xml:space="preserve">Any feedback will be phoned or emailed from </w:t>
      </w:r>
      <w:hyperlink r:id="rId10" w:history="1">
        <w:r w:rsidRPr="00A46984">
          <w:rPr>
            <w:rStyle w:val="Hyperlink"/>
          </w:rPr>
          <w:t>nzcc3@eit.ac.nz</w:t>
        </w:r>
      </w:hyperlink>
      <w:r>
        <w:t xml:space="preserve">   </w:t>
      </w:r>
    </w:p>
    <w:p w:rsidR="0040585B" w:rsidRPr="0022231E" w:rsidRDefault="0040585B" w:rsidP="0040585B">
      <w:pPr>
        <w:numPr>
          <w:ilvl w:val="0"/>
          <w:numId w:val="1"/>
        </w:numPr>
        <w:spacing w:after="120" w:line="360" w:lineRule="auto"/>
      </w:pPr>
      <w:r>
        <w:t xml:space="preserve">Your Assessment Decision will also be phoned or emailed from </w:t>
      </w:r>
      <w:hyperlink r:id="rId11" w:history="1">
        <w:r w:rsidRPr="00A46984">
          <w:rPr>
            <w:rStyle w:val="Hyperlink"/>
          </w:rPr>
          <w:t>nzcc3@eit.ac.nz</w:t>
        </w:r>
      </w:hyperlink>
      <w:r>
        <w:t xml:space="preserve"> </w:t>
      </w:r>
    </w:p>
    <w:p w:rsidR="0040585B" w:rsidRDefault="0040585B" w:rsidP="0040585B">
      <w:pPr>
        <w:pStyle w:val="smallline"/>
      </w:pPr>
    </w:p>
    <w:p w:rsidR="0040585B" w:rsidRPr="00373CBD" w:rsidRDefault="0040585B" w:rsidP="0040585B">
      <w:pPr>
        <w:pStyle w:val="smallline"/>
      </w:pPr>
    </w:p>
    <w:p w:rsidR="004F416C" w:rsidRDefault="004F416C" w:rsidP="0040585B">
      <w:pPr>
        <w:rPr>
          <w:sz w:val="28"/>
        </w:rPr>
      </w:pPr>
    </w:p>
    <w:p w:rsidR="0040585B" w:rsidRDefault="0040585B" w:rsidP="0040585B">
      <w:r w:rsidRPr="00DF62F1">
        <w:rPr>
          <w:sz w:val="28"/>
        </w:rPr>
        <w:t xml:space="preserve">Go to the next page to begin </w:t>
      </w:r>
      <w:r w:rsidR="009D6641">
        <w:rPr>
          <w:sz w:val="28"/>
        </w:rPr>
        <w:t>Assignment 1 (Assignment 2 is in your workbook)</w:t>
      </w:r>
      <w:r>
        <w:br w:type="page"/>
      </w:r>
    </w:p>
    <w:p w:rsidR="00F632FF" w:rsidRDefault="00863C7C" w:rsidP="0083625E">
      <w:pPr>
        <w:pStyle w:val="Heading2"/>
        <w:tabs>
          <w:tab w:val="left" w:pos="7230"/>
        </w:tabs>
      </w:pPr>
      <w:r>
        <w:lastRenderedPageBreak/>
        <w:t xml:space="preserve">Task One: </w:t>
      </w:r>
      <w:r w:rsidR="0083625E">
        <w:tab/>
        <w:t>LO 1, LO 2, LO 3</w:t>
      </w:r>
    </w:p>
    <w:p w:rsidR="00F632FF" w:rsidRPr="004F416C" w:rsidRDefault="00863C7C" w:rsidP="004F416C">
      <w:r w:rsidRPr="004F416C">
        <w:t xml:space="preserve">Read the following articles (all sourced from The Press) then answer the questions that follow: </w:t>
      </w:r>
    </w:p>
    <w:p w:rsidR="00F632FF" w:rsidRPr="004F416C" w:rsidRDefault="00863C7C" w:rsidP="004F416C">
      <w:pPr>
        <w:pStyle w:val="Heading5"/>
      </w:pPr>
      <w:r w:rsidRPr="004F416C">
        <w:t xml:space="preserve">Wellington man charged with posting intimate recordings </w:t>
      </w:r>
    </w:p>
    <w:p w:rsidR="00F632FF" w:rsidRPr="004F416C" w:rsidRDefault="00863C7C" w:rsidP="00F67359">
      <w:pPr>
        <w:jc w:val="center"/>
      </w:pPr>
      <w:r w:rsidRPr="004F416C">
        <w:rPr>
          <w:noProof/>
        </w:rPr>
        <w:drawing>
          <wp:inline distT="0" distB="0" distL="0" distR="0">
            <wp:extent cx="2245680" cy="1515291"/>
            <wp:effectExtent l="0" t="0" r="2540" b="8890"/>
            <wp:docPr id="218" name="Picture 218"/>
            <wp:cNvGraphicFramePr/>
            <a:graphic xmlns:a="http://schemas.openxmlformats.org/drawingml/2006/main">
              <a:graphicData uri="http://schemas.openxmlformats.org/drawingml/2006/picture">
                <pic:pic xmlns:pic="http://schemas.openxmlformats.org/drawingml/2006/picture">
                  <pic:nvPicPr>
                    <pic:cNvPr id="218" name="Picture 218"/>
                    <pic:cNvPicPr/>
                  </pic:nvPicPr>
                  <pic:blipFill>
                    <a:blip r:embed="rId12"/>
                    <a:stretch>
                      <a:fillRect/>
                    </a:stretch>
                  </pic:blipFill>
                  <pic:spPr>
                    <a:xfrm>
                      <a:off x="0" y="0"/>
                      <a:ext cx="2256265" cy="1522433"/>
                    </a:xfrm>
                    <a:prstGeom prst="rect">
                      <a:avLst/>
                    </a:prstGeom>
                  </pic:spPr>
                </pic:pic>
              </a:graphicData>
            </a:graphic>
          </wp:inline>
        </w:drawing>
      </w:r>
    </w:p>
    <w:p w:rsidR="00F632FF" w:rsidRPr="00AD6BB5" w:rsidRDefault="00863C7C" w:rsidP="004F416C">
      <w:pPr>
        <w:rPr>
          <w:rFonts w:ascii="Verdana" w:hAnsi="Verdana"/>
          <w:b/>
          <w:color w:val="2F5496" w:themeColor="accent5" w:themeShade="BF"/>
        </w:rPr>
      </w:pPr>
      <w:r w:rsidRPr="00AD6BB5">
        <w:rPr>
          <w:rFonts w:ascii="Verdana" w:hAnsi="Verdana"/>
          <w:b/>
          <w:color w:val="2F5496" w:themeColor="accent5" w:themeShade="BF"/>
        </w:rPr>
        <w:t xml:space="preserve">CARYS MONTEATH </w:t>
      </w:r>
      <w:proofErr w:type="gramStart"/>
      <w:r w:rsidRPr="00AD6BB5">
        <w:rPr>
          <w:rFonts w:ascii="Verdana" w:hAnsi="Verdana"/>
          <w:b/>
          <w:color w:val="2F5496" w:themeColor="accent5" w:themeShade="BF"/>
        </w:rPr>
        <w:t>A</w:t>
      </w:r>
      <w:proofErr w:type="gramEnd"/>
      <w:r w:rsidRPr="00AD6BB5">
        <w:rPr>
          <w:rFonts w:ascii="Verdana" w:hAnsi="Verdana"/>
          <w:b/>
          <w:color w:val="2F5496" w:themeColor="accent5" w:themeShade="BF"/>
        </w:rPr>
        <w:t xml:space="preserve"> Wellington man has been charged with posting an intimate recording. </w:t>
      </w:r>
    </w:p>
    <w:p w:rsidR="00F632FF" w:rsidRPr="00AD6BB5" w:rsidRDefault="00863C7C" w:rsidP="004F416C">
      <w:pPr>
        <w:rPr>
          <w:rFonts w:ascii="Verdana" w:hAnsi="Verdana"/>
          <w:b/>
          <w:color w:val="2F5496" w:themeColor="accent5" w:themeShade="BF"/>
        </w:rPr>
      </w:pPr>
      <w:r w:rsidRPr="00AD6BB5">
        <w:rPr>
          <w:rFonts w:ascii="Verdana" w:hAnsi="Verdana"/>
          <w:b/>
          <w:color w:val="2F5496" w:themeColor="accent5" w:themeShade="BF"/>
        </w:rPr>
        <w:t>A Wellington man has been charged with posting</w:t>
      </w:r>
      <w:r w:rsidR="00F67359">
        <w:rPr>
          <w:rFonts w:ascii="Verdana" w:hAnsi="Verdana"/>
          <w:b/>
          <w:color w:val="2F5496" w:themeColor="accent5" w:themeShade="BF"/>
        </w:rPr>
        <w:t xml:space="preserve"> on Facebook</w:t>
      </w:r>
      <w:r w:rsidRPr="00AD6BB5">
        <w:rPr>
          <w:rFonts w:ascii="Verdana" w:hAnsi="Verdana"/>
          <w:b/>
          <w:color w:val="2F5496" w:themeColor="accent5" w:themeShade="BF"/>
        </w:rPr>
        <w:t xml:space="preserve"> intimate visual recordings he had made. </w:t>
      </w:r>
    </w:p>
    <w:p w:rsidR="00F632FF" w:rsidRPr="00AD6BB5" w:rsidRDefault="00863C7C" w:rsidP="004F416C">
      <w:pPr>
        <w:rPr>
          <w:rFonts w:ascii="Verdana" w:hAnsi="Verdana"/>
          <w:b/>
          <w:color w:val="2F5496" w:themeColor="accent5" w:themeShade="BF"/>
        </w:rPr>
      </w:pPr>
      <w:r w:rsidRPr="00AD6BB5">
        <w:rPr>
          <w:rFonts w:ascii="Verdana" w:hAnsi="Verdana"/>
          <w:b/>
          <w:color w:val="2F5496" w:themeColor="accent5" w:themeShade="BF"/>
        </w:rPr>
        <w:t xml:space="preserve">It is believed to be the first prosecution under the act in Wellington. </w:t>
      </w:r>
    </w:p>
    <w:p w:rsidR="00F632FF" w:rsidRPr="00AD6BB5" w:rsidRDefault="00863C7C" w:rsidP="004F416C">
      <w:pPr>
        <w:rPr>
          <w:rFonts w:ascii="Verdana" w:hAnsi="Verdana"/>
          <w:b/>
          <w:color w:val="2F5496" w:themeColor="accent5" w:themeShade="BF"/>
        </w:rPr>
      </w:pPr>
      <w:r w:rsidRPr="00AD6BB5">
        <w:rPr>
          <w:rFonts w:ascii="Verdana" w:hAnsi="Verdana"/>
          <w:b/>
          <w:color w:val="2F5496" w:themeColor="accent5" w:themeShade="BF"/>
        </w:rPr>
        <w:t xml:space="preserve">Stefan Benatsky, 37, of Miramar faces two charges of posting intimate visual recordings of a 21-year-old woman with intent to cause her harm and did cause serious emotional distress. </w:t>
      </w:r>
    </w:p>
    <w:p w:rsidR="00F632FF" w:rsidRPr="00AD6BB5" w:rsidRDefault="00863C7C" w:rsidP="004F416C">
      <w:pPr>
        <w:rPr>
          <w:rFonts w:ascii="Verdana" w:hAnsi="Verdana"/>
          <w:b/>
          <w:color w:val="2F5496" w:themeColor="accent5" w:themeShade="BF"/>
        </w:rPr>
      </w:pPr>
      <w:r w:rsidRPr="00AD6BB5">
        <w:rPr>
          <w:rFonts w:ascii="Verdana" w:hAnsi="Verdana"/>
          <w:b/>
          <w:color w:val="2F5496" w:themeColor="accent5" w:themeShade="BF"/>
        </w:rPr>
        <w:t xml:space="preserve">He is also charged with sexual violation, making intimate visual recordings and possession of cannabis. </w:t>
      </w:r>
    </w:p>
    <w:p w:rsidR="00F632FF" w:rsidRPr="00AD6BB5" w:rsidRDefault="00863C7C" w:rsidP="004F416C">
      <w:pPr>
        <w:rPr>
          <w:rFonts w:ascii="Verdana" w:hAnsi="Verdana"/>
          <w:b/>
          <w:color w:val="2F5496" w:themeColor="accent5" w:themeShade="BF"/>
        </w:rPr>
      </w:pPr>
      <w:r w:rsidRPr="00AD6BB5">
        <w:rPr>
          <w:rFonts w:ascii="Verdana" w:hAnsi="Verdana"/>
          <w:b/>
          <w:color w:val="2F5496" w:themeColor="accent5" w:themeShade="BF"/>
        </w:rPr>
        <w:t xml:space="preserve">He was remanded by a Wellington District Court registrar until next month without plea.  The charges of posting the recording carries a maximum of two years in jail or a $50,000 fine. </w:t>
      </w:r>
    </w:p>
    <w:p w:rsidR="00AD6BB5" w:rsidRDefault="00863C7C" w:rsidP="004F416C">
      <w:pPr>
        <w:rPr>
          <w:rFonts w:ascii="Verdana" w:hAnsi="Verdana"/>
          <w:b/>
          <w:color w:val="2F5496" w:themeColor="accent5" w:themeShade="BF"/>
        </w:rPr>
      </w:pPr>
      <w:r w:rsidRPr="00AD6BB5">
        <w:rPr>
          <w:rFonts w:ascii="Verdana" w:hAnsi="Verdana"/>
          <w:b/>
          <w:color w:val="2F5496" w:themeColor="accent5" w:themeShade="BF"/>
        </w:rPr>
        <w:t xml:space="preserve">On </w:t>
      </w:r>
      <w:proofErr w:type="gramStart"/>
      <w:r w:rsidRPr="00AD6BB5">
        <w:rPr>
          <w:rFonts w:ascii="Verdana" w:hAnsi="Verdana"/>
          <w:b/>
          <w:color w:val="2F5496" w:themeColor="accent5" w:themeShade="BF"/>
        </w:rPr>
        <w:t>Wednesday  Nelson</w:t>
      </w:r>
      <w:proofErr w:type="gramEnd"/>
      <w:r w:rsidRPr="00AD6BB5">
        <w:rPr>
          <w:rFonts w:ascii="Verdana" w:hAnsi="Verdana"/>
          <w:b/>
          <w:color w:val="2F5496" w:themeColor="accent5" w:themeShade="BF"/>
        </w:rPr>
        <w:t xml:space="preserve"> man, Aaron Stephen Tamihana, 28, was sentenced to 11 months jail by Judge David Ruth for sending a disturbing video to a woman via Facebook. </w:t>
      </w:r>
    </w:p>
    <w:p w:rsidR="00F632FF" w:rsidRPr="004F416C" w:rsidRDefault="00F632FF" w:rsidP="004F416C"/>
    <w:p w:rsidR="00F632FF" w:rsidRDefault="00863C7C" w:rsidP="004F416C">
      <w:r w:rsidRPr="004F416C">
        <w:t xml:space="preserve">What Act was being breached by the Wellington Man? </w:t>
      </w:r>
    </w:p>
    <w:p w:rsidR="004F416C" w:rsidRPr="004F416C" w:rsidRDefault="003C586D" w:rsidP="004F416C">
      <w:sdt>
        <w:sdtPr>
          <w:rPr>
            <w:sz w:val="28"/>
            <w:shd w:val="clear" w:color="auto" w:fill="92D050"/>
          </w:rPr>
          <w:id w:val="-1860805988"/>
          <w:placeholder>
            <w:docPart w:val="E800DBBDA0CA48C0ACE229FF36E33333"/>
          </w:placeholder>
          <w:showingPlcHdr/>
          <w15:color w:val="339966"/>
          <w:text w:multiLine="1"/>
        </w:sdtPr>
        <w:sdtEndPr/>
        <w:sdtContent>
          <w:r w:rsidR="004F416C" w:rsidRPr="00821BD8">
            <w:rPr>
              <w:color w:val="538135" w:themeColor="accent6" w:themeShade="BF"/>
              <w:sz w:val="28"/>
              <w:shd w:val="clear" w:color="auto" w:fill="92D050"/>
            </w:rPr>
            <w:t>Click here to enter text.</w:t>
          </w:r>
        </w:sdtContent>
      </w:sdt>
    </w:p>
    <w:p w:rsidR="00F632FF" w:rsidRPr="004F416C" w:rsidRDefault="00863C7C" w:rsidP="004F416C">
      <w:r w:rsidRPr="004F416C">
        <w:t xml:space="preserve">What are your responsibilities as a Facebook user to ensure you do not breach this Act? </w:t>
      </w:r>
    </w:p>
    <w:p w:rsidR="00F632FF" w:rsidRPr="004F416C" w:rsidRDefault="003C586D" w:rsidP="004F416C">
      <w:sdt>
        <w:sdtPr>
          <w:rPr>
            <w:sz w:val="28"/>
            <w:shd w:val="clear" w:color="auto" w:fill="FFC000"/>
          </w:rPr>
          <w:id w:val="-1088538903"/>
          <w:placeholder>
            <w:docPart w:val="46DC4BAD6CF442D1B442E50619939302"/>
          </w:placeholder>
          <w:showingPlcHdr/>
          <w15:color w:val="FF6600"/>
          <w:text w:multiLine="1"/>
        </w:sdtPr>
        <w:sdtEndPr/>
        <w:sdtContent>
          <w:r w:rsidR="00AD6BB5" w:rsidRPr="00821BD8">
            <w:rPr>
              <w:color w:val="C45911" w:themeColor="accent2" w:themeShade="BF"/>
              <w:sz w:val="28"/>
              <w:shd w:val="clear" w:color="auto" w:fill="FFC000"/>
            </w:rPr>
            <w:t>Click here to enter text.</w:t>
          </w:r>
        </w:sdtContent>
      </w:sdt>
    </w:p>
    <w:p w:rsidR="00AD6BB5" w:rsidRDefault="00AD6BB5">
      <w:pPr>
        <w:spacing w:after="160" w:line="259" w:lineRule="auto"/>
      </w:pPr>
      <w:r>
        <w:br w:type="page"/>
      </w:r>
    </w:p>
    <w:p w:rsidR="00F632FF" w:rsidRDefault="00AD6BB5" w:rsidP="00AD6BB5">
      <w:pPr>
        <w:pStyle w:val="Heading5"/>
      </w:pPr>
      <w:r>
        <w:lastRenderedPageBreak/>
        <w:t>EQC breach affects 83,000</w:t>
      </w:r>
    </w:p>
    <w:p w:rsidR="00AD6BB5" w:rsidRPr="00AD6BB5" w:rsidRDefault="00AD6BB5">
      <w:pPr>
        <w:spacing w:after="0"/>
        <w:ind w:left="1431"/>
        <w:rPr>
          <w:sz w:val="24"/>
        </w:rPr>
      </w:pPr>
      <w:r w:rsidRPr="00AD6BB5">
        <w:rPr>
          <w:noProof/>
          <w:sz w:val="24"/>
        </w:rPr>
        <w:drawing>
          <wp:inline distT="0" distB="0" distL="0" distR="0" wp14:anchorId="7ACB27DB" wp14:editId="2F979318">
            <wp:extent cx="2560320" cy="1708689"/>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84905" cy="1725096"/>
                    </a:xfrm>
                    <a:prstGeom prst="rect">
                      <a:avLst/>
                    </a:prstGeom>
                  </pic:spPr>
                </pic:pic>
              </a:graphicData>
            </a:graphic>
          </wp:inline>
        </w:drawing>
      </w:r>
      <w:r w:rsidR="00821670">
        <w:rPr>
          <w:noProof/>
        </w:rPr>
        <w:drawing>
          <wp:inline distT="0" distB="0" distL="0" distR="0" wp14:anchorId="7C64AA17" wp14:editId="3CDE39F4">
            <wp:extent cx="1361905" cy="247619"/>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361905" cy="247619"/>
                    </a:xfrm>
                    <a:prstGeom prst="rect">
                      <a:avLst/>
                    </a:prstGeom>
                  </pic:spPr>
                </pic:pic>
              </a:graphicData>
            </a:graphic>
          </wp:inline>
        </w:drawing>
      </w:r>
    </w:p>
    <w:p w:rsidR="00AD6BB5" w:rsidRPr="00AD6BB5"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Prime Minister John Key says the big breach at EQC was "distressing" but most people had probably sent an email or text message in error.</w:t>
      </w:r>
      <w:r w:rsidR="00821670">
        <w:rPr>
          <w:rFonts w:ascii="Verdana" w:hAnsi="Verdana"/>
          <w:b/>
          <w:color w:val="2F5496" w:themeColor="accent5" w:themeShade="BF"/>
          <w:sz w:val="20"/>
        </w:rPr>
        <w:t xml:space="preserve"> </w:t>
      </w:r>
      <w:r w:rsidRPr="00AD6BB5">
        <w:rPr>
          <w:rFonts w:ascii="Verdana" w:hAnsi="Verdana"/>
          <w:b/>
          <w:color w:val="2F5496" w:themeColor="accent5" w:themeShade="BF"/>
          <w:sz w:val="20"/>
        </w:rPr>
        <w:t>"We do live in a world where these things are possible."</w:t>
      </w:r>
    </w:p>
    <w:p w:rsidR="00AD6BB5" w:rsidRPr="00AD6BB5"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The comments came after the Earthquake Commission revealed that the breach last week was more than eight times larger than originally announced – affecting every claimant in the Canterbury home repair programme.</w:t>
      </w:r>
    </w:p>
    <w:p w:rsidR="00AD6BB5" w:rsidRPr="00AD6BB5"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 xml:space="preserve">This afternoon, EQC chief executive Ian Simpson said the data in the spreadsheet, emailed to a third party outside the organisation, </w:t>
      </w:r>
      <w:proofErr w:type="gramStart"/>
      <w:r w:rsidRPr="00AD6BB5">
        <w:rPr>
          <w:rFonts w:ascii="Verdana" w:hAnsi="Verdana"/>
          <w:b/>
          <w:color w:val="2F5496" w:themeColor="accent5" w:themeShade="BF"/>
          <w:sz w:val="20"/>
        </w:rPr>
        <w:t>could</w:t>
      </w:r>
      <w:proofErr w:type="gramEnd"/>
      <w:r w:rsidRPr="00AD6BB5">
        <w:rPr>
          <w:rFonts w:ascii="Verdana" w:hAnsi="Verdana"/>
          <w:b/>
          <w:color w:val="2F5496" w:themeColor="accent5" w:themeShade="BF"/>
          <w:sz w:val="20"/>
        </w:rPr>
        <w:t xml:space="preserve"> be manipulated to reveal the details of 98,000 claims from all 83,000 claimants.</w:t>
      </w:r>
    </w:p>
    <w:p w:rsidR="00AD6BB5" w:rsidRPr="00AD6BB5"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Originally, only 9700 people’s information was said to be at risk in the breach, which happened on Friday morning.</w:t>
      </w:r>
    </w:p>
    <w:p w:rsidR="00AD6BB5" w:rsidRPr="00AD6BB5"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Key said Government agencies were looking at ways to tighten up and ensure it did not happen again.</w:t>
      </w:r>
      <w:r w:rsidR="00821670">
        <w:rPr>
          <w:rFonts w:ascii="Verdana" w:hAnsi="Verdana"/>
          <w:b/>
          <w:color w:val="2F5496" w:themeColor="accent5" w:themeShade="BF"/>
          <w:sz w:val="20"/>
        </w:rPr>
        <w:t xml:space="preserve"> </w:t>
      </w:r>
      <w:r w:rsidRPr="00AD6BB5">
        <w:rPr>
          <w:rFonts w:ascii="Verdana" w:hAnsi="Verdana"/>
          <w:b/>
          <w:color w:val="2F5496" w:themeColor="accent5" w:themeShade="BF"/>
          <w:sz w:val="20"/>
        </w:rPr>
        <w:t>"But all of us probably in our lives have sent an email by mistake or a text message by mistake. It does happen.</w:t>
      </w:r>
      <w:r w:rsidR="00821670">
        <w:rPr>
          <w:rFonts w:ascii="Verdana" w:hAnsi="Verdana"/>
          <w:b/>
          <w:color w:val="2F5496" w:themeColor="accent5" w:themeShade="BF"/>
          <w:sz w:val="20"/>
        </w:rPr>
        <w:t>”</w:t>
      </w:r>
    </w:p>
    <w:p w:rsidR="00AD6BB5" w:rsidRPr="00AD6BB5"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EQC had acted quickly and sought a statutory declaration that the information was destroyed.</w:t>
      </w:r>
      <w:r w:rsidR="00821670">
        <w:rPr>
          <w:rFonts w:ascii="Verdana" w:hAnsi="Verdana"/>
          <w:b/>
          <w:color w:val="2F5496" w:themeColor="accent5" w:themeShade="BF"/>
          <w:sz w:val="20"/>
        </w:rPr>
        <w:t xml:space="preserve"> </w:t>
      </w:r>
      <w:r w:rsidRPr="00AD6BB5">
        <w:rPr>
          <w:rFonts w:ascii="Verdana" w:hAnsi="Verdana"/>
          <w:b/>
          <w:color w:val="2F5496" w:themeColor="accent5" w:themeShade="BF"/>
          <w:sz w:val="20"/>
        </w:rPr>
        <w:t>For the sheer volume of information sent, the number of breaches were small.</w:t>
      </w:r>
      <w:r w:rsidR="00821670">
        <w:rPr>
          <w:rFonts w:ascii="Verdana" w:hAnsi="Verdana"/>
          <w:b/>
          <w:color w:val="2F5496" w:themeColor="accent5" w:themeShade="BF"/>
          <w:sz w:val="20"/>
        </w:rPr>
        <w:t xml:space="preserve"> </w:t>
      </w:r>
      <w:r w:rsidRPr="00AD6BB5">
        <w:rPr>
          <w:rFonts w:ascii="Verdana" w:hAnsi="Verdana"/>
          <w:b/>
          <w:color w:val="2F5496" w:themeColor="accent5" w:themeShade="BF"/>
          <w:sz w:val="20"/>
        </w:rPr>
        <w:t>EQC had dealt with a huge amount of information and had only one breach, though that was still one too many.</w:t>
      </w:r>
    </w:p>
    <w:p w:rsidR="00AD6BB5" w:rsidRPr="00AD6BB5"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"It was one file sent to one person."</w:t>
      </w:r>
    </w:p>
    <w:p w:rsidR="00821670" w:rsidRDefault="00AD6BB5" w:rsidP="00AD6BB5">
      <w:pPr>
        <w:rPr>
          <w:rFonts w:ascii="Verdana" w:hAnsi="Verdana"/>
          <w:b/>
          <w:color w:val="2F5496" w:themeColor="accent5" w:themeShade="BF"/>
          <w:sz w:val="20"/>
        </w:rPr>
      </w:pPr>
      <w:r w:rsidRPr="00AD6BB5">
        <w:rPr>
          <w:rFonts w:ascii="Verdana" w:hAnsi="Verdana"/>
          <w:b/>
          <w:color w:val="2F5496" w:themeColor="accent5" w:themeShade="BF"/>
          <w:sz w:val="20"/>
        </w:rPr>
        <w:t>Simpson said the outside party had since destroyed the email, though four other people had been in the room when it was received.</w:t>
      </w:r>
    </w:p>
    <w:p w:rsidR="00F632FF" w:rsidRDefault="00F632FF">
      <w:pPr>
        <w:spacing w:after="0"/>
        <w:ind w:right="1611"/>
      </w:pPr>
    </w:p>
    <w:p w:rsidR="00F632FF" w:rsidRDefault="00863C7C">
      <w:pPr>
        <w:spacing w:after="5" w:line="249" w:lineRule="auto"/>
        <w:ind w:left="24" w:right="697" w:hanging="10"/>
      </w:pPr>
      <w:r>
        <w:rPr>
          <w:rFonts w:ascii="Arial" w:eastAsia="Arial" w:hAnsi="Arial" w:cs="Arial"/>
        </w:rPr>
        <w:t xml:space="preserve">What Act was being breached by the person who sent the file? </w:t>
      </w:r>
    </w:p>
    <w:p w:rsidR="00AD6BB5" w:rsidRDefault="00AD6BB5">
      <w:pPr>
        <w:spacing w:after="7"/>
        <w:ind w:left="-29"/>
        <w:rPr>
          <w:rFonts w:ascii="Arial" w:eastAsia="Arial" w:hAnsi="Arial" w:cs="Arial"/>
        </w:rPr>
      </w:pPr>
    </w:p>
    <w:p w:rsidR="00F632FF" w:rsidRDefault="003C586D">
      <w:pPr>
        <w:spacing w:after="7"/>
        <w:ind w:left="-29"/>
      </w:pPr>
      <w:sdt>
        <w:sdtPr>
          <w:rPr>
            <w:color w:val="385623" w:themeColor="accent6" w:themeShade="80"/>
            <w:sz w:val="28"/>
            <w:shd w:val="clear" w:color="auto" w:fill="92D050"/>
          </w:rPr>
          <w:id w:val="-2048822037"/>
          <w:placeholder>
            <w:docPart w:val="62AC88A694B74D06B314B75D888FF982"/>
          </w:placeholder>
          <w:showingPlcHdr/>
          <w15:color w:val="339966"/>
          <w:text w:multiLine="1"/>
        </w:sdtPr>
        <w:sdtEndPr/>
        <w:sdtContent>
          <w:r w:rsidR="00AD6BB5" w:rsidRPr="00821BD8">
            <w:rPr>
              <w:color w:val="385623" w:themeColor="accent6" w:themeShade="80"/>
              <w:sz w:val="28"/>
              <w:shd w:val="clear" w:color="auto" w:fill="92D050"/>
            </w:rPr>
            <w:t>Click here to enter text.</w:t>
          </w:r>
        </w:sdtContent>
      </w:sdt>
      <w:r w:rsidR="00AD6BB5">
        <w:rPr>
          <w:noProof/>
        </w:rPr>
        <w:t xml:space="preserve"> </w:t>
      </w:r>
    </w:p>
    <w:p w:rsidR="00AD6BB5" w:rsidRDefault="00AD6BB5">
      <w:pPr>
        <w:spacing w:after="5" w:line="249" w:lineRule="auto"/>
        <w:ind w:left="24" w:right="697" w:hanging="10"/>
        <w:rPr>
          <w:rFonts w:ascii="Arial" w:eastAsia="Arial" w:hAnsi="Arial" w:cs="Arial"/>
        </w:rPr>
      </w:pPr>
    </w:p>
    <w:p w:rsidR="00F632FF" w:rsidRDefault="00863C7C">
      <w:pPr>
        <w:spacing w:after="5" w:line="249" w:lineRule="auto"/>
        <w:ind w:left="24" w:right="697" w:hanging="10"/>
        <w:rPr>
          <w:rFonts w:ascii="Arial" w:eastAsia="Arial" w:hAnsi="Arial" w:cs="Arial"/>
        </w:rPr>
      </w:pPr>
      <w:r>
        <w:rPr>
          <w:rFonts w:ascii="Arial" w:eastAsia="Arial" w:hAnsi="Arial" w:cs="Arial"/>
        </w:rPr>
        <w:t xml:space="preserve">What are your responsibilities to ensure you do not breach this Act? </w:t>
      </w:r>
    </w:p>
    <w:p w:rsidR="00AD6BB5" w:rsidRDefault="00AD6BB5">
      <w:pPr>
        <w:spacing w:after="5" w:line="249" w:lineRule="auto"/>
        <w:ind w:left="24" w:right="697" w:hanging="10"/>
      </w:pPr>
    </w:p>
    <w:p w:rsidR="00AD6BB5" w:rsidRDefault="003C586D" w:rsidP="00821BD8">
      <w:pPr>
        <w:shd w:val="clear" w:color="auto" w:fill="FFC000"/>
        <w:spacing w:after="11"/>
        <w:ind w:left="-29"/>
        <w:rPr>
          <w:noProof/>
        </w:rPr>
      </w:pPr>
      <w:sdt>
        <w:sdtPr>
          <w:rPr>
            <w:color w:val="D24726"/>
            <w:sz w:val="28"/>
          </w:rPr>
          <w:id w:val="112716063"/>
          <w:placeholder>
            <w:docPart w:val="48EFAF5702364438BBD20044BA242B48"/>
          </w:placeholder>
          <w:showingPlcHdr/>
          <w15:color w:val="FF6600"/>
          <w:text w:multiLine="1"/>
        </w:sdtPr>
        <w:sdtEndPr/>
        <w:sdtContent>
          <w:r w:rsidR="00AD6BB5" w:rsidRPr="00F67359">
            <w:rPr>
              <w:color w:val="D24726"/>
              <w:sz w:val="28"/>
            </w:rPr>
            <w:t>Click here to enter text.</w:t>
          </w:r>
        </w:sdtContent>
      </w:sdt>
      <w:r w:rsidR="00AD6BB5">
        <w:rPr>
          <w:noProof/>
        </w:rPr>
        <w:t xml:space="preserve"> </w:t>
      </w:r>
    </w:p>
    <w:p w:rsidR="00AD6BB5" w:rsidRDefault="00AD6BB5">
      <w:pPr>
        <w:spacing w:after="160" w:line="259" w:lineRule="auto"/>
        <w:rPr>
          <w:noProof/>
        </w:rPr>
      </w:pPr>
      <w:r>
        <w:rPr>
          <w:noProof/>
        </w:rPr>
        <w:br w:type="page"/>
      </w:r>
    </w:p>
    <w:p w:rsidR="00F632FF" w:rsidRDefault="00821670" w:rsidP="00821670">
      <w:pPr>
        <w:pStyle w:val="Heading5"/>
        <w:rPr>
          <w:rFonts w:eastAsia="Arial"/>
        </w:rPr>
      </w:pPr>
      <w:r>
        <w:rPr>
          <w:rFonts w:eastAsia="Arial"/>
        </w:rPr>
        <w:lastRenderedPageBreak/>
        <w:t>Warehouse fined $19,800 after spamming customers who hit ‘unsubscribe’</w:t>
      </w:r>
    </w:p>
    <w:p w:rsidR="00821670" w:rsidRDefault="00821670" w:rsidP="00821670">
      <w:pPr>
        <w:spacing w:after="0"/>
        <w:jc w:val="center"/>
      </w:pPr>
      <w:r>
        <w:rPr>
          <w:noProof/>
        </w:rPr>
        <w:drawing>
          <wp:inline distT="0" distB="0" distL="0" distR="0" wp14:anchorId="3C3D7E64" wp14:editId="5E85E9A2">
            <wp:extent cx="2423898" cy="1437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36653" cy="1445115"/>
                    </a:xfrm>
                    <a:prstGeom prst="rect">
                      <a:avLst/>
                    </a:prstGeom>
                  </pic:spPr>
                </pic:pic>
              </a:graphicData>
            </a:graphic>
          </wp:inline>
        </w:drawing>
      </w:r>
      <w:r>
        <w:rPr>
          <w:rFonts w:ascii="Arial" w:eastAsia="Arial" w:hAnsi="Arial" w:cs="Arial"/>
        </w:rPr>
        <w:t xml:space="preserve">  </w:t>
      </w:r>
      <w:r>
        <w:rPr>
          <w:noProof/>
        </w:rPr>
        <w:drawing>
          <wp:inline distT="0" distB="0" distL="0" distR="0" wp14:anchorId="628572F2" wp14:editId="48A9D4B7">
            <wp:extent cx="1714286" cy="304762"/>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14286" cy="304762"/>
                    </a:xfrm>
                    <a:prstGeom prst="rect">
                      <a:avLst/>
                    </a:prstGeom>
                  </pic:spPr>
                </pic:pic>
              </a:graphicData>
            </a:graphic>
          </wp:inline>
        </w:drawing>
      </w:r>
    </w:p>
    <w:p w:rsidR="00821670" w:rsidRDefault="00821670">
      <w:pPr>
        <w:spacing w:after="0"/>
      </w:pPr>
    </w:p>
    <w:p w:rsidR="00AD6BB5" w:rsidRPr="00821670" w:rsidRDefault="00AD6BB5" w:rsidP="00AD6BB5">
      <w:pPr>
        <w:spacing w:after="0"/>
        <w:rPr>
          <w:rFonts w:ascii="Verdana" w:hAnsi="Verdana"/>
          <w:b/>
          <w:color w:val="2F5496" w:themeColor="accent5" w:themeShade="BF"/>
          <w:sz w:val="20"/>
        </w:rPr>
      </w:pPr>
      <w:r w:rsidRPr="00821670">
        <w:rPr>
          <w:rFonts w:ascii="Verdana" w:hAnsi="Verdana"/>
          <w:b/>
          <w:color w:val="2F5496" w:themeColor="accent5" w:themeShade="BF"/>
          <w:sz w:val="20"/>
        </w:rPr>
        <w:t>The Warehouse has been fined almost $20,000 for repeatedly spamming people who had asked to be taken off its mailing lists.</w:t>
      </w:r>
    </w:p>
    <w:p w:rsidR="00AD6BB5" w:rsidRPr="00821670" w:rsidRDefault="00AD6BB5" w:rsidP="00AD6BB5">
      <w:pPr>
        <w:spacing w:after="0"/>
        <w:rPr>
          <w:rFonts w:ascii="Verdana" w:hAnsi="Verdana"/>
          <w:b/>
          <w:color w:val="2F5496" w:themeColor="accent5" w:themeShade="BF"/>
          <w:sz w:val="20"/>
        </w:rPr>
      </w:pPr>
    </w:p>
    <w:p w:rsidR="00AD6BB5" w:rsidRPr="00821670" w:rsidRDefault="00AD6BB5" w:rsidP="00AD6BB5">
      <w:pPr>
        <w:spacing w:after="0"/>
        <w:rPr>
          <w:rFonts w:ascii="Verdana" w:hAnsi="Verdana"/>
          <w:b/>
          <w:color w:val="2F5496" w:themeColor="accent5" w:themeShade="BF"/>
          <w:sz w:val="20"/>
        </w:rPr>
      </w:pPr>
      <w:r w:rsidRPr="00821670">
        <w:rPr>
          <w:rFonts w:ascii="Verdana" w:hAnsi="Verdana"/>
          <w:b/>
          <w:color w:val="2F5496" w:themeColor="accent5" w:themeShade="BF"/>
          <w:sz w:val="20"/>
        </w:rPr>
        <w:t>On Thursday the Department of Internal Affairs said it had issued a civil infringement notice under the Unsolicited Electronic Messages Act 2007.</w:t>
      </w:r>
    </w:p>
    <w:p w:rsidR="00AD6BB5" w:rsidRPr="00821670" w:rsidRDefault="00AD6BB5" w:rsidP="00AD6BB5">
      <w:pPr>
        <w:spacing w:after="0"/>
        <w:rPr>
          <w:rFonts w:ascii="Verdana" w:hAnsi="Verdana"/>
          <w:b/>
          <w:color w:val="2F5496" w:themeColor="accent5" w:themeShade="BF"/>
          <w:sz w:val="20"/>
        </w:rPr>
      </w:pPr>
    </w:p>
    <w:p w:rsidR="00AD6BB5" w:rsidRPr="00821670" w:rsidRDefault="00AD6BB5" w:rsidP="00AD6BB5">
      <w:pPr>
        <w:spacing w:after="0"/>
        <w:rPr>
          <w:rFonts w:ascii="Verdana" w:hAnsi="Verdana"/>
          <w:b/>
          <w:color w:val="2F5496" w:themeColor="accent5" w:themeShade="BF"/>
          <w:sz w:val="20"/>
        </w:rPr>
      </w:pPr>
      <w:r w:rsidRPr="00821670">
        <w:rPr>
          <w:rFonts w:ascii="Verdana" w:hAnsi="Verdana"/>
          <w:b/>
          <w:color w:val="2F5496" w:themeColor="accent5" w:themeShade="BF"/>
          <w:sz w:val="20"/>
        </w:rPr>
        <w:t>The Warehouse did not object to the notice and has paid the $19,800 fine, DIA said in a statement.</w:t>
      </w:r>
    </w:p>
    <w:p w:rsidR="00AD6BB5" w:rsidRPr="00821670" w:rsidRDefault="00AD6BB5" w:rsidP="00AD6BB5">
      <w:pPr>
        <w:spacing w:after="0"/>
        <w:rPr>
          <w:rFonts w:ascii="Verdana" w:hAnsi="Verdana"/>
          <w:b/>
          <w:color w:val="2F5496" w:themeColor="accent5" w:themeShade="BF"/>
          <w:sz w:val="20"/>
        </w:rPr>
      </w:pPr>
    </w:p>
    <w:p w:rsidR="00AD6BB5" w:rsidRPr="00821670" w:rsidRDefault="00AD6BB5" w:rsidP="00AD6BB5">
      <w:pPr>
        <w:spacing w:after="0"/>
        <w:rPr>
          <w:rFonts w:ascii="Verdana" w:hAnsi="Verdana"/>
          <w:b/>
          <w:color w:val="2F5496" w:themeColor="accent5" w:themeShade="BF"/>
          <w:sz w:val="20"/>
        </w:rPr>
      </w:pPr>
      <w:r w:rsidRPr="00821670">
        <w:rPr>
          <w:rFonts w:ascii="Verdana" w:hAnsi="Verdana"/>
          <w:b/>
          <w:color w:val="2F5496" w:themeColor="accent5" w:themeShade="BF"/>
          <w:sz w:val="20"/>
        </w:rPr>
        <w:t>The investigation found that email recipients had continued to receive electronic messaging from The Warehouse even after they asked to be unsubscribed from mailing lists.</w:t>
      </w:r>
    </w:p>
    <w:p w:rsidR="00AD6BB5" w:rsidRPr="00AD6BB5" w:rsidRDefault="00AD6BB5" w:rsidP="00AD6BB5">
      <w:pPr>
        <w:spacing w:after="0"/>
        <w:rPr>
          <w:rFonts w:ascii="Arial" w:eastAsia="Arial" w:hAnsi="Arial" w:cs="Arial"/>
        </w:rPr>
      </w:pPr>
    </w:p>
    <w:p w:rsidR="00F632FF" w:rsidRDefault="00F632FF">
      <w:pPr>
        <w:spacing w:after="0"/>
      </w:pPr>
    </w:p>
    <w:p w:rsidR="00F632FF" w:rsidRDefault="00863C7C">
      <w:pPr>
        <w:spacing w:after="5" w:line="249" w:lineRule="auto"/>
        <w:ind w:left="24" w:right="697" w:hanging="10"/>
      </w:pPr>
      <w:r>
        <w:rPr>
          <w:rFonts w:ascii="Arial" w:eastAsia="Arial" w:hAnsi="Arial" w:cs="Arial"/>
        </w:rPr>
        <w:t xml:space="preserve">What Act </w:t>
      </w:r>
      <w:proofErr w:type="gramStart"/>
      <w:r>
        <w:rPr>
          <w:rFonts w:ascii="Arial" w:eastAsia="Arial" w:hAnsi="Arial" w:cs="Arial"/>
        </w:rPr>
        <w:t>was  breached</w:t>
      </w:r>
      <w:proofErr w:type="gramEnd"/>
      <w:r>
        <w:rPr>
          <w:rFonts w:ascii="Arial" w:eastAsia="Arial" w:hAnsi="Arial" w:cs="Arial"/>
        </w:rPr>
        <w:t xml:space="preserve"> by The Warehouse? </w:t>
      </w:r>
    </w:p>
    <w:p w:rsidR="00821670" w:rsidRDefault="00821670">
      <w:pPr>
        <w:spacing w:after="7"/>
        <w:ind w:left="-29"/>
        <w:rPr>
          <w:rFonts w:ascii="Arial" w:eastAsia="Arial" w:hAnsi="Arial" w:cs="Arial"/>
        </w:rPr>
      </w:pPr>
    </w:p>
    <w:p w:rsidR="00F632FF" w:rsidRDefault="003C586D">
      <w:pPr>
        <w:spacing w:after="7"/>
        <w:ind w:left="-29"/>
        <w:rPr>
          <w:color w:val="385623" w:themeColor="accent6" w:themeShade="80"/>
          <w:sz w:val="28"/>
        </w:rPr>
      </w:pPr>
      <w:sdt>
        <w:sdtPr>
          <w:rPr>
            <w:color w:val="385623" w:themeColor="accent6" w:themeShade="80"/>
            <w:sz w:val="28"/>
            <w:shd w:val="clear" w:color="auto" w:fill="92D050"/>
          </w:rPr>
          <w:id w:val="244227987"/>
          <w:placeholder>
            <w:docPart w:val="72C1FD39841B454AB3BFE395CD3F69CC"/>
          </w:placeholder>
          <w:showingPlcHdr/>
          <w15:color w:val="339966"/>
          <w:text w:multiLine="1"/>
        </w:sdtPr>
        <w:sdtEndPr/>
        <w:sdtContent>
          <w:r w:rsidR="00F67359" w:rsidRPr="00821BD8">
            <w:rPr>
              <w:color w:val="385623" w:themeColor="accent6" w:themeShade="80"/>
              <w:sz w:val="28"/>
              <w:shd w:val="clear" w:color="auto" w:fill="92D050"/>
            </w:rPr>
            <w:t>Click here to enter text.</w:t>
          </w:r>
        </w:sdtContent>
      </w:sdt>
    </w:p>
    <w:p w:rsidR="00F67359" w:rsidRDefault="00F67359">
      <w:pPr>
        <w:spacing w:after="7"/>
        <w:ind w:left="-29"/>
      </w:pPr>
    </w:p>
    <w:p w:rsidR="00F632FF" w:rsidRDefault="00863C7C">
      <w:pPr>
        <w:spacing w:after="5" w:line="249" w:lineRule="auto"/>
        <w:ind w:left="24" w:right="697" w:hanging="10"/>
      </w:pPr>
      <w:r>
        <w:rPr>
          <w:rFonts w:ascii="Arial" w:eastAsia="Arial" w:hAnsi="Arial" w:cs="Arial"/>
        </w:rPr>
        <w:t xml:space="preserve">What should The Warehouse have done to prevent a breach of this Act? </w:t>
      </w:r>
    </w:p>
    <w:p w:rsidR="00821670" w:rsidRDefault="00821670">
      <w:pPr>
        <w:spacing w:after="0"/>
        <w:rPr>
          <w:rFonts w:ascii="Arial" w:eastAsia="Arial" w:hAnsi="Arial" w:cs="Arial"/>
        </w:rPr>
      </w:pPr>
    </w:p>
    <w:p w:rsidR="00F67359" w:rsidRDefault="003C586D">
      <w:pPr>
        <w:spacing w:after="0"/>
        <w:rPr>
          <w:rFonts w:ascii="Arial" w:eastAsia="Arial" w:hAnsi="Arial" w:cs="Arial"/>
        </w:rPr>
      </w:pPr>
      <w:sdt>
        <w:sdtPr>
          <w:rPr>
            <w:color w:val="D24726"/>
            <w:sz w:val="28"/>
            <w:shd w:val="clear" w:color="auto" w:fill="FFC000"/>
          </w:rPr>
          <w:id w:val="813993031"/>
          <w:placeholder>
            <w:docPart w:val="611DBA5448E8430E9C3B1476F74512BF"/>
          </w:placeholder>
          <w:showingPlcHdr/>
          <w15:color w:val="FF6600"/>
          <w:text w:multiLine="1"/>
        </w:sdtPr>
        <w:sdtEndPr/>
        <w:sdtContent>
          <w:r w:rsidR="00F67359" w:rsidRPr="00821BD8">
            <w:rPr>
              <w:color w:val="D24726"/>
              <w:sz w:val="28"/>
              <w:shd w:val="clear" w:color="auto" w:fill="FFC000"/>
            </w:rPr>
            <w:t>Click here to enter text.</w:t>
          </w:r>
        </w:sdtContent>
      </w:sdt>
    </w:p>
    <w:p w:rsidR="00821670" w:rsidRDefault="00821670">
      <w:pPr>
        <w:spacing w:after="0"/>
        <w:rPr>
          <w:rFonts w:ascii="Arial" w:eastAsia="Arial" w:hAnsi="Arial" w:cs="Arial"/>
        </w:rPr>
      </w:pPr>
    </w:p>
    <w:p w:rsidR="00821670" w:rsidRDefault="00821670">
      <w:pPr>
        <w:spacing w:after="160" w:line="259" w:lineRule="auto"/>
        <w:rPr>
          <w:rFonts w:ascii="Arial" w:eastAsia="Arial" w:hAnsi="Arial" w:cs="Arial"/>
        </w:rPr>
      </w:pPr>
      <w:r>
        <w:rPr>
          <w:rFonts w:ascii="Arial" w:eastAsia="Arial" w:hAnsi="Arial" w:cs="Arial"/>
        </w:rPr>
        <w:br w:type="page"/>
      </w:r>
    </w:p>
    <w:p w:rsidR="00F632FF" w:rsidRDefault="00863C7C" w:rsidP="0083625E">
      <w:pPr>
        <w:pStyle w:val="Heading2"/>
        <w:tabs>
          <w:tab w:val="left" w:pos="7371"/>
        </w:tabs>
      </w:pPr>
      <w:r>
        <w:lastRenderedPageBreak/>
        <w:t xml:space="preserve">Task Two: </w:t>
      </w:r>
      <w:r w:rsidR="0083625E">
        <w:tab/>
        <w:t>LO 1, LO 2, LO 3</w:t>
      </w:r>
    </w:p>
    <w:p w:rsidR="00F632FF" w:rsidRDefault="00863C7C" w:rsidP="00821670">
      <w:r>
        <w:t xml:space="preserve">Answer all of the questions below: </w:t>
      </w:r>
    </w:p>
    <w:p w:rsidR="005D0BC3" w:rsidRDefault="005D0BC3" w:rsidP="005D0BC3">
      <w:pPr>
        <w:pStyle w:val="Heading5"/>
      </w:pPr>
      <w:r>
        <w:rPr>
          <w:rFonts w:eastAsia="Arial"/>
        </w:rPr>
        <w:t>Question 1</w:t>
      </w:r>
    </w:p>
    <w:p w:rsidR="005D0BC3" w:rsidRDefault="005D0BC3" w:rsidP="005D0BC3">
      <w:pPr>
        <w:pStyle w:val="smallline"/>
      </w:pPr>
      <w:r>
        <w:t xml:space="preserve"> </w:t>
      </w:r>
    </w:p>
    <w:p w:rsidR="005D0BC3" w:rsidRDefault="005D0BC3" w:rsidP="005D0BC3">
      <w:r>
        <w:t>What is digital citizenship?</w:t>
      </w:r>
    </w:p>
    <w:p w:rsidR="005D0BC3" w:rsidRDefault="003C586D" w:rsidP="005D0BC3">
      <w:pPr>
        <w:rPr>
          <w:color w:val="385623" w:themeColor="accent6" w:themeShade="80"/>
          <w:sz w:val="28"/>
        </w:rPr>
      </w:pPr>
      <w:sdt>
        <w:sdtPr>
          <w:rPr>
            <w:color w:val="385623" w:themeColor="accent6" w:themeShade="80"/>
            <w:sz w:val="28"/>
          </w:rPr>
          <w:id w:val="-1631787059"/>
          <w:placeholder>
            <w:docPart w:val="08F17BE59488489CB61C54583F6659C0"/>
          </w:placeholder>
          <w:showingPlcHdr/>
          <w15:color w:val="339966"/>
          <w:text w:multiLine="1"/>
        </w:sdtPr>
        <w:sdtEndPr/>
        <w:sdtContent>
          <w:r w:rsidR="005D0BC3" w:rsidRPr="00821BD8">
            <w:rPr>
              <w:color w:val="385623" w:themeColor="accent6" w:themeShade="80"/>
              <w:sz w:val="28"/>
              <w:shd w:val="clear" w:color="auto" w:fill="92D050"/>
            </w:rPr>
            <w:t>Click here to enter text.</w:t>
          </w:r>
        </w:sdtContent>
      </w:sdt>
    </w:p>
    <w:p w:rsidR="00180896" w:rsidRDefault="00180896" w:rsidP="00180896">
      <w:pPr>
        <w:pStyle w:val="smallline"/>
      </w:pPr>
    </w:p>
    <w:p w:rsidR="00180896" w:rsidRDefault="00180896" w:rsidP="00180896">
      <w:r>
        <w:t>What is a digital footprint?</w:t>
      </w:r>
    </w:p>
    <w:p w:rsidR="00180896" w:rsidRDefault="003C586D" w:rsidP="00180896">
      <w:pPr>
        <w:rPr>
          <w:color w:val="385623" w:themeColor="accent6" w:themeShade="80"/>
          <w:sz w:val="28"/>
        </w:rPr>
      </w:pPr>
      <w:sdt>
        <w:sdtPr>
          <w:rPr>
            <w:color w:val="C45911" w:themeColor="accent2" w:themeShade="BF"/>
            <w:sz w:val="28"/>
            <w:shd w:val="clear" w:color="auto" w:fill="FFC000"/>
          </w:rPr>
          <w:id w:val="932626801"/>
          <w:placeholder>
            <w:docPart w:val="400D1E0A1BC4428CA0BCDB3F0AEB9504"/>
          </w:placeholder>
          <w:showingPlcHdr/>
          <w15:color w:val="339966"/>
          <w:text w:multiLine="1"/>
        </w:sdtPr>
        <w:sdtEndPr/>
        <w:sdtContent>
          <w:r w:rsidR="00180896" w:rsidRPr="00821BD8">
            <w:rPr>
              <w:color w:val="C45911" w:themeColor="accent2" w:themeShade="BF"/>
              <w:sz w:val="28"/>
              <w:shd w:val="clear" w:color="auto" w:fill="FFC000"/>
            </w:rPr>
            <w:t>Click here to enter text.</w:t>
          </w:r>
        </w:sdtContent>
      </w:sdt>
    </w:p>
    <w:p w:rsidR="00180896" w:rsidRDefault="00180896" w:rsidP="00180896">
      <w:pPr>
        <w:pStyle w:val="smallline"/>
      </w:pPr>
    </w:p>
    <w:p w:rsidR="00180896" w:rsidRDefault="00180896" w:rsidP="00180896">
      <w:r>
        <w:t>What is digital etiquette?</w:t>
      </w:r>
    </w:p>
    <w:p w:rsidR="00180896" w:rsidRDefault="003C586D" w:rsidP="00180896">
      <w:pPr>
        <w:rPr>
          <w:color w:val="385623" w:themeColor="accent6" w:themeShade="80"/>
          <w:sz w:val="28"/>
        </w:rPr>
      </w:pPr>
      <w:sdt>
        <w:sdtPr>
          <w:rPr>
            <w:color w:val="385623" w:themeColor="accent6" w:themeShade="80"/>
            <w:sz w:val="28"/>
            <w:shd w:val="clear" w:color="auto" w:fill="92D050"/>
          </w:rPr>
          <w:id w:val="1214398056"/>
          <w:placeholder>
            <w:docPart w:val="B6613A53964D4D1EB4F33110EF279189"/>
          </w:placeholder>
          <w:showingPlcHdr/>
          <w15:color w:val="339966"/>
          <w:text w:multiLine="1"/>
        </w:sdtPr>
        <w:sdtEndPr/>
        <w:sdtContent>
          <w:r w:rsidR="00180896" w:rsidRPr="00821BD8">
            <w:rPr>
              <w:color w:val="385623" w:themeColor="accent6" w:themeShade="80"/>
              <w:sz w:val="28"/>
              <w:shd w:val="clear" w:color="auto" w:fill="92D050"/>
            </w:rPr>
            <w:t>Click here to enter text.</w:t>
          </w:r>
        </w:sdtContent>
      </w:sdt>
    </w:p>
    <w:p w:rsidR="00180896" w:rsidRDefault="00180896" w:rsidP="00180896"/>
    <w:p w:rsidR="005D0BC3" w:rsidRDefault="005D0BC3" w:rsidP="005D0BC3">
      <w:pPr>
        <w:pStyle w:val="Heading5"/>
      </w:pPr>
      <w:r>
        <w:rPr>
          <w:rFonts w:eastAsia="Arial"/>
        </w:rPr>
        <w:t>Question 2</w:t>
      </w:r>
    </w:p>
    <w:p w:rsidR="005D0BC3" w:rsidRDefault="005D0BC3" w:rsidP="005D0BC3">
      <w:pPr>
        <w:pStyle w:val="smallline"/>
      </w:pPr>
      <w:r>
        <w:t xml:space="preserve"> </w:t>
      </w:r>
    </w:p>
    <w:p w:rsidR="005D0BC3" w:rsidRDefault="005D0BC3" w:rsidP="005D0BC3">
      <w:r>
        <w:t>What is etiquette?</w:t>
      </w:r>
    </w:p>
    <w:p w:rsidR="005D0BC3" w:rsidRDefault="003C586D" w:rsidP="005D0BC3">
      <w:pPr>
        <w:rPr>
          <w:color w:val="D24726"/>
          <w:sz w:val="28"/>
        </w:rPr>
      </w:pPr>
      <w:sdt>
        <w:sdtPr>
          <w:rPr>
            <w:color w:val="D24726"/>
            <w:sz w:val="28"/>
            <w:shd w:val="clear" w:color="auto" w:fill="FFC000"/>
          </w:rPr>
          <w:id w:val="1628816630"/>
          <w:placeholder>
            <w:docPart w:val="EFD9307F89C64468B05550B145A9AA5C"/>
          </w:placeholder>
          <w:showingPlcHdr/>
          <w15:color w:val="FF6600"/>
          <w:text w:multiLine="1"/>
        </w:sdtPr>
        <w:sdtEndPr/>
        <w:sdtContent>
          <w:r w:rsidR="005D0BC3" w:rsidRPr="00821BD8">
            <w:rPr>
              <w:color w:val="D24726"/>
              <w:sz w:val="28"/>
              <w:shd w:val="clear" w:color="auto" w:fill="FFC000"/>
            </w:rPr>
            <w:t>Click here to enter text.</w:t>
          </w:r>
        </w:sdtContent>
      </w:sdt>
    </w:p>
    <w:p w:rsidR="005D0BC3" w:rsidRDefault="005D0BC3" w:rsidP="005D0BC3"/>
    <w:p w:rsidR="005D0BC3" w:rsidRDefault="005D0BC3" w:rsidP="005D0BC3">
      <w:pPr>
        <w:pStyle w:val="Heading5"/>
      </w:pPr>
      <w:r>
        <w:rPr>
          <w:rFonts w:eastAsia="Arial"/>
        </w:rPr>
        <w:t>Question 3</w:t>
      </w:r>
    </w:p>
    <w:p w:rsidR="005D0BC3" w:rsidRDefault="005D0BC3" w:rsidP="005D0BC3">
      <w:pPr>
        <w:pStyle w:val="smallline"/>
      </w:pPr>
      <w:r>
        <w:t xml:space="preserve"> </w:t>
      </w:r>
    </w:p>
    <w:p w:rsidR="005D0BC3" w:rsidRDefault="005D0BC3" w:rsidP="005D0BC3">
      <w:r>
        <w:t>What is the difference between ethics and etiquette?</w:t>
      </w:r>
    </w:p>
    <w:p w:rsidR="005D0BC3" w:rsidRDefault="003C586D" w:rsidP="005D0BC3">
      <w:pPr>
        <w:rPr>
          <w:color w:val="385623" w:themeColor="accent6" w:themeShade="80"/>
          <w:sz w:val="28"/>
        </w:rPr>
      </w:pPr>
      <w:sdt>
        <w:sdtPr>
          <w:rPr>
            <w:color w:val="385623" w:themeColor="accent6" w:themeShade="80"/>
            <w:sz w:val="28"/>
            <w:shd w:val="clear" w:color="auto" w:fill="92D050"/>
          </w:rPr>
          <w:id w:val="775909181"/>
          <w:placeholder>
            <w:docPart w:val="0C7DA0511BFF4D0B8BC2DA488DFAA58B"/>
          </w:placeholder>
          <w:showingPlcHdr/>
          <w15:color w:val="339966"/>
          <w:text w:multiLine="1"/>
        </w:sdtPr>
        <w:sdtEndPr/>
        <w:sdtContent>
          <w:r w:rsidR="005D0BC3" w:rsidRPr="00821BD8">
            <w:rPr>
              <w:color w:val="385623" w:themeColor="accent6" w:themeShade="80"/>
              <w:sz w:val="28"/>
              <w:shd w:val="clear" w:color="auto" w:fill="92D050"/>
            </w:rPr>
            <w:t>Click here to enter text.</w:t>
          </w:r>
        </w:sdtContent>
      </w:sdt>
    </w:p>
    <w:p w:rsidR="005D0BC3" w:rsidRDefault="005D0BC3" w:rsidP="005D0BC3"/>
    <w:p w:rsidR="005D0BC3" w:rsidRDefault="005D0BC3" w:rsidP="005D0BC3">
      <w:pPr>
        <w:pStyle w:val="Heading5"/>
        <w:rPr>
          <w:rFonts w:eastAsia="Arial"/>
        </w:rPr>
      </w:pPr>
      <w:r>
        <w:rPr>
          <w:rFonts w:eastAsia="Arial"/>
        </w:rPr>
        <w:t>Question 4</w:t>
      </w:r>
    </w:p>
    <w:p w:rsidR="005D0BC3" w:rsidRPr="00821670" w:rsidRDefault="005D0BC3" w:rsidP="005D0BC3">
      <w:pPr>
        <w:pStyle w:val="smallline"/>
      </w:pPr>
    </w:p>
    <w:p w:rsidR="005D0BC3" w:rsidRDefault="005D0BC3" w:rsidP="005D0BC3">
      <w:r>
        <w:t xml:space="preserve">List three points of e-mail etiquette you need to consider when sending emails to colleagues &amp; customers? </w:t>
      </w:r>
    </w:p>
    <w:p w:rsidR="005D0BC3" w:rsidRDefault="003C586D" w:rsidP="005D0BC3">
      <w:pPr>
        <w:rPr>
          <w:color w:val="385623" w:themeColor="accent6" w:themeShade="80"/>
          <w:sz w:val="28"/>
        </w:rPr>
      </w:pPr>
      <w:sdt>
        <w:sdtPr>
          <w:rPr>
            <w:color w:val="D24726"/>
            <w:sz w:val="28"/>
            <w:shd w:val="clear" w:color="auto" w:fill="FFC000"/>
          </w:rPr>
          <w:id w:val="588975124"/>
          <w:placeholder>
            <w:docPart w:val="7B77C5871395436A9569885356C12730"/>
          </w:placeholder>
          <w:showingPlcHdr/>
          <w15:color w:val="FF6600"/>
          <w:text w:multiLine="1"/>
        </w:sdtPr>
        <w:sdtEndPr/>
        <w:sdtContent>
          <w:r w:rsidR="005D0BC3" w:rsidRPr="00821BD8">
            <w:rPr>
              <w:color w:val="D24726"/>
              <w:sz w:val="28"/>
              <w:shd w:val="clear" w:color="auto" w:fill="FFC000"/>
            </w:rPr>
            <w:t>Click here to enter text.</w:t>
          </w:r>
        </w:sdtContent>
      </w:sdt>
    </w:p>
    <w:p w:rsidR="005D0BC3" w:rsidRDefault="005D0BC3" w:rsidP="005D0BC3"/>
    <w:p w:rsidR="00F632FF" w:rsidRDefault="005D0BC3" w:rsidP="005D0BC3">
      <w:pPr>
        <w:pStyle w:val="Heading5"/>
        <w:rPr>
          <w:rFonts w:eastAsia="Arial"/>
        </w:rPr>
      </w:pPr>
      <w:r>
        <w:rPr>
          <w:rFonts w:eastAsia="Arial"/>
        </w:rPr>
        <w:t>Question 5</w:t>
      </w:r>
    </w:p>
    <w:p w:rsidR="00821670" w:rsidRPr="00821670" w:rsidRDefault="00821670" w:rsidP="00821670">
      <w:pPr>
        <w:pStyle w:val="smallline"/>
      </w:pPr>
    </w:p>
    <w:p w:rsidR="00F632FF" w:rsidRDefault="00863C7C" w:rsidP="00821670">
      <w:r>
        <w:t xml:space="preserve">Many organisations don’t want employees to use social networking sites such as Facebook, or use personal e-mail during work hours.  Why is this? </w:t>
      </w:r>
    </w:p>
    <w:p w:rsidR="00F632FF" w:rsidRDefault="003C586D" w:rsidP="00821670">
      <w:pPr>
        <w:rPr>
          <w:color w:val="385623" w:themeColor="accent6" w:themeShade="80"/>
          <w:sz w:val="28"/>
        </w:rPr>
      </w:pPr>
      <w:sdt>
        <w:sdtPr>
          <w:rPr>
            <w:color w:val="385623" w:themeColor="accent6" w:themeShade="80"/>
            <w:sz w:val="28"/>
            <w:shd w:val="clear" w:color="auto" w:fill="92D050"/>
          </w:rPr>
          <w:id w:val="-2135619903"/>
          <w:placeholder>
            <w:docPart w:val="AF95B8B906564034A08498025CF3C41C"/>
          </w:placeholder>
          <w:showingPlcHdr/>
          <w15:color w:val="339966"/>
          <w:text w:multiLine="1"/>
        </w:sdtPr>
        <w:sdtEndPr/>
        <w:sdtContent>
          <w:r w:rsidR="00F67359" w:rsidRPr="00821BD8">
            <w:rPr>
              <w:color w:val="385623" w:themeColor="accent6" w:themeShade="80"/>
              <w:sz w:val="28"/>
              <w:shd w:val="clear" w:color="auto" w:fill="92D050"/>
            </w:rPr>
            <w:t>Click here to enter text.</w:t>
          </w:r>
        </w:sdtContent>
      </w:sdt>
    </w:p>
    <w:p w:rsidR="00F67359" w:rsidRDefault="00F67359" w:rsidP="00821670"/>
    <w:p w:rsidR="00F632FF" w:rsidRDefault="005D0BC3" w:rsidP="00821670">
      <w:pPr>
        <w:pStyle w:val="Heading5"/>
        <w:rPr>
          <w:rFonts w:eastAsia="Arial"/>
        </w:rPr>
      </w:pPr>
      <w:r>
        <w:rPr>
          <w:rFonts w:eastAsia="Arial"/>
        </w:rPr>
        <w:t>Question 6</w:t>
      </w:r>
    </w:p>
    <w:p w:rsidR="00821670" w:rsidRPr="00821670" w:rsidRDefault="00821670" w:rsidP="00821670">
      <w:pPr>
        <w:pStyle w:val="smallline"/>
      </w:pPr>
    </w:p>
    <w:p w:rsidR="00F632FF" w:rsidRDefault="00863C7C" w:rsidP="00821670">
      <w:r>
        <w:t xml:space="preserve">What are your responsibilities if personal email and social networking use at work is allowed? </w:t>
      </w:r>
    </w:p>
    <w:p w:rsidR="00F632FF" w:rsidRDefault="003C586D" w:rsidP="00821670">
      <w:pPr>
        <w:rPr>
          <w:color w:val="D24726"/>
          <w:sz w:val="28"/>
        </w:rPr>
      </w:pPr>
      <w:sdt>
        <w:sdtPr>
          <w:rPr>
            <w:color w:val="D24726"/>
            <w:sz w:val="28"/>
            <w:shd w:val="clear" w:color="auto" w:fill="FFC000"/>
          </w:rPr>
          <w:id w:val="591828349"/>
          <w:placeholder>
            <w:docPart w:val="0514B6FD13C94792911F5E6535EB8554"/>
          </w:placeholder>
          <w:showingPlcHdr/>
          <w15:color w:val="FF6600"/>
          <w:text w:multiLine="1"/>
        </w:sdtPr>
        <w:sdtEndPr/>
        <w:sdtContent>
          <w:r w:rsidR="00F67359" w:rsidRPr="00821BD8">
            <w:rPr>
              <w:color w:val="D24726"/>
              <w:sz w:val="28"/>
              <w:shd w:val="clear" w:color="auto" w:fill="FFC000"/>
            </w:rPr>
            <w:t>Click here to enter text.</w:t>
          </w:r>
        </w:sdtContent>
      </w:sdt>
    </w:p>
    <w:p w:rsidR="00F632FF" w:rsidRDefault="005D0BC3" w:rsidP="00DF3F6A">
      <w:pPr>
        <w:pStyle w:val="Heading5"/>
      </w:pPr>
      <w:r>
        <w:rPr>
          <w:rFonts w:eastAsia="Arial"/>
        </w:rPr>
        <w:t>Question 7</w:t>
      </w:r>
    </w:p>
    <w:p w:rsidR="00F632FF" w:rsidRDefault="00863C7C" w:rsidP="00DF3F6A">
      <w:pPr>
        <w:pStyle w:val="smallline"/>
      </w:pPr>
      <w:r>
        <w:t xml:space="preserve"> </w:t>
      </w:r>
    </w:p>
    <w:p w:rsidR="00F632FF" w:rsidRDefault="00863C7C" w:rsidP="00821670">
      <w:r>
        <w:t xml:space="preserve">Why do many employers discourage sending confidential material using digital communication tools (such as e-mail, instant messaging)? </w:t>
      </w:r>
    </w:p>
    <w:p w:rsidR="00F632FF" w:rsidRDefault="003C586D" w:rsidP="00821670">
      <w:sdt>
        <w:sdtPr>
          <w:rPr>
            <w:color w:val="385623" w:themeColor="accent6" w:themeShade="80"/>
            <w:sz w:val="28"/>
            <w:shd w:val="clear" w:color="auto" w:fill="92D050"/>
          </w:rPr>
          <w:id w:val="-1300063831"/>
          <w:placeholder>
            <w:docPart w:val="E641CD1F02CB43E29612B334418A2972"/>
          </w:placeholder>
          <w:showingPlcHdr/>
          <w15:color w:val="339966"/>
          <w:text w:multiLine="1"/>
        </w:sdtPr>
        <w:sdtEndPr/>
        <w:sdtContent>
          <w:r w:rsidR="00F67359" w:rsidRPr="00821BD8">
            <w:rPr>
              <w:color w:val="385623" w:themeColor="accent6" w:themeShade="80"/>
              <w:sz w:val="28"/>
              <w:shd w:val="clear" w:color="auto" w:fill="92D050"/>
            </w:rPr>
            <w:t>Click here to enter text.</w:t>
          </w:r>
        </w:sdtContent>
      </w:sdt>
    </w:p>
    <w:p w:rsidR="00D93E67" w:rsidRDefault="00D93E67" w:rsidP="00D93E67"/>
    <w:p w:rsidR="005D0BC3" w:rsidRDefault="005D0BC3" w:rsidP="005D0BC3">
      <w:pPr>
        <w:pStyle w:val="Heading5"/>
      </w:pPr>
      <w:r>
        <w:rPr>
          <w:rFonts w:eastAsia="Arial"/>
        </w:rPr>
        <w:t>Question 8</w:t>
      </w:r>
    </w:p>
    <w:p w:rsidR="005D0BC3" w:rsidRDefault="005D0BC3" w:rsidP="005D0BC3">
      <w:pPr>
        <w:pStyle w:val="smallline"/>
      </w:pPr>
      <w:r>
        <w:t xml:space="preserve"> </w:t>
      </w:r>
    </w:p>
    <w:p w:rsidR="005D0BC3" w:rsidRDefault="005D0BC3" w:rsidP="005D0BC3">
      <w:r>
        <w:t xml:space="preserve">What is spam e-mail and how can you reduce the amount of spam email you receive? </w:t>
      </w:r>
    </w:p>
    <w:p w:rsidR="005D0BC3" w:rsidRDefault="003C586D" w:rsidP="005D0BC3">
      <w:pPr>
        <w:rPr>
          <w:color w:val="D24726"/>
          <w:sz w:val="28"/>
        </w:rPr>
      </w:pPr>
      <w:sdt>
        <w:sdtPr>
          <w:rPr>
            <w:color w:val="D24726"/>
            <w:sz w:val="28"/>
            <w:shd w:val="clear" w:color="auto" w:fill="FFC000"/>
          </w:rPr>
          <w:id w:val="1755932875"/>
          <w:placeholder>
            <w:docPart w:val="D98180AD23FF459AB0FAD4B3471956ED"/>
          </w:placeholder>
          <w:showingPlcHdr/>
          <w15:color w:val="FF6600"/>
          <w:text w:multiLine="1"/>
        </w:sdtPr>
        <w:sdtEndPr/>
        <w:sdtContent>
          <w:r w:rsidR="005D0BC3" w:rsidRPr="00821BD8">
            <w:rPr>
              <w:color w:val="D24726"/>
              <w:sz w:val="28"/>
              <w:shd w:val="clear" w:color="auto" w:fill="FFC000"/>
            </w:rPr>
            <w:t>Click here to enter text.</w:t>
          </w:r>
        </w:sdtContent>
      </w:sdt>
    </w:p>
    <w:p w:rsidR="005D0BC3" w:rsidRDefault="005D0BC3" w:rsidP="005D0BC3"/>
    <w:p w:rsidR="00DF3F6A" w:rsidRDefault="00DF3F6A" w:rsidP="00D93E67">
      <w:pPr>
        <w:spacing w:after="160" w:line="259" w:lineRule="auto"/>
        <w:rPr>
          <w:b/>
        </w:rPr>
      </w:pPr>
      <w:r>
        <w:rPr>
          <w:b/>
        </w:rPr>
        <w:br w:type="page"/>
      </w:r>
    </w:p>
    <w:p w:rsidR="00F632FF" w:rsidRDefault="00863C7C" w:rsidP="0083625E">
      <w:pPr>
        <w:pStyle w:val="Heading2"/>
        <w:tabs>
          <w:tab w:val="left" w:pos="7230"/>
        </w:tabs>
      </w:pPr>
      <w:r>
        <w:lastRenderedPageBreak/>
        <w:t xml:space="preserve">Task Three </w:t>
      </w:r>
      <w:r w:rsidR="0083625E">
        <w:tab/>
        <w:t>LO 1, LO 2</w:t>
      </w:r>
    </w:p>
    <w:p w:rsidR="003251E8" w:rsidRDefault="00863C7C" w:rsidP="003251E8">
      <w:r>
        <w:t xml:space="preserve">When using digital tools in a workplace or educational setting you need to be aware of any organisational regulations – have a look at </w:t>
      </w:r>
      <w:r w:rsidR="00F67359">
        <w:t>EIT</w:t>
      </w:r>
      <w:r>
        <w:t xml:space="preserve">’s </w:t>
      </w:r>
      <w:r w:rsidR="003C586D">
        <w:t>Handbook</w:t>
      </w:r>
      <w:r w:rsidR="003251E8">
        <w:t xml:space="preserve">. These are guidelines to make sure users are not doing anything unethical or illegal.   </w:t>
      </w:r>
      <w:r w:rsidR="003C586D">
        <w:t>Navigate</w:t>
      </w:r>
      <w:r w:rsidR="003251E8">
        <w:t xml:space="preserve"> to: </w:t>
      </w:r>
      <w:r w:rsidR="003C586D">
        <w:rPr>
          <w:noProof/>
        </w:rPr>
        <w:drawing>
          <wp:inline distT="0" distB="0" distL="0" distR="0" wp14:anchorId="1FD24DD9" wp14:editId="06B82729">
            <wp:extent cx="2990476" cy="342857"/>
            <wp:effectExtent l="19050" t="19050" r="19685" b="196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90476" cy="342857"/>
                    </a:xfrm>
                    <a:prstGeom prst="rect">
                      <a:avLst/>
                    </a:prstGeom>
                    <a:ln>
                      <a:solidFill>
                        <a:srgbClr val="403152"/>
                      </a:solidFill>
                    </a:ln>
                  </pic:spPr>
                </pic:pic>
              </a:graphicData>
            </a:graphic>
          </wp:inline>
        </w:drawing>
      </w:r>
      <w:r w:rsidR="003251E8">
        <w:t xml:space="preserve"> </w:t>
      </w:r>
      <w:r w:rsidR="003C586D">
        <w:br/>
        <w:t>download to view</w:t>
      </w:r>
      <w:r w:rsidR="003251E8" w:rsidRPr="00F17A78">
        <w:t xml:space="preserve"> </w:t>
      </w:r>
      <w:r w:rsidR="003C586D">
        <w:rPr>
          <w:noProof/>
        </w:rPr>
        <w:drawing>
          <wp:inline distT="0" distB="0" distL="0" distR="0" wp14:anchorId="03B81F35" wp14:editId="1A4254B6">
            <wp:extent cx="2104762" cy="266667"/>
            <wp:effectExtent l="19050" t="19050" r="10160" b="196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04762" cy="266667"/>
                    </a:xfrm>
                    <a:prstGeom prst="rect">
                      <a:avLst/>
                    </a:prstGeom>
                    <a:ln>
                      <a:solidFill>
                        <a:srgbClr val="403152"/>
                      </a:solidFill>
                    </a:ln>
                  </pic:spPr>
                </pic:pic>
              </a:graphicData>
            </a:graphic>
          </wp:inline>
        </w:drawing>
      </w:r>
      <w:r w:rsidR="003C586D" w:rsidRPr="003C586D">
        <w:t xml:space="preserve"> </w:t>
      </w:r>
      <w:r w:rsidR="003C586D" w:rsidRPr="003C586D">
        <w:rPr>
          <w:b/>
          <w:sz w:val="28"/>
        </w:rPr>
        <w:t xml:space="preserve">Read Student Rights and </w:t>
      </w:r>
      <w:proofErr w:type="spellStart"/>
      <w:r w:rsidR="003C586D" w:rsidRPr="003C586D">
        <w:rPr>
          <w:b/>
          <w:sz w:val="28"/>
        </w:rPr>
        <w:t>Responsiblities</w:t>
      </w:r>
      <w:proofErr w:type="spellEnd"/>
      <w:r w:rsidR="003C586D" w:rsidRPr="003C586D">
        <w:rPr>
          <w:b/>
          <w:sz w:val="28"/>
        </w:rPr>
        <w:t xml:space="preserve"> –pages 5-11.</w:t>
      </w:r>
    </w:p>
    <w:p w:rsidR="00F632FF" w:rsidRDefault="00F632FF" w:rsidP="00821670"/>
    <w:p w:rsidR="00875A6B" w:rsidRDefault="00875A6B" w:rsidP="00875A6B">
      <w:pPr>
        <w:pStyle w:val="Heading5"/>
      </w:pPr>
      <w:r>
        <w:rPr>
          <w:rFonts w:eastAsia="Arial"/>
        </w:rPr>
        <w:t>Question 1</w:t>
      </w:r>
    </w:p>
    <w:p w:rsidR="00F632FF" w:rsidRPr="00875A6B" w:rsidRDefault="003251E8" w:rsidP="00875A6B">
      <w:r w:rsidRPr="00875A6B">
        <w:t>List three things</w:t>
      </w:r>
      <w:r w:rsidR="00863C7C" w:rsidRPr="00875A6B">
        <w:rPr>
          <w:rFonts w:eastAsia="Arial"/>
        </w:rPr>
        <w:t xml:space="preserve"> users mu</w:t>
      </w:r>
      <w:r w:rsidRPr="00875A6B">
        <w:t xml:space="preserve">st agree to when using EIT’s </w:t>
      </w:r>
      <w:r w:rsidR="00D93E67" w:rsidRPr="00875A6B">
        <w:t>computer system</w:t>
      </w:r>
      <w:r w:rsidRPr="00875A6B">
        <w:t xml:space="preserve">.  </w:t>
      </w:r>
    </w:p>
    <w:p w:rsidR="00D93E67" w:rsidRPr="00D93E67" w:rsidRDefault="00D93E67" w:rsidP="00D93E67">
      <w:pPr>
        <w:pStyle w:val="smallline"/>
      </w:pPr>
    </w:p>
    <w:p w:rsidR="00F632FF" w:rsidRDefault="003C586D" w:rsidP="00821670">
      <w:sdt>
        <w:sdtPr>
          <w:rPr>
            <w:color w:val="385623" w:themeColor="accent6" w:themeShade="80"/>
            <w:sz w:val="28"/>
            <w:shd w:val="clear" w:color="auto" w:fill="92D050"/>
          </w:rPr>
          <w:id w:val="-714499952"/>
          <w:placeholder>
            <w:docPart w:val="19428886BE06475983A41297C14DF6F5"/>
          </w:placeholder>
          <w:showingPlcHdr/>
          <w15:color w:val="339966"/>
          <w:text w:multiLine="1"/>
        </w:sdtPr>
        <w:sdtEndPr/>
        <w:sdtContent>
          <w:r w:rsidR="003251E8" w:rsidRPr="00821BD8">
            <w:rPr>
              <w:color w:val="385623" w:themeColor="accent6" w:themeShade="80"/>
              <w:sz w:val="28"/>
              <w:shd w:val="clear" w:color="auto" w:fill="92D050"/>
            </w:rPr>
            <w:t>Click here to enter text.</w:t>
          </w:r>
        </w:sdtContent>
      </w:sdt>
      <w:r w:rsidR="00863C7C">
        <w:t xml:space="preserve"> </w:t>
      </w:r>
    </w:p>
    <w:p w:rsidR="003251E8" w:rsidRDefault="003C586D" w:rsidP="003251E8">
      <w:pPr>
        <w:rPr>
          <w:color w:val="D24726"/>
          <w:sz w:val="28"/>
        </w:rPr>
      </w:pPr>
      <w:sdt>
        <w:sdtPr>
          <w:rPr>
            <w:color w:val="D24726"/>
            <w:sz w:val="28"/>
            <w:shd w:val="clear" w:color="auto" w:fill="FFC000"/>
          </w:rPr>
          <w:id w:val="1231117007"/>
          <w:placeholder>
            <w:docPart w:val="437AD48B8BA7408296091BE05B13C0E0"/>
          </w:placeholder>
          <w:showingPlcHdr/>
          <w15:color w:val="FF6600"/>
          <w:text w:multiLine="1"/>
        </w:sdtPr>
        <w:sdtEndPr/>
        <w:sdtContent>
          <w:r w:rsidR="003251E8" w:rsidRPr="00821BD8">
            <w:rPr>
              <w:color w:val="D24726"/>
              <w:sz w:val="28"/>
              <w:shd w:val="clear" w:color="auto" w:fill="FFC000"/>
            </w:rPr>
            <w:t>Click here to enter text.</w:t>
          </w:r>
        </w:sdtContent>
      </w:sdt>
    </w:p>
    <w:p w:rsidR="00F632FF" w:rsidRDefault="003C586D" w:rsidP="003251E8">
      <w:sdt>
        <w:sdtPr>
          <w:rPr>
            <w:color w:val="385623" w:themeColor="accent6" w:themeShade="80"/>
            <w:sz w:val="28"/>
          </w:rPr>
          <w:id w:val="1261575506"/>
          <w:placeholder>
            <w:docPart w:val="26691891A7F34F8F805BF800E499654A"/>
          </w:placeholder>
          <w:showingPlcHdr/>
          <w15:color w:val="339966"/>
          <w:text w:multiLine="1"/>
        </w:sdtPr>
        <w:sdtEndPr/>
        <w:sdtContent>
          <w:r w:rsidR="003251E8" w:rsidRPr="00F67359">
            <w:rPr>
              <w:color w:val="385623" w:themeColor="accent6" w:themeShade="80"/>
              <w:sz w:val="28"/>
            </w:rPr>
            <w:t>Click here to enter text.</w:t>
          </w:r>
        </w:sdtContent>
      </w:sdt>
      <w:r w:rsidR="00863C7C">
        <w:t xml:space="preserve"> </w:t>
      </w:r>
    </w:p>
    <w:p w:rsidR="00F632FF" w:rsidRDefault="00F632FF" w:rsidP="00821670"/>
    <w:p w:rsidR="00875A6B" w:rsidRDefault="00875A6B" w:rsidP="00875A6B">
      <w:pPr>
        <w:pStyle w:val="Heading5"/>
      </w:pPr>
      <w:r>
        <w:rPr>
          <w:rFonts w:eastAsia="Arial"/>
        </w:rPr>
        <w:t>Question 2</w:t>
      </w:r>
    </w:p>
    <w:p w:rsidR="00F632FF" w:rsidRPr="00875A6B" w:rsidRDefault="00D93E67" w:rsidP="00875A6B">
      <w:r w:rsidRPr="00875A6B">
        <w:t>Provide at least three examples of unacceptable use.</w:t>
      </w:r>
    </w:p>
    <w:p w:rsidR="00D93E67" w:rsidRPr="00D93E67" w:rsidRDefault="00D93E67" w:rsidP="00D93E67">
      <w:pPr>
        <w:pStyle w:val="smallline"/>
      </w:pPr>
    </w:p>
    <w:p w:rsidR="00D93E67" w:rsidRDefault="00863C7C" w:rsidP="00D93E67">
      <w:r>
        <w:rPr>
          <w:rFonts w:ascii="Arial" w:eastAsia="Arial" w:hAnsi="Arial" w:cs="Arial"/>
        </w:rPr>
        <w:t xml:space="preserve"> </w:t>
      </w:r>
      <w:sdt>
        <w:sdtPr>
          <w:rPr>
            <w:color w:val="385623" w:themeColor="accent6" w:themeShade="80"/>
            <w:sz w:val="28"/>
            <w:shd w:val="clear" w:color="auto" w:fill="92D050"/>
          </w:rPr>
          <w:id w:val="-763769350"/>
          <w:placeholder>
            <w:docPart w:val="73FCBB33337947D59E4A5E55029170EB"/>
          </w:placeholder>
          <w:showingPlcHdr/>
          <w15:color w:val="339966"/>
          <w:text w:multiLine="1"/>
        </w:sdtPr>
        <w:sdtEndPr/>
        <w:sdtContent>
          <w:r w:rsidR="00D93E67" w:rsidRPr="00821BD8">
            <w:rPr>
              <w:color w:val="385623" w:themeColor="accent6" w:themeShade="80"/>
              <w:sz w:val="28"/>
              <w:shd w:val="clear" w:color="auto" w:fill="92D050"/>
            </w:rPr>
            <w:t>Click here to enter text.</w:t>
          </w:r>
        </w:sdtContent>
      </w:sdt>
      <w:r w:rsidR="00D93E67">
        <w:t xml:space="preserve"> </w:t>
      </w:r>
    </w:p>
    <w:p w:rsidR="00D93E67" w:rsidRDefault="003C586D" w:rsidP="00D93E67">
      <w:pPr>
        <w:rPr>
          <w:color w:val="D24726"/>
          <w:sz w:val="28"/>
        </w:rPr>
      </w:pPr>
      <w:sdt>
        <w:sdtPr>
          <w:rPr>
            <w:color w:val="D24726"/>
            <w:sz w:val="28"/>
            <w:shd w:val="clear" w:color="auto" w:fill="FFC000"/>
          </w:rPr>
          <w:id w:val="1194500193"/>
          <w:placeholder>
            <w:docPart w:val="609180D785A04AB2B52A409A6F2B2CDE"/>
          </w:placeholder>
          <w:showingPlcHdr/>
          <w15:color w:val="FF6600"/>
          <w:text w:multiLine="1"/>
        </w:sdtPr>
        <w:sdtEndPr/>
        <w:sdtContent>
          <w:r w:rsidR="00D93E67" w:rsidRPr="00821BD8">
            <w:rPr>
              <w:color w:val="D24726"/>
              <w:sz w:val="28"/>
              <w:shd w:val="clear" w:color="auto" w:fill="FFC000"/>
            </w:rPr>
            <w:t>Click here to enter text.</w:t>
          </w:r>
        </w:sdtContent>
      </w:sdt>
    </w:p>
    <w:p w:rsidR="00D93E67" w:rsidRDefault="003C586D" w:rsidP="00D93E67">
      <w:sdt>
        <w:sdtPr>
          <w:rPr>
            <w:color w:val="385623" w:themeColor="accent6" w:themeShade="80"/>
            <w:sz w:val="28"/>
          </w:rPr>
          <w:id w:val="390235711"/>
          <w:placeholder>
            <w:docPart w:val="0343CC4CE53C41358B206B201B04E504"/>
          </w:placeholder>
          <w:showingPlcHdr/>
          <w15:color w:val="339966"/>
          <w:text w:multiLine="1"/>
        </w:sdtPr>
        <w:sdtEndPr/>
        <w:sdtContent>
          <w:r w:rsidR="00D93E67" w:rsidRPr="00F67359">
            <w:rPr>
              <w:color w:val="385623" w:themeColor="accent6" w:themeShade="80"/>
              <w:sz w:val="28"/>
            </w:rPr>
            <w:t>Click here to enter text.</w:t>
          </w:r>
        </w:sdtContent>
      </w:sdt>
      <w:r w:rsidR="00D93E67">
        <w:t xml:space="preserve"> </w:t>
      </w:r>
    </w:p>
    <w:p w:rsidR="00F53788" w:rsidRDefault="00F53788" w:rsidP="00D93E67"/>
    <w:p w:rsidR="00875A6B" w:rsidRDefault="00875A6B" w:rsidP="00875A6B">
      <w:pPr>
        <w:pStyle w:val="Heading5"/>
      </w:pPr>
      <w:r>
        <w:rPr>
          <w:rFonts w:eastAsia="Arial"/>
        </w:rPr>
        <w:t>Question 3</w:t>
      </w:r>
    </w:p>
    <w:p w:rsidR="00F53788" w:rsidRPr="00875A6B" w:rsidRDefault="00F53788" w:rsidP="00875A6B">
      <w:r w:rsidRPr="00875A6B">
        <w:t>If you breach the Computer usage policy, what could EIT do?</w:t>
      </w:r>
    </w:p>
    <w:p w:rsidR="00F53788" w:rsidRPr="00D93E67" w:rsidRDefault="00F53788" w:rsidP="00F53788">
      <w:pPr>
        <w:pStyle w:val="smallline"/>
      </w:pPr>
    </w:p>
    <w:p w:rsidR="00F53788" w:rsidRDefault="003C586D" w:rsidP="00F53788">
      <w:sdt>
        <w:sdtPr>
          <w:rPr>
            <w:color w:val="385623" w:themeColor="accent6" w:themeShade="80"/>
            <w:sz w:val="28"/>
            <w:shd w:val="clear" w:color="auto" w:fill="92D050"/>
          </w:rPr>
          <w:id w:val="624422832"/>
          <w:placeholder>
            <w:docPart w:val="C2FC9437C1E0441EAC1B0109DFF4B6D7"/>
          </w:placeholder>
          <w:showingPlcHdr/>
          <w15:color w:val="339966"/>
          <w:text w:multiLine="1"/>
        </w:sdtPr>
        <w:sdtEndPr/>
        <w:sdtContent>
          <w:r w:rsidR="00F53788" w:rsidRPr="00821BD8">
            <w:rPr>
              <w:color w:val="385623" w:themeColor="accent6" w:themeShade="80"/>
              <w:sz w:val="28"/>
              <w:shd w:val="clear" w:color="auto" w:fill="92D050"/>
            </w:rPr>
            <w:t>Click here to enter text.</w:t>
          </w:r>
        </w:sdtContent>
      </w:sdt>
      <w:r w:rsidR="00F53788">
        <w:t xml:space="preserve"> </w:t>
      </w:r>
    </w:p>
    <w:p w:rsidR="00F53788" w:rsidRDefault="00F53788">
      <w:pPr>
        <w:spacing w:after="160" w:line="259" w:lineRule="auto"/>
      </w:pPr>
      <w:r>
        <w:br w:type="page"/>
      </w:r>
    </w:p>
    <w:p w:rsidR="00F53788" w:rsidRDefault="00F53788" w:rsidP="0083625E">
      <w:pPr>
        <w:pStyle w:val="Heading2"/>
        <w:tabs>
          <w:tab w:val="left" w:pos="7655"/>
        </w:tabs>
      </w:pPr>
      <w:r>
        <w:lastRenderedPageBreak/>
        <w:t>Task Four</w:t>
      </w:r>
      <w:r w:rsidR="0083625E">
        <w:tab/>
        <w:t>LO 2</w:t>
      </w:r>
    </w:p>
    <w:p w:rsidR="00F53788" w:rsidRDefault="00F53788" w:rsidP="00D93E67">
      <w:pPr>
        <w:rPr>
          <w:b/>
        </w:rPr>
      </w:pPr>
      <w:r>
        <w:t xml:space="preserve">Fill in the following diagram to show how risk can be assessed and managed in terms of the </w:t>
      </w:r>
      <w:r w:rsidRPr="00875A6B">
        <w:rPr>
          <w:b/>
        </w:rPr>
        <w:t>Health &amp; Safety at Work Act 2015</w:t>
      </w:r>
    </w:p>
    <w:p w:rsidR="00FE5890" w:rsidRDefault="00281AF1" w:rsidP="00D93E67">
      <w:r>
        <w:t>Steps 1 to 6:</w:t>
      </w: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
        <w:gridCol w:w="996"/>
        <w:gridCol w:w="996"/>
        <w:gridCol w:w="996"/>
        <w:gridCol w:w="996"/>
        <w:gridCol w:w="4653"/>
      </w:tblGrid>
      <w:tr w:rsidR="00F53788" w:rsidTr="00FE5890">
        <w:tc>
          <w:tcPr>
            <w:tcW w:w="9634" w:type="dxa"/>
            <w:gridSpan w:val="6"/>
          </w:tcPr>
          <w:p w:rsidR="00F53788" w:rsidRDefault="003C586D" w:rsidP="00FE5890">
            <w:pPr>
              <w:spacing w:after="0"/>
            </w:pPr>
            <w:sdt>
              <w:sdtPr>
                <w:rPr>
                  <w:color w:val="385623" w:themeColor="accent6" w:themeShade="80"/>
                  <w:sz w:val="44"/>
                  <w:shd w:val="clear" w:color="auto" w:fill="00B050"/>
                </w:rPr>
                <w:alias w:val="Step 1"/>
                <w:tag w:val="Step 1"/>
                <w:id w:val="-1058867208"/>
                <w:placeholder>
                  <w:docPart w:val="47753BFDB76A49609CF576E25D484280"/>
                </w:placeholder>
                <w:showingPlcHdr/>
                <w15:color w:val="339966"/>
                <w:text w:multiLine="1"/>
              </w:sdtPr>
              <w:sdtEndPr/>
              <w:sdtContent>
                <w:r w:rsidR="00F53788" w:rsidRPr="00281AF1">
                  <w:rPr>
                    <w:color w:val="385623" w:themeColor="accent6" w:themeShade="80"/>
                    <w:sz w:val="44"/>
                    <w:shd w:val="clear" w:color="auto" w:fill="00B050"/>
                  </w:rPr>
                  <w:t>Click here to enter text.</w:t>
                </w:r>
              </w:sdtContent>
            </w:sdt>
            <w:r w:rsidR="00F53788">
              <w:t xml:space="preserve"> </w:t>
            </w:r>
          </w:p>
        </w:tc>
      </w:tr>
      <w:tr w:rsidR="00F53788" w:rsidTr="00FE5890">
        <w:tc>
          <w:tcPr>
            <w:tcW w:w="997" w:type="dxa"/>
          </w:tcPr>
          <w:p w:rsidR="00F53788" w:rsidRDefault="00FE5890" w:rsidP="00FE5890">
            <w:pPr>
              <w:spacing w:after="0"/>
            </w:pPr>
            <w:r>
              <w:rPr>
                <w:noProof/>
              </w:rPr>
              <w:drawing>
                <wp:inline distT="0" distB="0" distL="0" distR="0" wp14:anchorId="51157A90" wp14:editId="400BB836">
                  <wp:extent cx="594995" cy="362585"/>
                  <wp:effectExtent l="97155" t="55245" r="35560" b="54610"/>
                  <wp:docPr id="2" name="Picture 2" descr="C:\Users\Gayr\AppData\Local\Temp\SNAGHTML31d6f4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yr\AppData\Local\Temp\SNAGHTML31d6f48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387698">
                            <a:off x="0" y="0"/>
                            <a:ext cx="594995" cy="362585"/>
                          </a:xfrm>
                          <a:prstGeom prst="rect">
                            <a:avLst/>
                          </a:prstGeom>
                          <a:noFill/>
                          <a:ln>
                            <a:noFill/>
                          </a:ln>
                        </pic:spPr>
                      </pic:pic>
                    </a:graphicData>
                  </a:graphic>
                </wp:inline>
              </w:drawing>
            </w:r>
          </w:p>
        </w:tc>
        <w:tc>
          <w:tcPr>
            <w:tcW w:w="8637" w:type="dxa"/>
            <w:gridSpan w:val="5"/>
          </w:tcPr>
          <w:p w:rsidR="00FE5890" w:rsidRDefault="00FE5890" w:rsidP="00FE5890">
            <w:pPr>
              <w:spacing w:after="0" w:line="480" w:lineRule="auto"/>
              <w:rPr>
                <w:color w:val="D24726"/>
                <w:sz w:val="28"/>
              </w:rPr>
            </w:pPr>
          </w:p>
          <w:p w:rsidR="00F53788" w:rsidRDefault="003C586D" w:rsidP="00FE5890">
            <w:pPr>
              <w:spacing w:after="0"/>
            </w:pPr>
            <w:sdt>
              <w:sdtPr>
                <w:rPr>
                  <w:color w:val="D24726"/>
                  <w:sz w:val="28"/>
                </w:rPr>
                <w:alias w:val="Step 2"/>
                <w:tag w:val="Step 2"/>
                <w:id w:val="-128400118"/>
                <w:placeholder>
                  <w:docPart w:val="F36A030E2BFC4BE09C409E972C2C4BFD"/>
                </w:placeholder>
                <w:showingPlcHdr/>
                <w15:color w:val="FF6600"/>
                <w:text w:multiLine="1"/>
              </w:sdtPr>
              <w:sdtEndPr/>
              <w:sdtContent>
                <w:r w:rsidR="00F53788" w:rsidRPr="00281AF1">
                  <w:rPr>
                    <w:color w:val="D24726"/>
                    <w:sz w:val="36"/>
                  </w:rPr>
                  <w:t>Click here to enter text.</w:t>
                </w:r>
              </w:sdtContent>
            </w:sdt>
          </w:p>
        </w:tc>
      </w:tr>
      <w:tr w:rsidR="00F53788" w:rsidTr="00FE5890">
        <w:tc>
          <w:tcPr>
            <w:tcW w:w="997" w:type="dxa"/>
          </w:tcPr>
          <w:p w:rsidR="00F53788" w:rsidRDefault="00F53788" w:rsidP="00D93E67"/>
        </w:tc>
        <w:tc>
          <w:tcPr>
            <w:tcW w:w="996" w:type="dxa"/>
          </w:tcPr>
          <w:p w:rsidR="00F53788" w:rsidRDefault="00FE5890" w:rsidP="00D93E67">
            <w:r>
              <w:rPr>
                <w:noProof/>
              </w:rPr>
              <w:drawing>
                <wp:inline distT="0" distB="0" distL="0" distR="0" wp14:anchorId="56D191FA" wp14:editId="40DA03E1">
                  <wp:extent cx="594995" cy="362585"/>
                  <wp:effectExtent l="97155" t="55245" r="35560" b="54610"/>
                  <wp:docPr id="4" name="Picture 4" descr="C:\Users\Gayr\AppData\Local\Temp\SNAGHTML31d6f4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yr\AppData\Local\Temp\SNAGHTML31d6f48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387698">
                            <a:off x="0" y="0"/>
                            <a:ext cx="594995" cy="362585"/>
                          </a:xfrm>
                          <a:prstGeom prst="rect">
                            <a:avLst/>
                          </a:prstGeom>
                          <a:noFill/>
                          <a:ln>
                            <a:noFill/>
                          </a:ln>
                        </pic:spPr>
                      </pic:pic>
                    </a:graphicData>
                  </a:graphic>
                </wp:inline>
              </w:drawing>
            </w:r>
          </w:p>
        </w:tc>
        <w:tc>
          <w:tcPr>
            <w:tcW w:w="7641" w:type="dxa"/>
            <w:gridSpan w:val="4"/>
          </w:tcPr>
          <w:p w:rsidR="00FE5890" w:rsidRDefault="00FE5890" w:rsidP="00FE5890">
            <w:pPr>
              <w:spacing w:line="480" w:lineRule="auto"/>
              <w:rPr>
                <w:color w:val="385623" w:themeColor="accent6" w:themeShade="80"/>
                <w:sz w:val="28"/>
              </w:rPr>
            </w:pPr>
          </w:p>
          <w:p w:rsidR="00F53788" w:rsidRDefault="003C586D" w:rsidP="00D93E67">
            <w:sdt>
              <w:sdtPr>
                <w:rPr>
                  <w:color w:val="385623" w:themeColor="accent6" w:themeShade="80"/>
                  <w:sz w:val="28"/>
                </w:rPr>
                <w:alias w:val="Step 3"/>
                <w:tag w:val="Step 3"/>
                <w:id w:val="1443100575"/>
                <w:placeholder>
                  <w:docPart w:val="36C085642B8D4111BB66EE53F2392B73"/>
                </w:placeholder>
                <w:showingPlcHdr/>
                <w15:color w:val="339966"/>
                <w:text w:multiLine="1"/>
              </w:sdtPr>
              <w:sdtEndPr/>
              <w:sdtContent>
                <w:r w:rsidR="00F53788" w:rsidRPr="00281AF1">
                  <w:rPr>
                    <w:color w:val="385623" w:themeColor="accent6" w:themeShade="80"/>
                    <w:sz w:val="36"/>
                  </w:rPr>
                  <w:t>Click here to enter text.</w:t>
                </w:r>
              </w:sdtContent>
            </w:sdt>
          </w:p>
        </w:tc>
      </w:tr>
      <w:tr w:rsidR="00F53788" w:rsidTr="00FE5890">
        <w:tc>
          <w:tcPr>
            <w:tcW w:w="997" w:type="dxa"/>
          </w:tcPr>
          <w:p w:rsidR="00F53788" w:rsidRDefault="00F53788" w:rsidP="00D93E67"/>
        </w:tc>
        <w:tc>
          <w:tcPr>
            <w:tcW w:w="996" w:type="dxa"/>
          </w:tcPr>
          <w:p w:rsidR="00F53788" w:rsidRDefault="00F53788" w:rsidP="00D93E67"/>
        </w:tc>
        <w:tc>
          <w:tcPr>
            <w:tcW w:w="531" w:type="dxa"/>
          </w:tcPr>
          <w:p w:rsidR="00F53788" w:rsidRDefault="00FE5890" w:rsidP="00D93E67">
            <w:r>
              <w:rPr>
                <w:noProof/>
              </w:rPr>
              <w:drawing>
                <wp:inline distT="0" distB="0" distL="0" distR="0" wp14:anchorId="739760DF" wp14:editId="116C3C15">
                  <wp:extent cx="594995" cy="362585"/>
                  <wp:effectExtent l="97155" t="55245" r="35560" b="54610"/>
                  <wp:docPr id="11" name="Picture 11" descr="C:\Users\Gayr\AppData\Local\Temp\SNAGHTML31d6f4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yr\AppData\Local\Temp\SNAGHTML31d6f48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387698">
                            <a:off x="0" y="0"/>
                            <a:ext cx="594995" cy="362585"/>
                          </a:xfrm>
                          <a:prstGeom prst="rect">
                            <a:avLst/>
                          </a:prstGeom>
                          <a:noFill/>
                          <a:ln>
                            <a:noFill/>
                          </a:ln>
                        </pic:spPr>
                      </pic:pic>
                    </a:graphicData>
                  </a:graphic>
                </wp:inline>
              </w:drawing>
            </w:r>
          </w:p>
        </w:tc>
        <w:tc>
          <w:tcPr>
            <w:tcW w:w="7110" w:type="dxa"/>
            <w:gridSpan w:val="3"/>
          </w:tcPr>
          <w:p w:rsidR="00FE5890" w:rsidRDefault="00FE5890" w:rsidP="00FE5890">
            <w:pPr>
              <w:spacing w:line="480" w:lineRule="auto"/>
              <w:rPr>
                <w:color w:val="D24726"/>
                <w:sz w:val="28"/>
              </w:rPr>
            </w:pPr>
          </w:p>
          <w:p w:rsidR="00F53788" w:rsidRDefault="003C586D" w:rsidP="00D93E67">
            <w:sdt>
              <w:sdtPr>
                <w:rPr>
                  <w:color w:val="D24726"/>
                  <w:sz w:val="36"/>
                </w:rPr>
                <w:alias w:val="Step 4"/>
                <w:tag w:val="Step 4"/>
                <w:id w:val="2083714452"/>
                <w:placeholder>
                  <w:docPart w:val="7B045050F8FB4BE3844F399196C2C3B3"/>
                </w:placeholder>
                <w:showingPlcHdr/>
                <w15:color w:val="FF6600"/>
                <w:text w:multiLine="1"/>
              </w:sdtPr>
              <w:sdtEndPr/>
              <w:sdtContent>
                <w:r w:rsidR="00F53788" w:rsidRPr="00281AF1">
                  <w:rPr>
                    <w:color w:val="D24726"/>
                    <w:sz w:val="36"/>
                  </w:rPr>
                  <w:t>Click here to enter text.</w:t>
                </w:r>
              </w:sdtContent>
            </w:sdt>
          </w:p>
        </w:tc>
      </w:tr>
      <w:tr w:rsidR="00F53788" w:rsidTr="00FE5890">
        <w:tc>
          <w:tcPr>
            <w:tcW w:w="997" w:type="dxa"/>
          </w:tcPr>
          <w:p w:rsidR="00F53788" w:rsidRDefault="00F53788" w:rsidP="00D93E67"/>
        </w:tc>
        <w:tc>
          <w:tcPr>
            <w:tcW w:w="996" w:type="dxa"/>
          </w:tcPr>
          <w:p w:rsidR="00F53788" w:rsidRDefault="00F53788" w:rsidP="00D93E67"/>
        </w:tc>
        <w:tc>
          <w:tcPr>
            <w:tcW w:w="531" w:type="dxa"/>
          </w:tcPr>
          <w:p w:rsidR="00F53788" w:rsidRDefault="00F53788" w:rsidP="00D93E67"/>
        </w:tc>
        <w:tc>
          <w:tcPr>
            <w:tcW w:w="531" w:type="dxa"/>
          </w:tcPr>
          <w:p w:rsidR="00F53788" w:rsidRDefault="00FE5890" w:rsidP="00D93E67">
            <w:r>
              <w:rPr>
                <w:noProof/>
              </w:rPr>
              <w:drawing>
                <wp:inline distT="0" distB="0" distL="0" distR="0" wp14:anchorId="40834839" wp14:editId="07768428">
                  <wp:extent cx="594995" cy="362585"/>
                  <wp:effectExtent l="97155" t="55245" r="35560" b="54610"/>
                  <wp:docPr id="12" name="Picture 12" descr="C:\Users\Gayr\AppData\Local\Temp\SNAGHTML31d6f4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yr\AppData\Local\Temp\SNAGHTML31d6f48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387698">
                            <a:off x="0" y="0"/>
                            <a:ext cx="594995" cy="362585"/>
                          </a:xfrm>
                          <a:prstGeom prst="rect">
                            <a:avLst/>
                          </a:prstGeom>
                          <a:noFill/>
                          <a:ln>
                            <a:noFill/>
                          </a:ln>
                        </pic:spPr>
                      </pic:pic>
                    </a:graphicData>
                  </a:graphic>
                </wp:inline>
              </w:drawing>
            </w:r>
          </w:p>
        </w:tc>
        <w:tc>
          <w:tcPr>
            <w:tcW w:w="6579" w:type="dxa"/>
            <w:gridSpan w:val="2"/>
          </w:tcPr>
          <w:p w:rsidR="00FE5890" w:rsidRDefault="00FE5890" w:rsidP="00FE5890">
            <w:pPr>
              <w:spacing w:line="480" w:lineRule="auto"/>
              <w:rPr>
                <w:color w:val="385623" w:themeColor="accent6" w:themeShade="80"/>
                <w:sz w:val="28"/>
              </w:rPr>
            </w:pPr>
          </w:p>
          <w:p w:rsidR="00F53788" w:rsidRDefault="003C586D" w:rsidP="00D93E67">
            <w:sdt>
              <w:sdtPr>
                <w:rPr>
                  <w:color w:val="385623" w:themeColor="accent6" w:themeShade="80"/>
                  <w:sz w:val="36"/>
                </w:rPr>
                <w:alias w:val="Step 5"/>
                <w:tag w:val="Step 5"/>
                <w:id w:val="-962963671"/>
                <w:placeholder>
                  <w:docPart w:val="D229B5796B9E496AB50A7A2BBFDD6DEE"/>
                </w:placeholder>
                <w:showingPlcHdr/>
                <w15:color w:val="339966"/>
                <w:text w:multiLine="1"/>
              </w:sdtPr>
              <w:sdtEndPr/>
              <w:sdtContent>
                <w:r w:rsidR="00F53788" w:rsidRPr="00281AF1">
                  <w:rPr>
                    <w:color w:val="385623" w:themeColor="accent6" w:themeShade="80"/>
                    <w:sz w:val="36"/>
                  </w:rPr>
                  <w:t>Click here to enter text.</w:t>
                </w:r>
              </w:sdtContent>
            </w:sdt>
          </w:p>
        </w:tc>
      </w:tr>
      <w:tr w:rsidR="00F53788" w:rsidTr="00FE5890">
        <w:tc>
          <w:tcPr>
            <w:tcW w:w="997" w:type="dxa"/>
          </w:tcPr>
          <w:p w:rsidR="00F53788" w:rsidRDefault="00F53788" w:rsidP="00D93E67"/>
        </w:tc>
        <w:tc>
          <w:tcPr>
            <w:tcW w:w="996" w:type="dxa"/>
          </w:tcPr>
          <w:p w:rsidR="00F53788" w:rsidRDefault="00F53788" w:rsidP="00D93E67"/>
        </w:tc>
        <w:tc>
          <w:tcPr>
            <w:tcW w:w="531" w:type="dxa"/>
          </w:tcPr>
          <w:p w:rsidR="00F53788" w:rsidRDefault="00F53788" w:rsidP="00D93E67"/>
        </w:tc>
        <w:tc>
          <w:tcPr>
            <w:tcW w:w="531" w:type="dxa"/>
          </w:tcPr>
          <w:p w:rsidR="00F53788" w:rsidRDefault="00F53788" w:rsidP="00D93E67"/>
        </w:tc>
        <w:tc>
          <w:tcPr>
            <w:tcW w:w="531" w:type="dxa"/>
          </w:tcPr>
          <w:p w:rsidR="00F53788" w:rsidRDefault="00FE5890" w:rsidP="00D93E67">
            <w:r>
              <w:rPr>
                <w:noProof/>
              </w:rPr>
              <w:drawing>
                <wp:inline distT="0" distB="0" distL="0" distR="0" wp14:anchorId="40834839" wp14:editId="07768428">
                  <wp:extent cx="594995" cy="362585"/>
                  <wp:effectExtent l="97155" t="55245" r="35560" b="54610"/>
                  <wp:docPr id="13" name="Picture 13" descr="C:\Users\Gayr\AppData\Local\Temp\SNAGHTML31d6f4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yr\AppData\Local\Temp\SNAGHTML31d6f48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4387698">
                            <a:off x="0" y="0"/>
                            <a:ext cx="594995" cy="362585"/>
                          </a:xfrm>
                          <a:prstGeom prst="rect">
                            <a:avLst/>
                          </a:prstGeom>
                          <a:noFill/>
                          <a:ln>
                            <a:noFill/>
                          </a:ln>
                        </pic:spPr>
                      </pic:pic>
                    </a:graphicData>
                  </a:graphic>
                </wp:inline>
              </w:drawing>
            </w:r>
          </w:p>
        </w:tc>
        <w:tc>
          <w:tcPr>
            <w:tcW w:w="6048" w:type="dxa"/>
          </w:tcPr>
          <w:p w:rsidR="00FE5890" w:rsidRDefault="00FE5890" w:rsidP="00FE5890">
            <w:pPr>
              <w:spacing w:line="480" w:lineRule="auto"/>
              <w:rPr>
                <w:color w:val="D24726"/>
                <w:sz w:val="28"/>
              </w:rPr>
            </w:pPr>
          </w:p>
          <w:p w:rsidR="00F53788" w:rsidRDefault="003C586D" w:rsidP="00D93E67">
            <w:sdt>
              <w:sdtPr>
                <w:rPr>
                  <w:color w:val="D24726"/>
                  <w:sz w:val="36"/>
                </w:rPr>
                <w:alias w:val="Step 6"/>
                <w:tag w:val="Step 6"/>
                <w:id w:val="1233740436"/>
                <w:placeholder>
                  <w:docPart w:val="8BAF7EE0CA414D5FB34A2EC19C88B7C0"/>
                </w:placeholder>
                <w:showingPlcHdr/>
                <w15:color w:val="FF6600"/>
                <w:text w:multiLine="1"/>
              </w:sdtPr>
              <w:sdtEndPr/>
              <w:sdtContent>
                <w:r w:rsidR="00F53788" w:rsidRPr="00281AF1">
                  <w:rPr>
                    <w:color w:val="D24726"/>
                    <w:sz w:val="36"/>
                  </w:rPr>
                  <w:t>Click here to enter text.</w:t>
                </w:r>
              </w:sdtContent>
            </w:sdt>
          </w:p>
        </w:tc>
      </w:tr>
    </w:tbl>
    <w:p w:rsidR="00776B0E" w:rsidRDefault="00776B0E" w:rsidP="00D93E67"/>
    <w:p w:rsidR="00776B0E" w:rsidRDefault="00776B0E">
      <w:pPr>
        <w:spacing w:after="160" w:line="259" w:lineRule="auto"/>
      </w:pPr>
      <w:r>
        <w:br w:type="page"/>
      </w:r>
    </w:p>
    <w:p w:rsidR="00F53788" w:rsidRDefault="00F53788" w:rsidP="00D93E67"/>
    <w:p w:rsidR="00776B0E" w:rsidRDefault="00776B0E" w:rsidP="00D93E67">
      <w:r>
        <w:t>When complete check that you have:</w:t>
      </w:r>
    </w:p>
    <w:p w:rsidR="00776B0E" w:rsidRDefault="00776B0E" w:rsidP="00776B0E">
      <w:pPr>
        <w:ind w:left="720"/>
      </w:pPr>
      <w:r>
        <w:t>Keyed your name on page 1</w:t>
      </w:r>
    </w:p>
    <w:p w:rsidR="00776B0E" w:rsidRDefault="00776B0E" w:rsidP="00776B0E">
      <w:pPr>
        <w:ind w:left="720"/>
      </w:pPr>
      <w:r>
        <w:t>Saved in the correct folder</w:t>
      </w:r>
    </w:p>
    <w:p w:rsidR="00776B0E" w:rsidRDefault="00776B0E" w:rsidP="00776B0E">
      <w:pPr>
        <w:ind w:left="720"/>
      </w:pPr>
      <w:r>
        <w:t>Keyed answers to all questions</w:t>
      </w:r>
    </w:p>
    <w:p w:rsidR="00DF74D8" w:rsidRDefault="00DF74D8" w:rsidP="00776B0E">
      <w:pPr>
        <w:ind w:left="720"/>
      </w:pPr>
    </w:p>
    <w:p w:rsidR="00776B0E" w:rsidRDefault="00776B0E" w:rsidP="00D93E67"/>
    <w:p w:rsidR="00776B0E" w:rsidRPr="00DF74D8" w:rsidRDefault="00BE1887" w:rsidP="00D93E67">
      <w:pPr>
        <w:rPr>
          <w:sz w:val="32"/>
        </w:rPr>
      </w:pPr>
      <w:r>
        <w:rPr>
          <w:noProof/>
        </w:rPr>
        <mc:AlternateContent>
          <mc:Choice Requires="wps">
            <w:drawing>
              <wp:anchor distT="0" distB="0" distL="114300" distR="114300" simplePos="0" relativeHeight="251658239" behindDoc="1" locked="0" layoutInCell="1" allowOverlap="1">
                <wp:simplePos x="0" y="0"/>
                <wp:positionH relativeFrom="column">
                  <wp:posOffset>5468</wp:posOffset>
                </wp:positionH>
                <wp:positionV relativeFrom="paragraph">
                  <wp:posOffset>685579</wp:posOffset>
                </wp:positionV>
                <wp:extent cx="6102626" cy="3226526"/>
                <wp:effectExtent l="0" t="0" r="12700" b="12065"/>
                <wp:wrapNone/>
                <wp:docPr id="10" name="Rectangle 10"/>
                <wp:cNvGraphicFramePr/>
                <a:graphic xmlns:a="http://schemas.openxmlformats.org/drawingml/2006/main">
                  <a:graphicData uri="http://schemas.microsoft.com/office/word/2010/wordprocessingShape">
                    <wps:wsp>
                      <wps:cNvSpPr/>
                      <wps:spPr>
                        <a:xfrm>
                          <a:off x="0" y="0"/>
                          <a:ext cx="6102626" cy="3226526"/>
                        </a:xfrm>
                        <a:prstGeom prst="rect">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D3D321" id="Rectangle 10" o:spid="_x0000_s1026" style="position:absolute;margin-left:.45pt;margin-top:54pt;width:480.5pt;height:254.0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" fillcolor="#70ad47 [3209]" strokecolor="#375623 [1609]" strokeweight="1pt"/>
            </w:pict>
          </mc:Fallback>
        </mc:AlternateContent>
      </w:r>
      <w:r w:rsidR="00776B0E" w:rsidRPr="00DF74D8">
        <w:rPr>
          <w:sz w:val="32"/>
        </w:rPr>
        <w:t xml:space="preserve">Email the document to </w:t>
      </w:r>
      <w:hyperlink r:id="rId20" w:history="1">
        <w:r w:rsidR="00776B0E" w:rsidRPr="00DF74D8">
          <w:rPr>
            <w:rStyle w:val="Hyperlink"/>
            <w:sz w:val="32"/>
          </w:rPr>
          <w:t>nzcc3@eit.ac.nz</w:t>
        </w:r>
      </w:hyperlink>
      <w:r w:rsidR="00DF74D8" w:rsidRPr="00DF74D8">
        <w:rPr>
          <w:sz w:val="32"/>
        </w:rPr>
        <w:t xml:space="preserve"> with the following Subject line and message.</w:t>
      </w:r>
    </w:p>
    <w:p w:rsidR="00DF74D8" w:rsidRDefault="00DF74D8" w:rsidP="00D93E67"/>
    <w:p w:rsidR="00776B0E" w:rsidRDefault="00DF74D8" w:rsidP="00DF74D8">
      <w:pPr>
        <w:jc w:val="center"/>
      </w:pPr>
      <w:r>
        <w:rPr>
          <w:noProof/>
        </w:rPr>
        <w:drawing>
          <wp:inline distT="0" distB="0" distL="0" distR="0" wp14:anchorId="35C6004A" wp14:editId="6772150F">
            <wp:extent cx="5355771" cy="2497989"/>
            <wp:effectExtent l="19050" t="0" r="16510" b="7219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67947" cy="250366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BE1887" w:rsidRPr="00BE1887" w:rsidRDefault="00BE1887" w:rsidP="00BE1887">
      <w:pPr>
        <w:spacing w:after="0"/>
        <w:jc w:val="center"/>
        <w:rPr>
          <w:b/>
          <w:color w:val="FF0000"/>
          <w:sz w:val="32"/>
        </w:rPr>
      </w:pPr>
      <w:r w:rsidRPr="00BE1887">
        <w:rPr>
          <w:b/>
          <w:color w:val="FF0000"/>
          <w:sz w:val="32"/>
        </w:rPr>
        <w:t>Go back to the workbook and complete</w:t>
      </w:r>
      <w:r>
        <w:rPr>
          <w:b/>
          <w:color w:val="FF0000"/>
          <w:sz w:val="32"/>
        </w:rPr>
        <w:t>:</w:t>
      </w:r>
    </w:p>
    <w:p w:rsidR="00BE1887" w:rsidRDefault="00BE1887" w:rsidP="00DF74D8">
      <w:pPr>
        <w:jc w:val="center"/>
      </w:pPr>
      <w:r>
        <w:rPr>
          <w:noProof/>
        </w:rPr>
        <w:drawing>
          <wp:inline distT="0" distB="0" distL="0" distR="0" wp14:anchorId="595F900A" wp14:editId="690A2ACF">
            <wp:extent cx="5177597" cy="1160123"/>
            <wp:effectExtent l="152400" t="171450" r="366395" b="3644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8296"/>
                    <a:stretch/>
                  </pic:blipFill>
                  <pic:spPr bwMode="auto">
                    <a:xfrm>
                      <a:off x="0" y="0"/>
                      <a:ext cx="5221630" cy="1169989"/>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sectPr w:rsidR="00BE1887" w:rsidSect="00AF4683">
      <w:headerReference w:type="default" r:id="rId23"/>
      <w:footerReference w:type="default" r:id="rId24"/>
      <w:pgSz w:w="11902" w:h="16841" w:code="9"/>
      <w:pgMar w:top="1134" w:right="1134" w:bottom="1134" w:left="1134"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A03" w:rsidRDefault="00863C7C">
      <w:pPr>
        <w:spacing w:after="0" w:line="240" w:lineRule="auto"/>
      </w:pPr>
      <w:r>
        <w:separator/>
      </w:r>
    </w:p>
  </w:endnote>
  <w:endnote w:type="continuationSeparator" w:id="0">
    <w:p w:rsidR="00C81A03" w:rsidRDefault="00863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2FF" w:rsidRDefault="0090534D" w:rsidP="0090534D">
    <w:pPr>
      <w:tabs>
        <w:tab w:val="center" w:pos="4820"/>
      </w:tabs>
    </w:pPr>
    <w:r>
      <w:tab/>
      <w:t xml:space="preserve">Page </w:t>
    </w:r>
    <w:r>
      <w:rPr>
        <w:b/>
        <w:bCs/>
      </w:rPr>
      <w:fldChar w:fldCharType="begin"/>
    </w:r>
    <w:r>
      <w:rPr>
        <w:b/>
        <w:bCs/>
      </w:rPr>
      <w:instrText xml:space="preserve"> PAGE  \* Arabic  \* MERGEFORMAT </w:instrText>
    </w:r>
    <w:r>
      <w:rPr>
        <w:b/>
        <w:bCs/>
      </w:rPr>
      <w:fldChar w:fldCharType="separate"/>
    </w:r>
    <w:r w:rsidR="003C586D">
      <w:rPr>
        <w:b/>
        <w:bCs/>
        <w:noProof/>
      </w:rPr>
      <w:t>9</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3C586D">
      <w:rPr>
        <w:b/>
        <w:bCs/>
        <w:noProof/>
      </w:rPr>
      <w:t>9</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A03" w:rsidRDefault="00863C7C">
      <w:pPr>
        <w:spacing w:after="0" w:line="240" w:lineRule="auto"/>
      </w:pPr>
      <w:r>
        <w:separator/>
      </w:r>
    </w:p>
  </w:footnote>
  <w:footnote w:type="continuationSeparator" w:id="0">
    <w:p w:rsidR="00C81A03" w:rsidRDefault="00863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34D" w:rsidRDefault="0090534D" w:rsidP="0090534D">
    <w:pPr>
      <w:pStyle w:val="Header"/>
      <w:tabs>
        <w:tab w:val="clear" w:pos="4513"/>
        <w:tab w:val="clear" w:pos="9026"/>
        <w:tab w:val="right" w:pos="9498"/>
      </w:tabs>
    </w:pPr>
    <w:r>
      <w:fldChar w:fldCharType="begin"/>
    </w:r>
    <w:r>
      <w:rPr>
        <w:lang w:val="en-US"/>
      </w:rPr>
      <w:instrText xml:space="preserve"> FILENAME \* MERGEFORMAT </w:instrText>
    </w:r>
    <w:r>
      <w:fldChar w:fldCharType="separate"/>
    </w:r>
    <w:r w:rsidR="00FE5890">
      <w:rPr>
        <w:noProof/>
        <w:lang w:val="en-US"/>
      </w:rPr>
      <w:t>3.50 Online Etiquette and Ethics assignment 1 form.docx</w:t>
    </w:r>
    <w:r>
      <w:fldChar w:fldCharType="end"/>
    </w:r>
    <w:r>
      <w:rPr>
        <w:lang w:val="en-US"/>
      </w:rPr>
      <w:tab/>
    </w:r>
    <w:sdt>
      <w:sdtPr>
        <w:rPr>
          <w:lang w:val="en-US"/>
        </w:rPr>
        <w:alias w:val="Author"/>
        <w:tag w:val=""/>
        <w:id w:val="-1462653437"/>
        <w:placeholder>
          <w:docPart w:val="270CC2CFB6744D08AD6E9DA3B8A1A3F9"/>
        </w:placeholder>
        <w:dataBinding w:prefixMappings="xmlns:ns0='http://purl.org/dc/elements/1.1/' xmlns:ns1='http://schemas.openxmlformats.org/package/2006/metadata/core-properties' " w:xpath="/ns1:coreProperties[1]/ns0:creator[1]" w:storeItemID="{6C3C8BC8-F283-45AE-878A-BAB7291924A1}"/>
        <w:text/>
      </w:sdtPr>
      <w:sdtEndPr/>
      <w:sdtContent>
        <w:r w:rsidR="00AF4683">
          <w:rPr>
            <w:lang w:val="en-US"/>
          </w:rPr>
          <w:t>Gay Robertson</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2.1pt;height:12.1pt" o:bullet="t">
        <v:imagedata r:id="rId1" o:title="mso193"/>
      </v:shape>
    </w:pict>
  </w:numPicBullet>
  <w:abstractNum w:abstractNumId="0" w15:restartNumberingAfterBreak="0">
    <w:nsid w:val="449E120F"/>
    <w:multiLevelType w:val="hybridMultilevel"/>
    <w:tmpl w:val="199AB2F0"/>
    <w:lvl w:ilvl="0" w:tplc="66006C30">
      <w:start w:val="1"/>
      <w:numFmt w:val="bullet"/>
      <w:lvlText w:val=""/>
      <w:lvlPicBulletId w:val="0"/>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proofState w:spelling="clean" w:grammar="clean"/>
  <w:documentProtection w:edit="forms" w:enforcement="1" w:cryptProviderType="rsaAES" w:cryptAlgorithmClass="hash" w:cryptAlgorithmType="typeAny" w:cryptAlgorithmSid="14" w:cryptSpinCount="100000" w:hash="hbVF9FjDw2trO2UIxTejqwcUUXpNSuvOIezfLHTm/m1efZ6UJ1I4WL8qfkZrFlQXuJ0Ee0LLVXMBxXpiUbkRUw==" w:salt="bkkXfgF4i/pYGOjWRPE6O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2FF"/>
    <w:rsid w:val="000B2DAF"/>
    <w:rsid w:val="00180896"/>
    <w:rsid w:val="00281AF1"/>
    <w:rsid w:val="003251E8"/>
    <w:rsid w:val="003C586D"/>
    <w:rsid w:val="003E2828"/>
    <w:rsid w:val="0040585B"/>
    <w:rsid w:val="004344D4"/>
    <w:rsid w:val="0049673E"/>
    <w:rsid w:val="004B127D"/>
    <w:rsid w:val="004F416C"/>
    <w:rsid w:val="005D0BC3"/>
    <w:rsid w:val="00776B0E"/>
    <w:rsid w:val="00821670"/>
    <w:rsid w:val="00821BD8"/>
    <w:rsid w:val="0083625E"/>
    <w:rsid w:val="008405A7"/>
    <w:rsid w:val="00863C7C"/>
    <w:rsid w:val="00875A6B"/>
    <w:rsid w:val="008A212F"/>
    <w:rsid w:val="0090534D"/>
    <w:rsid w:val="009D6641"/>
    <w:rsid w:val="00AD6BB5"/>
    <w:rsid w:val="00AF4683"/>
    <w:rsid w:val="00BE1887"/>
    <w:rsid w:val="00C81A03"/>
    <w:rsid w:val="00D93E67"/>
    <w:rsid w:val="00DF3F6A"/>
    <w:rsid w:val="00DF74D8"/>
    <w:rsid w:val="00F53788"/>
    <w:rsid w:val="00F632FF"/>
    <w:rsid w:val="00F67359"/>
    <w:rsid w:val="00F714DE"/>
    <w:rsid w:val="00FE589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B7B943"/>
  <w15:docId w15:val="{C098A1FA-6272-4571-91E4-CADCA33A4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85B"/>
    <w:pPr>
      <w:spacing w:after="200" w:line="276" w:lineRule="auto"/>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182"/>
      <w:ind w:left="252"/>
      <w:outlineLvl w:val="0"/>
    </w:pPr>
    <w:rPr>
      <w:rFonts w:ascii="Arial" w:eastAsia="Arial" w:hAnsi="Arial" w:cs="Arial"/>
      <w:b/>
      <w:color w:val="000000"/>
      <w:sz w:val="52"/>
    </w:rPr>
  </w:style>
  <w:style w:type="paragraph" w:styleId="Heading2">
    <w:name w:val="heading 2"/>
    <w:next w:val="Normal"/>
    <w:link w:val="Heading2Char"/>
    <w:uiPriority w:val="9"/>
    <w:unhideWhenUsed/>
    <w:qFormat/>
    <w:rsid w:val="004F416C"/>
    <w:pPr>
      <w:keepNext/>
      <w:keepLines/>
      <w:spacing w:after="360" w:line="240" w:lineRule="auto"/>
      <w:outlineLvl w:val="1"/>
    </w:pPr>
    <w:rPr>
      <w:rFonts w:ascii="Calibri" w:eastAsia="Calibri" w:hAnsi="Calibri" w:cs="Calibri"/>
      <w:b/>
      <w:color w:val="385623" w:themeColor="accent6" w:themeShade="80"/>
      <w:sz w:val="32"/>
    </w:rPr>
  </w:style>
  <w:style w:type="paragraph" w:styleId="Heading3">
    <w:name w:val="heading 3"/>
    <w:next w:val="Normal"/>
    <w:link w:val="Heading3Char"/>
    <w:uiPriority w:val="9"/>
    <w:unhideWhenUsed/>
    <w:qFormat/>
    <w:pPr>
      <w:keepNext/>
      <w:keepLines/>
      <w:spacing w:after="0"/>
      <w:ind w:left="171" w:hanging="10"/>
      <w:outlineLvl w:val="2"/>
    </w:pPr>
    <w:rPr>
      <w:rFonts w:ascii="Arial" w:eastAsia="Arial" w:hAnsi="Arial" w:cs="Arial"/>
      <w:b/>
      <w:color w:val="000000"/>
      <w:sz w:val="28"/>
    </w:rPr>
  </w:style>
  <w:style w:type="paragraph" w:styleId="Heading4">
    <w:name w:val="heading 4"/>
    <w:next w:val="Normal"/>
    <w:link w:val="Heading4Char"/>
    <w:uiPriority w:val="9"/>
    <w:unhideWhenUsed/>
    <w:qFormat/>
    <w:pPr>
      <w:keepNext/>
      <w:keepLines/>
      <w:spacing w:after="165"/>
      <w:ind w:left="339" w:hanging="10"/>
      <w:outlineLvl w:val="3"/>
    </w:pPr>
    <w:rPr>
      <w:rFonts w:ascii="Calibri" w:eastAsia="Calibri" w:hAnsi="Calibri" w:cs="Calibri"/>
      <w:b/>
      <w:color w:val="000000"/>
      <w:sz w:val="28"/>
    </w:rPr>
  </w:style>
  <w:style w:type="paragraph" w:styleId="Heading5">
    <w:name w:val="heading 5"/>
    <w:basedOn w:val="Normal"/>
    <w:next w:val="Normal"/>
    <w:link w:val="Heading5Char"/>
    <w:uiPriority w:val="9"/>
    <w:unhideWhenUsed/>
    <w:qFormat/>
    <w:rsid w:val="00AD6BB5"/>
    <w:pPr>
      <w:keepNext/>
      <w:keepLines/>
      <w:spacing w:before="40" w:after="0"/>
      <w:outlineLvl w:val="4"/>
    </w:pPr>
    <w:rPr>
      <w:rFonts w:ascii="Verdana" w:eastAsiaTheme="majorEastAsia" w:hAnsi="Verdana" w:cstheme="majorBidi"/>
      <w:color w:val="2E74B5" w:themeColor="accent1" w:themeShade="B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000000"/>
      <w:sz w:val="28"/>
    </w:rPr>
  </w:style>
  <w:style w:type="character" w:customStyle="1" w:styleId="Heading4Char">
    <w:name w:val="Heading 4 Char"/>
    <w:link w:val="Heading4"/>
    <w:rPr>
      <w:rFonts w:ascii="Calibri" w:eastAsia="Calibri" w:hAnsi="Calibri" w:cs="Calibri"/>
      <w:b/>
      <w:color w:val="000000"/>
      <w:sz w:val="28"/>
    </w:rPr>
  </w:style>
  <w:style w:type="character" w:customStyle="1" w:styleId="Heading2Char">
    <w:name w:val="Heading 2 Char"/>
    <w:link w:val="Heading2"/>
    <w:uiPriority w:val="9"/>
    <w:rsid w:val="004F416C"/>
    <w:rPr>
      <w:rFonts w:ascii="Calibri" w:eastAsia="Calibri" w:hAnsi="Calibri" w:cs="Calibri"/>
      <w:b/>
      <w:color w:val="385623" w:themeColor="accent6" w:themeShade="80"/>
      <w:sz w:val="32"/>
    </w:rPr>
  </w:style>
  <w:style w:type="character" w:customStyle="1" w:styleId="Heading1Char">
    <w:name w:val="Heading 1 Char"/>
    <w:link w:val="Heading1"/>
    <w:rPr>
      <w:rFonts w:ascii="Arial" w:eastAsia="Arial" w:hAnsi="Arial" w:cs="Arial"/>
      <w:b/>
      <w:color w:val="000000"/>
      <w:sz w:val="5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mallline">
    <w:name w:val="smallline"/>
    <w:basedOn w:val="Normal"/>
    <w:next w:val="Normal"/>
    <w:link w:val="smalllineChar"/>
    <w:qFormat/>
    <w:rsid w:val="0040585B"/>
    <w:pPr>
      <w:spacing w:after="120" w:line="120" w:lineRule="exact"/>
    </w:pPr>
    <w:rPr>
      <w:rFonts w:eastAsia="SimSun" w:cs="Times New Roman"/>
      <w:color w:val="auto"/>
      <w:sz w:val="21"/>
      <w:szCs w:val="20"/>
      <w:lang w:eastAsia="zh-CN"/>
    </w:rPr>
  </w:style>
  <w:style w:type="character" w:customStyle="1" w:styleId="smalllineChar">
    <w:name w:val="smallline Char"/>
    <w:link w:val="smallline"/>
    <w:rsid w:val="0040585B"/>
    <w:rPr>
      <w:rFonts w:ascii="Calibri" w:eastAsia="SimSun" w:hAnsi="Calibri" w:cs="Times New Roman"/>
      <w:sz w:val="21"/>
      <w:szCs w:val="20"/>
      <w:lang w:eastAsia="zh-CN"/>
    </w:rPr>
  </w:style>
  <w:style w:type="character" w:styleId="Hyperlink">
    <w:name w:val="Hyperlink"/>
    <w:uiPriority w:val="99"/>
    <w:rsid w:val="0040585B"/>
    <w:rPr>
      <w:color w:val="0000FF"/>
      <w:u w:val="single"/>
    </w:rPr>
  </w:style>
  <w:style w:type="character" w:styleId="PlaceholderText">
    <w:name w:val="Placeholder Text"/>
    <w:basedOn w:val="DefaultParagraphFont"/>
    <w:uiPriority w:val="99"/>
    <w:semiHidden/>
    <w:rsid w:val="0040585B"/>
    <w:rPr>
      <w:color w:val="808080"/>
    </w:rPr>
  </w:style>
  <w:style w:type="character" w:customStyle="1" w:styleId="Heading5Char">
    <w:name w:val="Heading 5 Char"/>
    <w:basedOn w:val="DefaultParagraphFont"/>
    <w:link w:val="Heading5"/>
    <w:uiPriority w:val="9"/>
    <w:rsid w:val="00AD6BB5"/>
    <w:rPr>
      <w:rFonts w:ascii="Verdana" w:eastAsiaTheme="majorEastAsia" w:hAnsi="Verdana" w:cstheme="majorBidi"/>
      <w:color w:val="2E74B5" w:themeColor="accent1" w:themeShade="BF"/>
      <w:sz w:val="28"/>
    </w:rPr>
  </w:style>
  <w:style w:type="paragraph" w:styleId="NormalWeb">
    <w:name w:val="Normal (Web)"/>
    <w:basedOn w:val="Normal"/>
    <w:uiPriority w:val="99"/>
    <w:semiHidden/>
    <w:unhideWhenUsed/>
    <w:rsid w:val="00AD6BB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AD6BB5"/>
    <w:rPr>
      <w:b/>
      <w:bCs/>
    </w:rPr>
  </w:style>
  <w:style w:type="table" w:styleId="TableGrid0">
    <w:name w:val="Table Grid"/>
    <w:basedOn w:val="TableNormal"/>
    <w:uiPriority w:val="39"/>
    <w:rsid w:val="00F53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53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34D"/>
    <w:rPr>
      <w:rFonts w:ascii="Calibri" w:eastAsia="Calibri" w:hAnsi="Calibri" w:cs="Calibri"/>
      <w:color w:val="000000"/>
    </w:rPr>
  </w:style>
  <w:style w:type="paragraph" w:styleId="Footer">
    <w:name w:val="footer"/>
    <w:basedOn w:val="Normal"/>
    <w:link w:val="FooterChar"/>
    <w:uiPriority w:val="99"/>
    <w:unhideWhenUsed/>
    <w:rsid w:val="009053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34D"/>
    <w:rPr>
      <w:rFonts w:ascii="Calibri" w:eastAsia="Calibri" w:hAnsi="Calibri" w:cs="Calibri"/>
      <w:color w:val="000000"/>
    </w:rPr>
  </w:style>
  <w:style w:type="paragraph" w:styleId="BalloonText">
    <w:name w:val="Balloon Text"/>
    <w:basedOn w:val="Normal"/>
    <w:link w:val="BalloonTextChar"/>
    <w:uiPriority w:val="99"/>
    <w:semiHidden/>
    <w:unhideWhenUsed/>
    <w:rsid w:val="00776B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B0E"/>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473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2.emf"/><Relationship Id="rId12" Type="http://schemas.openxmlformats.org/officeDocument/2006/relationships/image" Target="media/image5.jp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mailto:nzcc3@eit.ac.n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zcc3@eit.ac.nz"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hyperlink" Target="mailto:nzcc3@eit.ac.nz" TargetMode="External"/><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A9E606CD1C426DA805669E67D75FCE"/>
        <w:category>
          <w:name w:val="General"/>
          <w:gallery w:val="placeholder"/>
        </w:category>
        <w:types>
          <w:type w:val="bbPlcHdr"/>
        </w:types>
        <w:behaviors>
          <w:behavior w:val="content"/>
        </w:behaviors>
        <w:guid w:val="{A944133B-965A-4BC0-BF6C-3821ECDAA615}"/>
      </w:docPartPr>
      <w:docPartBody>
        <w:p w:rsidR="00182297" w:rsidRDefault="00B56D2B" w:rsidP="00B56D2B">
          <w:pPr>
            <w:pStyle w:val="0EA9E606CD1C426DA805669E67D75FCE"/>
          </w:pPr>
          <w:r w:rsidRPr="00E53042">
            <w:rPr>
              <w:rStyle w:val="PlaceholderText"/>
            </w:rPr>
            <w:t>Click here to enter text.</w:t>
          </w:r>
        </w:p>
      </w:docPartBody>
    </w:docPart>
    <w:docPart>
      <w:docPartPr>
        <w:name w:val="E800DBBDA0CA48C0ACE229FF36E33333"/>
        <w:category>
          <w:name w:val="General"/>
          <w:gallery w:val="placeholder"/>
        </w:category>
        <w:types>
          <w:type w:val="bbPlcHdr"/>
        </w:types>
        <w:behaviors>
          <w:behavior w:val="content"/>
        </w:behaviors>
        <w:guid w:val="{815F5ACA-CA5B-48FB-9F38-EDD4212E4624}"/>
      </w:docPartPr>
      <w:docPartBody>
        <w:p w:rsidR="00182297" w:rsidRDefault="00B56D2B" w:rsidP="00B56D2B">
          <w:pPr>
            <w:pStyle w:val="E800DBBDA0CA48C0ACE229FF36E33333"/>
          </w:pPr>
          <w:r w:rsidRPr="00E53042">
            <w:rPr>
              <w:rStyle w:val="PlaceholderText"/>
            </w:rPr>
            <w:t>Click here to enter text.</w:t>
          </w:r>
        </w:p>
      </w:docPartBody>
    </w:docPart>
    <w:docPart>
      <w:docPartPr>
        <w:name w:val="46DC4BAD6CF442D1B442E50619939302"/>
        <w:category>
          <w:name w:val="General"/>
          <w:gallery w:val="placeholder"/>
        </w:category>
        <w:types>
          <w:type w:val="bbPlcHdr"/>
        </w:types>
        <w:behaviors>
          <w:behavior w:val="content"/>
        </w:behaviors>
        <w:guid w:val="{BD360732-8FC0-48D2-9A61-70899E7DF566}"/>
      </w:docPartPr>
      <w:docPartBody>
        <w:p w:rsidR="00182297" w:rsidRDefault="00B56D2B" w:rsidP="00B56D2B">
          <w:pPr>
            <w:pStyle w:val="46DC4BAD6CF442D1B442E50619939302"/>
          </w:pPr>
          <w:r w:rsidRPr="00E53042">
            <w:rPr>
              <w:rStyle w:val="PlaceholderText"/>
            </w:rPr>
            <w:t>Click here to enter text.</w:t>
          </w:r>
        </w:p>
      </w:docPartBody>
    </w:docPart>
    <w:docPart>
      <w:docPartPr>
        <w:name w:val="62AC88A694B74D06B314B75D888FF982"/>
        <w:category>
          <w:name w:val="General"/>
          <w:gallery w:val="placeholder"/>
        </w:category>
        <w:types>
          <w:type w:val="bbPlcHdr"/>
        </w:types>
        <w:behaviors>
          <w:behavior w:val="content"/>
        </w:behaviors>
        <w:guid w:val="{2F57FB89-27DF-4E0D-9318-22F5638DD977}"/>
      </w:docPartPr>
      <w:docPartBody>
        <w:p w:rsidR="00182297" w:rsidRDefault="00B56D2B" w:rsidP="00B56D2B">
          <w:pPr>
            <w:pStyle w:val="62AC88A694B74D06B314B75D888FF982"/>
          </w:pPr>
          <w:r w:rsidRPr="00E53042">
            <w:rPr>
              <w:rStyle w:val="PlaceholderText"/>
            </w:rPr>
            <w:t>Click here to enter text.</w:t>
          </w:r>
        </w:p>
      </w:docPartBody>
    </w:docPart>
    <w:docPart>
      <w:docPartPr>
        <w:name w:val="48EFAF5702364438BBD20044BA242B48"/>
        <w:category>
          <w:name w:val="General"/>
          <w:gallery w:val="placeholder"/>
        </w:category>
        <w:types>
          <w:type w:val="bbPlcHdr"/>
        </w:types>
        <w:behaviors>
          <w:behavior w:val="content"/>
        </w:behaviors>
        <w:guid w:val="{E0BCEC1E-4393-4800-8A73-6FF429641ABC}"/>
      </w:docPartPr>
      <w:docPartBody>
        <w:p w:rsidR="00182297" w:rsidRDefault="00B56D2B" w:rsidP="00B56D2B">
          <w:pPr>
            <w:pStyle w:val="48EFAF5702364438BBD20044BA242B48"/>
          </w:pPr>
          <w:r w:rsidRPr="00E53042">
            <w:rPr>
              <w:rStyle w:val="PlaceholderText"/>
            </w:rPr>
            <w:t>Click here to enter text.</w:t>
          </w:r>
        </w:p>
      </w:docPartBody>
    </w:docPart>
    <w:docPart>
      <w:docPartPr>
        <w:name w:val="72C1FD39841B454AB3BFE395CD3F69CC"/>
        <w:category>
          <w:name w:val="General"/>
          <w:gallery w:val="placeholder"/>
        </w:category>
        <w:types>
          <w:type w:val="bbPlcHdr"/>
        </w:types>
        <w:behaviors>
          <w:behavior w:val="content"/>
        </w:behaviors>
        <w:guid w:val="{6AD18DFD-8A1A-4477-9DB9-3F90FB85A0DB}"/>
      </w:docPartPr>
      <w:docPartBody>
        <w:p w:rsidR="00182297" w:rsidRDefault="00B56D2B" w:rsidP="00B56D2B">
          <w:pPr>
            <w:pStyle w:val="72C1FD39841B454AB3BFE395CD3F69CC"/>
          </w:pPr>
          <w:r w:rsidRPr="00E53042">
            <w:rPr>
              <w:rStyle w:val="PlaceholderText"/>
            </w:rPr>
            <w:t>Click here to enter text.</w:t>
          </w:r>
        </w:p>
      </w:docPartBody>
    </w:docPart>
    <w:docPart>
      <w:docPartPr>
        <w:name w:val="611DBA5448E8430E9C3B1476F74512BF"/>
        <w:category>
          <w:name w:val="General"/>
          <w:gallery w:val="placeholder"/>
        </w:category>
        <w:types>
          <w:type w:val="bbPlcHdr"/>
        </w:types>
        <w:behaviors>
          <w:behavior w:val="content"/>
        </w:behaviors>
        <w:guid w:val="{1FEE8F90-2EB7-4743-9956-4673BCBF013F}"/>
      </w:docPartPr>
      <w:docPartBody>
        <w:p w:rsidR="00182297" w:rsidRDefault="00B56D2B" w:rsidP="00B56D2B">
          <w:pPr>
            <w:pStyle w:val="611DBA5448E8430E9C3B1476F74512BF"/>
          </w:pPr>
          <w:r w:rsidRPr="00E53042">
            <w:rPr>
              <w:rStyle w:val="PlaceholderText"/>
            </w:rPr>
            <w:t>Click here to enter text.</w:t>
          </w:r>
        </w:p>
      </w:docPartBody>
    </w:docPart>
    <w:docPart>
      <w:docPartPr>
        <w:name w:val="0514B6FD13C94792911F5E6535EB8554"/>
        <w:category>
          <w:name w:val="General"/>
          <w:gallery w:val="placeholder"/>
        </w:category>
        <w:types>
          <w:type w:val="bbPlcHdr"/>
        </w:types>
        <w:behaviors>
          <w:behavior w:val="content"/>
        </w:behaviors>
        <w:guid w:val="{E885B1AD-0D44-4341-AC65-F832A8148AF5}"/>
      </w:docPartPr>
      <w:docPartBody>
        <w:p w:rsidR="00182297" w:rsidRDefault="00B56D2B" w:rsidP="00B56D2B">
          <w:pPr>
            <w:pStyle w:val="0514B6FD13C94792911F5E6535EB8554"/>
          </w:pPr>
          <w:r w:rsidRPr="00E53042">
            <w:rPr>
              <w:rStyle w:val="PlaceholderText"/>
            </w:rPr>
            <w:t>Click here to enter text.</w:t>
          </w:r>
        </w:p>
      </w:docPartBody>
    </w:docPart>
    <w:docPart>
      <w:docPartPr>
        <w:name w:val="AF95B8B906564034A08498025CF3C41C"/>
        <w:category>
          <w:name w:val="General"/>
          <w:gallery w:val="placeholder"/>
        </w:category>
        <w:types>
          <w:type w:val="bbPlcHdr"/>
        </w:types>
        <w:behaviors>
          <w:behavior w:val="content"/>
        </w:behaviors>
        <w:guid w:val="{69D51E8B-F2C4-4C38-AFC3-467CFC74B3A3}"/>
      </w:docPartPr>
      <w:docPartBody>
        <w:p w:rsidR="00182297" w:rsidRDefault="00B56D2B" w:rsidP="00B56D2B">
          <w:pPr>
            <w:pStyle w:val="AF95B8B906564034A08498025CF3C41C"/>
          </w:pPr>
          <w:r w:rsidRPr="00E53042">
            <w:rPr>
              <w:rStyle w:val="PlaceholderText"/>
            </w:rPr>
            <w:t>Click here to enter text.</w:t>
          </w:r>
        </w:p>
      </w:docPartBody>
    </w:docPart>
    <w:docPart>
      <w:docPartPr>
        <w:name w:val="E641CD1F02CB43E29612B334418A2972"/>
        <w:category>
          <w:name w:val="General"/>
          <w:gallery w:val="placeholder"/>
        </w:category>
        <w:types>
          <w:type w:val="bbPlcHdr"/>
        </w:types>
        <w:behaviors>
          <w:behavior w:val="content"/>
        </w:behaviors>
        <w:guid w:val="{66D6926F-DE80-4049-9841-D82138E4FE7A}"/>
      </w:docPartPr>
      <w:docPartBody>
        <w:p w:rsidR="00182297" w:rsidRDefault="00B56D2B" w:rsidP="00B56D2B">
          <w:pPr>
            <w:pStyle w:val="E641CD1F02CB43E29612B334418A2972"/>
          </w:pPr>
          <w:r w:rsidRPr="00E53042">
            <w:rPr>
              <w:rStyle w:val="PlaceholderText"/>
            </w:rPr>
            <w:t>Click here to enter text.</w:t>
          </w:r>
        </w:p>
      </w:docPartBody>
    </w:docPart>
    <w:docPart>
      <w:docPartPr>
        <w:name w:val="19428886BE06475983A41297C14DF6F5"/>
        <w:category>
          <w:name w:val="General"/>
          <w:gallery w:val="placeholder"/>
        </w:category>
        <w:types>
          <w:type w:val="bbPlcHdr"/>
        </w:types>
        <w:behaviors>
          <w:behavior w:val="content"/>
        </w:behaviors>
        <w:guid w:val="{CBE5EC7A-14C5-49C2-8DAD-A1C67F6F4259}"/>
      </w:docPartPr>
      <w:docPartBody>
        <w:p w:rsidR="00182297" w:rsidRDefault="00B56D2B" w:rsidP="00B56D2B">
          <w:pPr>
            <w:pStyle w:val="19428886BE06475983A41297C14DF6F5"/>
          </w:pPr>
          <w:r w:rsidRPr="00E53042">
            <w:rPr>
              <w:rStyle w:val="PlaceholderText"/>
            </w:rPr>
            <w:t>Click here to enter text.</w:t>
          </w:r>
        </w:p>
      </w:docPartBody>
    </w:docPart>
    <w:docPart>
      <w:docPartPr>
        <w:name w:val="26691891A7F34F8F805BF800E499654A"/>
        <w:category>
          <w:name w:val="General"/>
          <w:gallery w:val="placeholder"/>
        </w:category>
        <w:types>
          <w:type w:val="bbPlcHdr"/>
        </w:types>
        <w:behaviors>
          <w:behavior w:val="content"/>
        </w:behaviors>
        <w:guid w:val="{DCFFA021-1080-44C7-A51C-EFE9242AA888}"/>
      </w:docPartPr>
      <w:docPartBody>
        <w:p w:rsidR="00182297" w:rsidRDefault="00B56D2B" w:rsidP="00B56D2B">
          <w:pPr>
            <w:pStyle w:val="26691891A7F34F8F805BF800E499654A"/>
          </w:pPr>
          <w:r w:rsidRPr="00E53042">
            <w:rPr>
              <w:rStyle w:val="PlaceholderText"/>
            </w:rPr>
            <w:t>Click here to enter text.</w:t>
          </w:r>
        </w:p>
      </w:docPartBody>
    </w:docPart>
    <w:docPart>
      <w:docPartPr>
        <w:name w:val="437AD48B8BA7408296091BE05B13C0E0"/>
        <w:category>
          <w:name w:val="General"/>
          <w:gallery w:val="placeholder"/>
        </w:category>
        <w:types>
          <w:type w:val="bbPlcHdr"/>
        </w:types>
        <w:behaviors>
          <w:behavior w:val="content"/>
        </w:behaviors>
        <w:guid w:val="{A81C416A-1A30-4D74-979A-DBD7535EE22E}"/>
      </w:docPartPr>
      <w:docPartBody>
        <w:p w:rsidR="00182297" w:rsidRDefault="00B56D2B" w:rsidP="00B56D2B">
          <w:pPr>
            <w:pStyle w:val="437AD48B8BA7408296091BE05B13C0E0"/>
          </w:pPr>
          <w:r w:rsidRPr="00E53042">
            <w:rPr>
              <w:rStyle w:val="PlaceholderText"/>
            </w:rPr>
            <w:t>Click here to enter text.</w:t>
          </w:r>
        </w:p>
      </w:docPartBody>
    </w:docPart>
    <w:docPart>
      <w:docPartPr>
        <w:name w:val="73FCBB33337947D59E4A5E55029170EB"/>
        <w:category>
          <w:name w:val="General"/>
          <w:gallery w:val="placeholder"/>
        </w:category>
        <w:types>
          <w:type w:val="bbPlcHdr"/>
        </w:types>
        <w:behaviors>
          <w:behavior w:val="content"/>
        </w:behaviors>
        <w:guid w:val="{638140C9-CBBA-4232-9EE2-1502A6D00A9B}"/>
      </w:docPartPr>
      <w:docPartBody>
        <w:p w:rsidR="00182297" w:rsidRDefault="00B56D2B" w:rsidP="00B56D2B">
          <w:pPr>
            <w:pStyle w:val="73FCBB33337947D59E4A5E55029170EB"/>
          </w:pPr>
          <w:r w:rsidRPr="00E53042">
            <w:rPr>
              <w:rStyle w:val="PlaceholderText"/>
            </w:rPr>
            <w:t>Click here to enter text.</w:t>
          </w:r>
        </w:p>
      </w:docPartBody>
    </w:docPart>
    <w:docPart>
      <w:docPartPr>
        <w:name w:val="609180D785A04AB2B52A409A6F2B2CDE"/>
        <w:category>
          <w:name w:val="General"/>
          <w:gallery w:val="placeholder"/>
        </w:category>
        <w:types>
          <w:type w:val="bbPlcHdr"/>
        </w:types>
        <w:behaviors>
          <w:behavior w:val="content"/>
        </w:behaviors>
        <w:guid w:val="{48ABE934-684A-4723-814D-C0D4420DBFBE}"/>
      </w:docPartPr>
      <w:docPartBody>
        <w:p w:rsidR="00182297" w:rsidRDefault="00B56D2B" w:rsidP="00B56D2B">
          <w:pPr>
            <w:pStyle w:val="609180D785A04AB2B52A409A6F2B2CDE"/>
          </w:pPr>
          <w:r w:rsidRPr="00E53042">
            <w:rPr>
              <w:rStyle w:val="PlaceholderText"/>
            </w:rPr>
            <w:t>Click here to enter text.</w:t>
          </w:r>
        </w:p>
      </w:docPartBody>
    </w:docPart>
    <w:docPart>
      <w:docPartPr>
        <w:name w:val="0343CC4CE53C41358B206B201B04E504"/>
        <w:category>
          <w:name w:val="General"/>
          <w:gallery w:val="placeholder"/>
        </w:category>
        <w:types>
          <w:type w:val="bbPlcHdr"/>
        </w:types>
        <w:behaviors>
          <w:behavior w:val="content"/>
        </w:behaviors>
        <w:guid w:val="{6D8F1052-376F-4FEB-AE58-5E7AE67581D2}"/>
      </w:docPartPr>
      <w:docPartBody>
        <w:p w:rsidR="00182297" w:rsidRDefault="00B56D2B" w:rsidP="00B56D2B">
          <w:pPr>
            <w:pStyle w:val="0343CC4CE53C41358B206B201B04E504"/>
          </w:pPr>
          <w:r w:rsidRPr="00E53042">
            <w:rPr>
              <w:rStyle w:val="PlaceholderText"/>
            </w:rPr>
            <w:t>Click here to enter text.</w:t>
          </w:r>
        </w:p>
      </w:docPartBody>
    </w:docPart>
    <w:docPart>
      <w:docPartPr>
        <w:name w:val="EFD9307F89C64468B05550B145A9AA5C"/>
        <w:category>
          <w:name w:val="General"/>
          <w:gallery w:val="placeholder"/>
        </w:category>
        <w:types>
          <w:type w:val="bbPlcHdr"/>
        </w:types>
        <w:behaviors>
          <w:behavior w:val="content"/>
        </w:behaviors>
        <w:guid w:val="{500F3403-A292-4C98-8283-4BEF1F778C1F}"/>
      </w:docPartPr>
      <w:docPartBody>
        <w:p w:rsidR="00182297" w:rsidRDefault="00B56D2B" w:rsidP="00B56D2B">
          <w:pPr>
            <w:pStyle w:val="EFD9307F89C64468B05550B145A9AA5C"/>
          </w:pPr>
          <w:r w:rsidRPr="00E53042">
            <w:rPr>
              <w:rStyle w:val="PlaceholderText"/>
            </w:rPr>
            <w:t>Click here to enter text.</w:t>
          </w:r>
        </w:p>
      </w:docPartBody>
    </w:docPart>
    <w:docPart>
      <w:docPartPr>
        <w:name w:val="0C7DA0511BFF4D0B8BC2DA488DFAA58B"/>
        <w:category>
          <w:name w:val="General"/>
          <w:gallery w:val="placeholder"/>
        </w:category>
        <w:types>
          <w:type w:val="bbPlcHdr"/>
        </w:types>
        <w:behaviors>
          <w:behavior w:val="content"/>
        </w:behaviors>
        <w:guid w:val="{3B0CEED8-8396-4DB9-A9A5-F7E86959BAD8}"/>
      </w:docPartPr>
      <w:docPartBody>
        <w:p w:rsidR="00182297" w:rsidRDefault="00B56D2B" w:rsidP="00B56D2B">
          <w:pPr>
            <w:pStyle w:val="0C7DA0511BFF4D0B8BC2DA488DFAA58B"/>
          </w:pPr>
          <w:r w:rsidRPr="00E53042">
            <w:rPr>
              <w:rStyle w:val="PlaceholderText"/>
            </w:rPr>
            <w:t>Click here to enter text.</w:t>
          </w:r>
        </w:p>
      </w:docPartBody>
    </w:docPart>
    <w:docPart>
      <w:docPartPr>
        <w:name w:val="08F17BE59488489CB61C54583F6659C0"/>
        <w:category>
          <w:name w:val="General"/>
          <w:gallery w:val="placeholder"/>
        </w:category>
        <w:types>
          <w:type w:val="bbPlcHdr"/>
        </w:types>
        <w:behaviors>
          <w:behavior w:val="content"/>
        </w:behaviors>
        <w:guid w:val="{88ECFF2F-CDF2-4568-8508-CB75BCA5EFB2}"/>
      </w:docPartPr>
      <w:docPartBody>
        <w:p w:rsidR="00182297" w:rsidRDefault="00B56D2B" w:rsidP="00B56D2B">
          <w:pPr>
            <w:pStyle w:val="08F17BE59488489CB61C54583F6659C0"/>
          </w:pPr>
          <w:r w:rsidRPr="00E53042">
            <w:rPr>
              <w:rStyle w:val="PlaceholderText"/>
            </w:rPr>
            <w:t>Click here to enter text.</w:t>
          </w:r>
        </w:p>
      </w:docPartBody>
    </w:docPart>
    <w:docPart>
      <w:docPartPr>
        <w:name w:val="7B77C5871395436A9569885356C12730"/>
        <w:category>
          <w:name w:val="General"/>
          <w:gallery w:val="placeholder"/>
        </w:category>
        <w:types>
          <w:type w:val="bbPlcHdr"/>
        </w:types>
        <w:behaviors>
          <w:behavior w:val="content"/>
        </w:behaviors>
        <w:guid w:val="{74B631C6-1F34-4D9B-8CDF-28D1F03B3B95}"/>
      </w:docPartPr>
      <w:docPartBody>
        <w:p w:rsidR="00182297" w:rsidRDefault="00B56D2B" w:rsidP="00B56D2B">
          <w:pPr>
            <w:pStyle w:val="7B77C5871395436A9569885356C12730"/>
          </w:pPr>
          <w:r w:rsidRPr="00E53042">
            <w:rPr>
              <w:rStyle w:val="PlaceholderText"/>
            </w:rPr>
            <w:t>Click here to enter text.</w:t>
          </w:r>
        </w:p>
      </w:docPartBody>
    </w:docPart>
    <w:docPart>
      <w:docPartPr>
        <w:name w:val="D98180AD23FF459AB0FAD4B3471956ED"/>
        <w:category>
          <w:name w:val="General"/>
          <w:gallery w:val="placeholder"/>
        </w:category>
        <w:types>
          <w:type w:val="bbPlcHdr"/>
        </w:types>
        <w:behaviors>
          <w:behavior w:val="content"/>
        </w:behaviors>
        <w:guid w:val="{F8E50AD9-8114-4BAC-BB75-79FF101DCC6F}"/>
      </w:docPartPr>
      <w:docPartBody>
        <w:p w:rsidR="00182297" w:rsidRDefault="00B56D2B" w:rsidP="00B56D2B">
          <w:pPr>
            <w:pStyle w:val="D98180AD23FF459AB0FAD4B3471956ED"/>
          </w:pPr>
          <w:r w:rsidRPr="00E53042">
            <w:rPr>
              <w:rStyle w:val="PlaceholderText"/>
            </w:rPr>
            <w:t>Click here to enter text.</w:t>
          </w:r>
        </w:p>
      </w:docPartBody>
    </w:docPart>
    <w:docPart>
      <w:docPartPr>
        <w:name w:val="C2FC9437C1E0441EAC1B0109DFF4B6D7"/>
        <w:category>
          <w:name w:val="General"/>
          <w:gallery w:val="placeholder"/>
        </w:category>
        <w:types>
          <w:type w:val="bbPlcHdr"/>
        </w:types>
        <w:behaviors>
          <w:behavior w:val="content"/>
        </w:behaviors>
        <w:guid w:val="{2DBCB027-EE74-4B7D-B640-2CDC7870F7BF}"/>
      </w:docPartPr>
      <w:docPartBody>
        <w:p w:rsidR="00182297" w:rsidRDefault="00B56D2B" w:rsidP="00B56D2B">
          <w:pPr>
            <w:pStyle w:val="C2FC9437C1E0441EAC1B0109DFF4B6D7"/>
          </w:pPr>
          <w:r w:rsidRPr="00E53042">
            <w:rPr>
              <w:rStyle w:val="PlaceholderText"/>
            </w:rPr>
            <w:t>Click here to enter text.</w:t>
          </w:r>
        </w:p>
      </w:docPartBody>
    </w:docPart>
    <w:docPart>
      <w:docPartPr>
        <w:name w:val="47753BFDB76A49609CF576E25D484280"/>
        <w:category>
          <w:name w:val="General"/>
          <w:gallery w:val="placeholder"/>
        </w:category>
        <w:types>
          <w:type w:val="bbPlcHdr"/>
        </w:types>
        <w:behaviors>
          <w:behavior w:val="content"/>
        </w:behaviors>
        <w:guid w:val="{AF14094A-BA18-49CE-9D56-68BB4BC68219}"/>
      </w:docPartPr>
      <w:docPartBody>
        <w:p w:rsidR="00182297" w:rsidRDefault="00B56D2B" w:rsidP="00B56D2B">
          <w:pPr>
            <w:pStyle w:val="47753BFDB76A49609CF576E25D484280"/>
          </w:pPr>
          <w:r w:rsidRPr="00E53042">
            <w:rPr>
              <w:rStyle w:val="PlaceholderText"/>
            </w:rPr>
            <w:t>Click here to enter text.</w:t>
          </w:r>
        </w:p>
      </w:docPartBody>
    </w:docPart>
    <w:docPart>
      <w:docPartPr>
        <w:name w:val="F36A030E2BFC4BE09C409E972C2C4BFD"/>
        <w:category>
          <w:name w:val="General"/>
          <w:gallery w:val="placeholder"/>
        </w:category>
        <w:types>
          <w:type w:val="bbPlcHdr"/>
        </w:types>
        <w:behaviors>
          <w:behavior w:val="content"/>
        </w:behaviors>
        <w:guid w:val="{5EA18854-CB45-46CF-B852-DC5850ACB51E}"/>
      </w:docPartPr>
      <w:docPartBody>
        <w:p w:rsidR="00182297" w:rsidRDefault="00B56D2B" w:rsidP="00B56D2B">
          <w:pPr>
            <w:pStyle w:val="F36A030E2BFC4BE09C409E972C2C4BFD"/>
          </w:pPr>
          <w:r w:rsidRPr="00E53042">
            <w:rPr>
              <w:rStyle w:val="PlaceholderText"/>
            </w:rPr>
            <w:t>Click here to enter text.</w:t>
          </w:r>
        </w:p>
      </w:docPartBody>
    </w:docPart>
    <w:docPart>
      <w:docPartPr>
        <w:name w:val="36C085642B8D4111BB66EE53F2392B73"/>
        <w:category>
          <w:name w:val="General"/>
          <w:gallery w:val="placeholder"/>
        </w:category>
        <w:types>
          <w:type w:val="bbPlcHdr"/>
        </w:types>
        <w:behaviors>
          <w:behavior w:val="content"/>
        </w:behaviors>
        <w:guid w:val="{077D5E5C-6755-41CE-AFFA-E8E20F5D777D}"/>
      </w:docPartPr>
      <w:docPartBody>
        <w:p w:rsidR="00182297" w:rsidRDefault="00B56D2B" w:rsidP="00B56D2B">
          <w:pPr>
            <w:pStyle w:val="36C085642B8D4111BB66EE53F2392B73"/>
          </w:pPr>
          <w:r w:rsidRPr="00E53042">
            <w:rPr>
              <w:rStyle w:val="PlaceholderText"/>
            </w:rPr>
            <w:t>Click here to enter text.</w:t>
          </w:r>
        </w:p>
      </w:docPartBody>
    </w:docPart>
    <w:docPart>
      <w:docPartPr>
        <w:name w:val="7B045050F8FB4BE3844F399196C2C3B3"/>
        <w:category>
          <w:name w:val="General"/>
          <w:gallery w:val="placeholder"/>
        </w:category>
        <w:types>
          <w:type w:val="bbPlcHdr"/>
        </w:types>
        <w:behaviors>
          <w:behavior w:val="content"/>
        </w:behaviors>
        <w:guid w:val="{23962D0E-59AD-4468-B552-32F5C5B1094F}"/>
      </w:docPartPr>
      <w:docPartBody>
        <w:p w:rsidR="00182297" w:rsidRDefault="00B56D2B" w:rsidP="00B56D2B">
          <w:pPr>
            <w:pStyle w:val="7B045050F8FB4BE3844F399196C2C3B3"/>
          </w:pPr>
          <w:r w:rsidRPr="00E53042">
            <w:rPr>
              <w:rStyle w:val="PlaceholderText"/>
            </w:rPr>
            <w:t>Click here to enter text.</w:t>
          </w:r>
        </w:p>
      </w:docPartBody>
    </w:docPart>
    <w:docPart>
      <w:docPartPr>
        <w:name w:val="D229B5796B9E496AB50A7A2BBFDD6DEE"/>
        <w:category>
          <w:name w:val="General"/>
          <w:gallery w:val="placeholder"/>
        </w:category>
        <w:types>
          <w:type w:val="bbPlcHdr"/>
        </w:types>
        <w:behaviors>
          <w:behavior w:val="content"/>
        </w:behaviors>
        <w:guid w:val="{1FBBCF22-8311-4E29-AF1D-DAACFB3771BF}"/>
      </w:docPartPr>
      <w:docPartBody>
        <w:p w:rsidR="00182297" w:rsidRDefault="00B56D2B" w:rsidP="00B56D2B">
          <w:pPr>
            <w:pStyle w:val="D229B5796B9E496AB50A7A2BBFDD6DEE"/>
          </w:pPr>
          <w:r w:rsidRPr="00E53042">
            <w:rPr>
              <w:rStyle w:val="PlaceholderText"/>
            </w:rPr>
            <w:t>Click here to enter text.</w:t>
          </w:r>
        </w:p>
      </w:docPartBody>
    </w:docPart>
    <w:docPart>
      <w:docPartPr>
        <w:name w:val="8BAF7EE0CA414D5FB34A2EC19C88B7C0"/>
        <w:category>
          <w:name w:val="General"/>
          <w:gallery w:val="placeholder"/>
        </w:category>
        <w:types>
          <w:type w:val="bbPlcHdr"/>
        </w:types>
        <w:behaviors>
          <w:behavior w:val="content"/>
        </w:behaviors>
        <w:guid w:val="{8EFE469C-4802-44ED-9718-448BEBF4F24F}"/>
      </w:docPartPr>
      <w:docPartBody>
        <w:p w:rsidR="00182297" w:rsidRDefault="00B56D2B" w:rsidP="00B56D2B">
          <w:pPr>
            <w:pStyle w:val="8BAF7EE0CA414D5FB34A2EC19C88B7C0"/>
          </w:pPr>
          <w:r w:rsidRPr="00E53042">
            <w:rPr>
              <w:rStyle w:val="PlaceholderText"/>
            </w:rPr>
            <w:t>Click here to enter text.</w:t>
          </w:r>
        </w:p>
      </w:docPartBody>
    </w:docPart>
    <w:docPart>
      <w:docPartPr>
        <w:name w:val="270CC2CFB6744D08AD6E9DA3B8A1A3F9"/>
        <w:category>
          <w:name w:val="General"/>
          <w:gallery w:val="placeholder"/>
        </w:category>
        <w:types>
          <w:type w:val="bbPlcHdr"/>
        </w:types>
        <w:behaviors>
          <w:behavior w:val="content"/>
        </w:behaviors>
        <w:guid w:val="{4F800049-E67D-448C-958F-192AA018EABA}"/>
      </w:docPartPr>
      <w:docPartBody>
        <w:p w:rsidR="00182297" w:rsidRDefault="00B56D2B">
          <w:r w:rsidRPr="00F91F2E">
            <w:rPr>
              <w:rStyle w:val="PlaceholderText"/>
            </w:rPr>
            <w:t>[Author]</w:t>
          </w:r>
        </w:p>
      </w:docPartBody>
    </w:docPart>
    <w:docPart>
      <w:docPartPr>
        <w:name w:val="400D1E0A1BC4428CA0BCDB3F0AEB9504"/>
        <w:category>
          <w:name w:val="General"/>
          <w:gallery w:val="placeholder"/>
        </w:category>
        <w:types>
          <w:type w:val="bbPlcHdr"/>
        </w:types>
        <w:behaviors>
          <w:behavior w:val="content"/>
        </w:behaviors>
        <w:guid w:val="{2B9E7BC1-4E5D-4946-A670-346B797C10E7}"/>
      </w:docPartPr>
      <w:docPartBody>
        <w:p w:rsidR="00D032CD" w:rsidRDefault="0035363B" w:rsidP="0035363B">
          <w:pPr>
            <w:pStyle w:val="400D1E0A1BC4428CA0BCDB3F0AEB9504"/>
          </w:pPr>
          <w:r w:rsidRPr="00E53042">
            <w:rPr>
              <w:rStyle w:val="PlaceholderText"/>
            </w:rPr>
            <w:t>Click here to enter text.</w:t>
          </w:r>
        </w:p>
      </w:docPartBody>
    </w:docPart>
    <w:docPart>
      <w:docPartPr>
        <w:name w:val="B6613A53964D4D1EB4F33110EF279189"/>
        <w:category>
          <w:name w:val="General"/>
          <w:gallery w:val="placeholder"/>
        </w:category>
        <w:types>
          <w:type w:val="bbPlcHdr"/>
        </w:types>
        <w:behaviors>
          <w:behavior w:val="content"/>
        </w:behaviors>
        <w:guid w:val="{E94B77AE-DCE0-4274-AA9B-AA480796754C}"/>
      </w:docPartPr>
      <w:docPartBody>
        <w:p w:rsidR="00D032CD" w:rsidRDefault="0035363B" w:rsidP="0035363B">
          <w:pPr>
            <w:pStyle w:val="B6613A53964D4D1EB4F33110EF279189"/>
          </w:pPr>
          <w:r w:rsidRPr="00E5304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B"/>
    <w:rsid w:val="00182297"/>
    <w:rsid w:val="0035363B"/>
    <w:rsid w:val="00B56D2B"/>
    <w:rsid w:val="00D032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363B"/>
    <w:rPr>
      <w:color w:val="808080"/>
    </w:rPr>
  </w:style>
  <w:style w:type="paragraph" w:customStyle="1" w:styleId="0EA9E606CD1C426DA805669E67D75FCE">
    <w:name w:val="0EA9E606CD1C426DA805669E67D75FCE"/>
    <w:rsid w:val="00B56D2B"/>
  </w:style>
  <w:style w:type="paragraph" w:customStyle="1" w:styleId="E800DBBDA0CA48C0ACE229FF36E33333">
    <w:name w:val="E800DBBDA0CA48C0ACE229FF36E33333"/>
    <w:rsid w:val="00B56D2B"/>
  </w:style>
  <w:style w:type="paragraph" w:customStyle="1" w:styleId="46DC4BAD6CF442D1B442E50619939302">
    <w:name w:val="46DC4BAD6CF442D1B442E50619939302"/>
    <w:rsid w:val="00B56D2B"/>
  </w:style>
  <w:style w:type="paragraph" w:customStyle="1" w:styleId="62AC88A694B74D06B314B75D888FF982">
    <w:name w:val="62AC88A694B74D06B314B75D888FF982"/>
    <w:rsid w:val="00B56D2B"/>
  </w:style>
  <w:style w:type="paragraph" w:customStyle="1" w:styleId="48EFAF5702364438BBD20044BA242B48">
    <w:name w:val="48EFAF5702364438BBD20044BA242B48"/>
    <w:rsid w:val="00B56D2B"/>
  </w:style>
  <w:style w:type="paragraph" w:customStyle="1" w:styleId="C76EC2DBC5E64EE780D1526A3316435E">
    <w:name w:val="C76EC2DBC5E64EE780D1526A3316435E"/>
    <w:rsid w:val="00B56D2B"/>
  </w:style>
  <w:style w:type="paragraph" w:customStyle="1" w:styleId="C90E8D0AC0CC493CB2A920618AB2CFD2">
    <w:name w:val="C90E8D0AC0CC493CB2A920618AB2CFD2"/>
    <w:rsid w:val="00B56D2B"/>
  </w:style>
  <w:style w:type="paragraph" w:customStyle="1" w:styleId="0C6A9AD90165495DBE78D201E5652083">
    <w:name w:val="0C6A9AD90165495DBE78D201E5652083"/>
    <w:rsid w:val="00B56D2B"/>
  </w:style>
  <w:style w:type="paragraph" w:customStyle="1" w:styleId="12CAE2E178474FE6B6190BAE22C35295">
    <w:name w:val="12CAE2E178474FE6B6190BAE22C35295"/>
    <w:rsid w:val="00B56D2B"/>
  </w:style>
  <w:style w:type="paragraph" w:customStyle="1" w:styleId="57B2B98D8756495CA4B5609C05888C6F">
    <w:name w:val="57B2B98D8756495CA4B5609C05888C6F"/>
    <w:rsid w:val="00B56D2B"/>
  </w:style>
  <w:style w:type="paragraph" w:customStyle="1" w:styleId="F1C58923B3DE4F479C5B9DEC2BC96E75">
    <w:name w:val="F1C58923B3DE4F479C5B9DEC2BC96E75"/>
    <w:rsid w:val="00B56D2B"/>
  </w:style>
  <w:style w:type="paragraph" w:customStyle="1" w:styleId="2D75AC804D864CD484A765DB15B7C038">
    <w:name w:val="2D75AC804D864CD484A765DB15B7C038"/>
    <w:rsid w:val="00B56D2B"/>
  </w:style>
  <w:style w:type="paragraph" w:customStyle="1" w:styleId="72C1FD39841B454AB3BFE395CD3F69CC">
    <w:name w:val="72C1FD39841B454AB3BFE395CD3F69CC"/>
    <w:rsid w:val="00B56D2B"/>
  </w:style>
  <w:style w:type="paragraph" w:customStyle="1" w:styleId="611DBA5448E8430E9C3B1476F74512BF">
    <w:name w:val="611DBA5448E8430E9C3B1476F74512BF"/>
    <w:rsid w:val="00B56D2B"/>
  </w:style>
  <w:style w:type="paragraph" w:customStyle="1" w:styleId="0514B6FD13C94792911F5E6535EB8554">
    <w:name w:val="0514B6FD13C94792911F5E6535EB8554"/>
    <w:rsid w:val="00B56D2B"/>
  </w:style>
  <w:style w:type="paragraph" w:customStyle="1" w:styleId="26FA74A2B8FE4568893F1AD9EF01AE7A">
    <w:name w:val="26FA74A2B8FE4568893F1AD9EF01AE7A"/>
    <w:rsid w:val="00B56D2B"/>
  </w:style>
  <w:style w:type="paragraph" w:customStyle="1" w:styleId="AF95B8B906564034A08498025CF3C41C">
    <w:name w:val="AF95B8B906564034A08498025CF3C41C"/>
    <w:rsid w:val="00B56D2B"/>
  </w:style>
  <w:style w:type="paragraph" w:customStyle="1" w:styleId="AD53DCBEBE364B0DB0A4EFCC9DC7CD0A">
    <w:name w:val="AD53DCBEBE364B0DB0A4EFCC9DC7CD0A"/>
    <w:rsid w:val="00B56D2B"/>
  </w:style>
  <w:style w:type="paragraph" w:customStyle="1" w:styleId="E641CD1F02CB43E29612B334418A2972">
    <w:name w:val="E641CD1F02CB43E29612B334418A2972"/>
    <w:rsid w:val="00B56D2B"/>
  </w:style>
  <w:style w:type="paragraph" w:customStyle="1" w:styleId="19428886BE06475983A41297C14DF6F5">
    <w:name w:val="19428886BE06475983A41297C14DF6F5"/>
    <w:rsid w:val="00B56D2B"/>
  </w:style>
  <w:style w:type="paragraph" w:customStyle="1" w:styleId="26691891A7F34F8F805BF800E499654A">
    <w:name w:val="26691891A7F34F8F805BF800E499654A"/>
    <w:rsid w:val="00B56D2B"/>
  </w:style>
  <w:style w:type="paragraph" w:customStyle="1" w:styleId="437AD48B8BA7408296091BE05B13C0E0">
    <w:name w:val="437AD48B8BA7408296091BE05B13C0E0"/>
    <w:rsid w:val="00B56D2B"/>
  </w:style>
  <w:style w:type="paragraph" w:customStyle="1" w:styleId="73FCBB33337947D59E4A5E55029170EB">
    <w:name w:val="73FCBB33337947D59E4A5E55029170EB"/>
    <w:rsid w:val="00B56D2B"/>
  </w:style>
  <w:style w:type="paragraph" w:customStyle="1" w:styleId="609180D785A04AB2B52A409A6F2B2CDE">
    <w:name w:val="609180D785A04AB2B52A409A6F2B2CDE"/>
    <w:rsid w:val="00B56D2B"/>
  </w:style>
  <w:style w:type="paragraph" w:customStyle="1" w:styleId="0343CC4CE53C41358B206B201B04E504">
    <w:name w:val="0343CC4CE53C41358B206B201B04E504"/>
    <w:rsid w:val="00B56D2B"/>
  </w:style>
  <w:style w:type="paragraph" w:customStyle="1" w:styleId="A52C3DFF28694B599DC9C30C26F7284D">
    <w:name w:val="A52C3DFF28694B599DC9C30C26F7284D"/>
    <w:rsid w:val="00B56D2B"/>
  </w:style>
  <w:style w:type="paragraph" w:customStyle="1" w:styleId="E4651848F5454006A3E7B2B72C4C6AAD">
    <w:name w:val="E4651848F5454006A3E7B2B72C4C6AAD"/>
    <w:rsid w:val="00B56D2B"/>
  </w:style>
  <w:style w:type="paragraph" w:customStyle="1" w:styleId="EFD9307F89C64468B05550B145A9AA5C">
    <w:name w:val="EFD9307F89C64468B05550B145A9AA5C"/>
    <w:rsid w:val="00B56D2B"/>
  </w:style>
  <w:style w:type="paragraph" w:customStyle="1" w:styleId="0C7DA0511BFF4D0B8BC2DA488DFAA58B">
    <w:name w:val="0C7DA0511BFF4D0B8BC2DA488DFAA58B"/>
    <w:rsid w:val="00B56D2B"/>
  </w:style>
  <w:style w:type="paragraph" w:customStyle="1" w:styleId="08F17BE59488489CB61C54583F6659C0">
    <w:name w:val="08F17BE59488489CB61C54583F6659C0"/>
    <w:rsid w:val="00B56D2B"/>
  </w:style>
  <w:style w:type="paragraph" w:customStyle="1" w:styleId="1DBFC0C6343D48F09BC4BF1CE6B8D987">
    <w:name w:val="1DBFC0C6343D48F09BC4BF1CE6B8D987"/>
    <w:rsid w:val="00B56D2B"/>
  </w:style>
  <w:style w:type="paragraph" w:customStyle="1" w:styleId="20D1E6678EDC4E7EA7F26CBDFFEBC004">
    <w:name w:val="20D1E6678EDC4E7EA7F26CBDFFEBC004"/>
    <w:rsid w:val="00B56D2B"/>
  </w:style>
  <w:style w:type="paragraph" w:customStyle="1" w:styleId="7B77C5871395436A9569885356C12730">
    <w:name w:val="7B77C5871395436A9569885356C12730"/>
    <w:rsid w:val="00B56D2B"/>
  </w:style>
  <w:style w:type="paragraph" w:customStyle="1" w:styleId="D98180AD23FF459AB0FAD4B3471956ED">
    <w:name w:val="D98180AD23FF459AB0FAD4B3471956ED"/>
    <w:rsid w:val="00B56D2B"/>
  </w:style>
  <w:style w:type="paragraph" w:customStyle="1" w:styleId="C2FC9437C1E0441EAC1B0109DFF4B6D7">
    <w:name w:val="C2FC9437C1E0441EAC1B0109DFF4B6D7"/>
    <w:rsid w:val="00B56D2B"/>
  </w:style>
  <w:style w:type="paragraph" w:customStyle="1" w:styleId="A6CECCB7C5754FF1B4A44AF773033D10">
    <w:name w:val="A6CECCB7C5754FF1B4A44AF773033D10"/>
    <w:rsid w:val="00B56D2B"/>
  </w:style>
  <w:style w:type="paragraph" w:customStyle="1" w:styleId="47753BFDB76A49609CF576E25D484280">
    <w:name w:val="47753BFDB76A49609CF576E25D484280"/>
    <w:rsid w:val="00B56D2B"/>
  </w:style>
  <w:style w:type="paragraph" w:customStyle="1" w:styleId="F36A030E2BFC4BE09C409E972C2C4BFD">
    <w:name w:val="F36A030E2BFC4BE09C409E972C2C4BFD"/>
    <w:rsid w:val="00B56D2B"/>
  </w:style>
  <w:style w:type="paragraph" w:customStyle="1" w:styleId="36C085642B8D4111BB66EE53F2392B73">
    <w:name w:val="36C085642B8D4111BB66EE53F2392B73"/>
    <w:rsid w:val="00B56D2B"/>
  </w:style>
  <w:style w:type="paragraph" w:customStyle="1" w:styleId="7B045050F8FB4BE3844F399196C2C3B3">
    <w:name w:val="7B045050F8FB4BE3844F399196C2C3B3"/>
    <w:rsid w:val="00B56D2B"/>
  </w:style>
  <w:style w:type="paragraph" w:customStyle="1" w:styleId="D229B5796B9E496AB50A7A2BBFDD6DEE">
    <w:name w:val="D229B5796B9E496AB50A7A2BBFDD6DEE"/>
    <w:rsid w:val="00B56D2B"/>
  </w:style>
  <w:style w:type="paragraph" w:customStyle="1" w:styleId="8BAF7EE0CA414D5FB34A2EC19C88B7C0">
    <w:name w:val="8BAF7EE0CA414D5FB34A2EC19C88B7C0"/>
    <w:rsid w:val="00B56D2B"/>
  </w:style>
  <w:style w:type="paragraph" w:customStyle="1" w:styleId="400D1E0A1BC4428CA0BCDB3F0AEB9504">
    <w:name w:val="400D1E0A1BC4428CA0BCDB3F0AEB9504"/>
    <w:rsid w:val="0035363B"/>
  </w:style>
  <w:style w:type="paragraph" w:customStyle="1" w:styleId="B6613A53964D4D1EB4F33110EF279189">
    <w:name w:val="B6613A53964D4D1EB4F33110EF279189"/>
    <w:rsid w:val="003536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CB4A76D0.dotm</Template>
  <TotalTime>27</TotalTime>
  <Pages>9</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Robertson</dc:creator>
  <cp:keywords/>
  <cp:lastModifiedBy>Gay Robertson</cp:lastModifiedBy>
  <cp:revision>13</cp:revision>
  <cp:lastPrinted>2017-06-26T21:28:00Z</cp:lastPrinted>
  <dcterms:created xsi:type="dcterms:W3CDTF">2017-07-19T20:06:00Z</dcterms:created>
  <dcterms:modified xsi:type="dcterms:W3CDTF">2019-05-26T22:38:00Z</dcterms:modified>
</cp:coreProperties>
</file>