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4C" w:rsidRDefault="00BE36C5" w:rsidP="00BE36C5">
      <w:pPr>
        <w:pStyle w:val="Title"/>
        <w:rPr>
          <w:lang w:val="en-US"/>
        </w:rPr>
      </w:pPr>
      <w:r>
        <w:rPr>
          <w:lang w:val="en-US"/>
        </w:rPr>
        <w:t>Search engines</w:t>
      </w:r>
      <w:r w:rsidR="001D54CA">
        <w:rPr>
          <w:lang w:val="en-US"/>
        </w:rPr>
        <w:t xml:space="preserve"> – Google NZ</w:t>
      </w:r>
    </w:p>
    <w:p w:rsidR="00BE36C5" w:rsidRPr="002F3AFE" w:rsidRDefault="00CA6A56" w:rsidP="002F3AFE">
      <w:pPr>
        <w:spacing w:before="960"/>
        <w:rPr>
          <w:sz w:val="32"/>
          <w:lang w:val="en-US"/>
        </w:rPr>
      </w:pPr>
      <w:hyperlink r:id="rId8" w:history="1">
        <w:r w:rsidR="00BE36C5" w:rsidRPr="002F3AFE">
          <w:rPr>
            <w:rStyle w:val="Hyperlink"/>
            <w:rFonts w:ascii="Arial" w:eastAsia="Times New Roman" w:hAnsi="Arial" w:cs="Arial"/>
            <w:sz w:val="28"/>
            <w:szCs w:val="21"/>
            <w:lang w:eastAsia="en-NZ"/>
          </w:rPr>
          <w:t>https://www.google.co.nz/</w:t>
        </w:r>
      </w:hyperlink>
      <w:r w:rsidR="00BE36C5" w:rsidRPr="002F3AFE">
        <w:rPr>
          <w:sz w:val="32"/>
          <w:lang w:eastAsia="en-NZ"/>
        </w:rPr>
        <w:t xml:space="preserve"> </w:t>
      </w:r>
      <w:r w:rsidR="00BE36C5" w:rsidRPr="002F3AFE">
        <w:rPr>
          <w:sz w:val="32"/>
          <w:lang w:eastAsia="en-NZ"/>
        </w:rPr>
        <w:tab/>
      </w:r>
      <w:r w:rsidR="00BE36C5" w:rsidRPr="002F3AFE">
        <w:rPr>
          <w:sz w:val="32"/>
          <w:lang w:val="en-US"/>
        </w:rPr>
        <w:t xml:space="preserve">keyword: </w:t>
      </w:r>
      <w:r w:rsidR="00DF3444" w:rsidRPr="002F3AFE">
        <w:rPr>
          <w:sz w:val="32"/>
          <w:lang w:val="en-US"/>
        </w:rPr>
        <w:t>Christchurch</w:t>
      </w:r>
    </w:p>
    <w:tbl>
      <w:tblPr>
        <w:tblStyle w:val="TableGrid"/>
        <w:tblW w:w="5000" w:type="pct"/>
        <w:tblInd w:w="0" w:type="dxa"/>
        <w:tblBorders>
          <w:top w:val="single" w:sz="18" w:space="0" w:color="663300"/>
          <w:left w:val="single" w:sz="18" w:space="0" w:color="663300"/>
          <w:bottom w:val="single" w:sz="18" w:space="0" w:color="663300"/>
          <w:right w:val="single" w:sz="18" w:space="0" w:color="663300"/>
          <w:insideH w:val="single" w:sz="18" w:space="0" w:color="663300"/>
          <w:insideV w:val="single" w:sz="18" w:space="0" w:color="663300"/>
        </w:tblBorders>
        <w:tblCellMar>
          <w:top w:w="6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077"/>
        <w:gridCol w:w="3903"/>
      </w:tblGrid>
      <w:tr w:rsidR="00BE36C5" w:rsidTr="00D95069">
        <w:trPr>
          <w:trHeight w:val="398"/>
        </w:trPr>
        <w:tc>
          <w:tcPr>
            <w:tcW w:w="2827" w:type="pct"/>
          </w:tcPr>
          <w:p w:rsidR="00BE36C5" w:rsidRPr="00D17A4E" w:rsidRDefault="00BE36C5" w:rsidP="00013401">
            <w:pPr>
              <w:spacing w:after="120" w:line="276" w:lineRule="auto"/>
            </w:pPr>
            <w:r w:rsidRPr="00D17A4E">
              <w:t xml:space="preserve">How many website matches? </w:t>
            </w:r>
          </w:p>
        </w:tc>
        <w:sdt>
          <w:sdtPr>
            <w:id w:val="160615224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173" w:type="pct"/>
              </w:tcPr>
              <w:p w:rsidR="00BE36C5" w:rsidRPr="00D17A4E" w:rsidRDefault="00BE36C5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E36C5" w:rsidTr="00D95069">
        <w:trPr>
          <w:trHeight w:val="398"/>
        </w:trPr>
        <w:tc>
          <w:tcPr>
            <w:tcW w:w="2827" w:type="pct"/>
          </w:tcPr>
          <w:p w:rsidR="00BE36C5" w:rsidRPr="00D17A4E" w:rsidRDefault="00BE36C5" w:rsidP="00013401">
            <w:pPr>
              <w:spacing w:after="120" w:line="276" w:lineRule="auto"/>
            </w:pPr>
            <w:r w:rsidRPr="00D17A4E">
              <w:t xml:space="preserve">How many sponsored matches? </w:t>
            </w:r>
          </w:p>
        </w:tc>
        <w:sdt>
          <w:sdtPr>
            <w:id w:val="-195762116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173" w:type="pct"/>
              </w:tcPr>
              <w:p w:rsidR="00BE36C5" w:rsidRPr="00D17A4E" w:rsidRDefault="00BE36C5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E36C5" w:rsidTr="00D95069">
        <w:trPr>
          <w:trHeight w:val="398"/>
        </w:trPr>
        <w:tc>
          <w:tcPr>
            <w:tcW w:w="2827" w:type="pct"/>
          </w:tcPr>
          <w:p w:rsidR="00BE36C5" w:rsidRPr="00D17A4E" w:rsidRDefault="00BE36C5" w:rsidP="00013401">
            <w:pPr>
              <w:spacing w:after="120"/>
            </w:pPr>
            <w:r>
              <w:t>How long ago was the Top Stories section updated?</w:t>
            </w:r>
          </w:p>
        </w:tc>
        <w:sdt>
          <w:sdtPr>
            <w:id w:val="-1248264632"/>
            <w:placeholder>
              <w:docPart w:val="DefaultPlaceholder_-1854013440"/>
            </w:placeholder>
            <w:showingPlcHdr/>
            <w:text w:multiLine="1"/>
          </w:sdtPr>
          <w:sdtEndPr/>
          <w:sdtContent>
            <w:tc>
              <w:tcPr>
                <w:tcW w:w="2173" w:type="pct"/>
              </w:tcPr>
              <w:p w:rsidR="00BE36C5" w:rsidRPr="00D17A4E" w:rsidRDefault="00BE36C5" w:rsidP="00013401">
                <w:pPr>
                  <w:spacing w:after="120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D95069" w:rsidRDefault="00D95069" w:rsidP="00CD71C6">
      <w:pPr>
        <w:rPr>
          <w:lang w:val="en-US"/>
        </w:rPr>
      </w:pPr>
    </w:p>
    <w:p w:rsidR="00D95069" w:rsidRDefault="00D95069" w:rsidP="00CD71C6">
      <w:pPr>
        <w:rPr>
          <w:lang w:val="en-US"/>
        </w:rPr>
      </w:pPr>
      <w:r>
        <w:rPr>
          <w:lang w:val="en-US"/>
        </w:rPr>
        <w:t>Change the keyword to:     Christchurch hotels</w:t>
      </w:r>
    </w:p>
    <w:tbl>
      <w:tblPr>
        <w:tblStyle w:val="TableGrid"/>
        <w:tblW w:w="5000" w:type="pct"/>
        <w:tblInd w:w="0" w:type="dxa"/>
        <w:tblBorders>
          <w:top w:val="single" w:sz="18" w:space="0" w:color="663300"/>
          <w:left w:val="single" w:sz="18" w:space="0" w:color="663300"/>
          <w:bottom w:val="single" w:sz="18" w:space="0" w:color="663300"/>
          <w:right w:val="single" w:sz="18" w:space="0" w:color="663300"/>
          <w:insideH w:val="single" w:sz="18" w:space="0" w:color="663300"/>
          <w:insideV w:val="single" w:sz="18" w:space="0" w:color="663300"/>
        </w:tblBorders>
        <w:tblCellMar>
          <w:top w:w="6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077"/>
        <w:gridCol w:w="3903"/>
      </w:tblGrid>
      <w:tr w:rsidR="00D95069" w:rsidTr="00D95069">
        <w:trPr>
          <w:trHeight w:val="398"/>
        </w:trPr>
        <w:tc>
          <w:tcPr>
            <w:tcW w:w="2827" w:type="pct"/>
          </w:tcPr>
          <w:p w:rsidR="00D95069" w:rsidRPr="00D17A4E" w:rsidRDefault="00D95069" w:rsidP="00013401">
            <w:pPr>
              <w:spacing w:after="120" w:line="276" w:lineRule="auto"/>
            </w:pPr>
            <w:r w:rsidRPr="00D17A4E">
              <w:t xml:space="preserve">How many website matches? </w:t>
            </w:r>
          </w:p>
        </w:tc>
        <w:sdt>
          <w:sdtPr>
            <w:id w:val="1642919440"/>
            <w:placeholder>
              <w:docPart w:val="EDABB47388764C749CACB03C800CC41C"/>
            </w:placeholder>
            <w:showingPlcHdr/>
            <w:text/>
          </w:sdtPr>
          <w:sdtEndPr/>
          <w:sdtContent>
            <w:tc>
              <w:tcPr>
                <w:tcW w:w="2173" w:type="pct"/>
              </w:tcPr>
              <w:p w:rsidR="00D95069" w:rsidRPr="00D17A4E" w:rsidRDefault="00D95069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95069" w:rsidTr="00D95069">
        <w:trPr>
          <w:trHeight w:val="398"/>
        </w:trPr>
        <w:tc>
          <w:tcPr>
            <w:tcW w:w="2827" w:type="pct"/>
          </w:tcPr>
          <w:p w:rsidR="00D95069" w:rsidRPr="00D17A4E" w:rsidRDefault="00D95069" w:rsidP="00013401">
            <w:pPr>
              <w:spacing w:after="120" w:line="276" w:lineRule="auto"/>
            </w:pPr>
            <w:r w:rsidRPr="00D17A4E">
              <w:t xml:space="preserve">How many sponsored matches? </w:t>
            </w:r>
          </w:p>
        </w:tc>
        <w:sdt>
          <w:sdtPr>
            <w:id w:val="699600478"/>
            <w:placeholder>
              <w:docPart w:val="EDABB47388764C749CACB03C800CC41C"/>
            </w:placeholder>
            <w:showingPlcHdr/>
            <w:text/>
          </w:sdtPr>
          <w:sdtEndPr/>
          <w:sdtContent>
            <w:tc>
              <w:tcPr>
                <w:tcW w:w="2173" w:type="pct"/>
              </w:tcPr>
              <w:p w:rsidR="00D95069" w:rsidRPr="00D17A4E" w:rsidRDefault="00D95069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843655" w:rsidRDefault="00843655" w:rsidP="00CD71C6">
      <w:pPr>
        <w:rPr>
          <w:lang w:val="en-US"/>
        </w:rPr>
      </w:pPr>
    </w:p>
    <w:p w:rsidR="00BE36C5" w:rsidRPr="002F3AFE" w:rsidRDefault="00CA6A56" w:rsidP="00BE36C5">
      <w:pPr>
        <w:rPr>
          <w:sz w:val="32"/>
          <w:lang w:val="en-US"/>
        </w:rPr>
      </w:pPr>
      <w:hyperlink r:id="rId9" w:history="1">
        <w:r w:rsidR="00BE36C5" w:rsidRPr="002F3AFE">
          <w:rPr>
            <w:rStyle w:val="Hyperlink"/>
            <w:sz w:val="32"/>
            <w:lang w:val="en-US"/>
          </w:rPr>
          <w:t>www.google.co.nz</w:t>
        </w:r>
      </w:hyperlink>
      <w:r w:rsidR="002F3AFE" w:rsidRPr="002F3AFE">
        <w:rPr>
          <w:sz w:val="32"/>
          <w:lang w:val="en-US"/>
        </w:rPr>
        <w:tab/>
      </w:r>
      <w:r w:rsidR="00BE36C5" w:rsidRPr="002F3AFE">
        <w:rPr>
          <w:sz w:val="32"/>
          <w:lang w:val="en-US"/>
        </w:rPr>
        <w:t xml:space="preserve">keyword: </w:t>
      </w:r>
      <w:proofErr w:type="gramStart"/>
      <w:r w:rsidR="00BE36C5" w:rsidRPr="002F3AFE">
        <w:rPr>
          <w:sz w:val="32"/>
          <w:lang w:val="en-US"/>
        </w:rPr>
        <w:t>napier</w:t>
      </w:r>
      <w:proofErr w:type="gramEnd"/>
    </w:p>
    <w:tbl>
      <w:tblPr>
        <w:tblStyle w:val="TableGrid"/>
        <w:tblW w:w="5000" w:type="pct"/>
        <w:tblInd w:w="0" w:type="dxa"/>
        <w:tblBorders>
          <w:top w:val="single" w:sz="18" w:space="0" w:color="663300"/>
          <w:left w:val="single" w:sz="18" w:space="0" w:color="663300"/>
          <w:bottom w:val="single" w:sz="18" w:space="0" w:color="663300"/>
          <w:right w:val="single" w:sz="18" w:space="0" w:color="663300"/>
          <w:insideH w:val="single" w:sz="18" w:space="0" w:color="663300"/>
          <w:insideV w:val="single" w:sz="18" w:space="0" w:color="663300"/>
        </w:tblBorders>
        <w:tblCellMar>
          <w:top w:w="6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55"/>
        <w:gridCol w:w="4325"/>
      </w:tblGrid>
      <w:tr w:rsidR="00BE36C5" w:rsidTr="00D95069">
        <w:trPr>
          <w:trHeight w:val="398"/>
        </w:trPr>
        <w:tc>
          <w:tcPr>
            <w:tcW w:w="2592" w:type="pct"/>
          </w:tcPr>
          <w:p w:rsidR="00BE36C5" w:rsidRPr="00D17A4E" w:rsidRDefault="00BE36C5" w:rsidP="00013401">
            <w:pPr>
              <w:spacing w:after="120" w:line="276" w:lineRule="auto"/>
            </w:pPr>
            <w:r w:rsidRPr="00D17A4E">
              <w:t xml:space="preserve">How many website matches? </w:t>
            </w:r>
          </w:p>
        </w:tc>
        <w:sdt>
          <w:sdtPr>
            <w:id w:val="2032682485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408" w:type="pct"/>
              </w:tcPr>
              <w:p w:rsidR="00BE36C5" w:rsidRPr="00D17A4E" w:rsidRDefault="00BE36C5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E36C5" w:rsidTr="00D95069">
        <w:trPr>
          <w:trHeight w:val="398"/>
        </w:trPr>
        <w:tc>
          <w:tcPr>
            <w:tcW w:w="2592" w:type="pct"/>
          </w:tcPr>
          <w:p w:rsidR="00BE36C5" w:rsidRPr="00D17A4E" w:rsidRDefault="00BE36C5" w:rsidP="00013401">
            <w:pPr>
              <w:spacing w:after="120" w:line="276" w:lineRule="auto"/>
            </w:pPr>
            <w:r w:rsidRPr="00D17A4E">
              <w:t xml:space="preserve">How many sponsored matches? </w:t>
            </w:r>
          </w:p>
        </w:tc>
        <w:sdt>
          <w:sdtPr>
            <w:id w:val="439958813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408" w:type="pct"/>
              </w:tcPr>
              <w:p w:rsidR="00BE36C5" w:rsidRPr="00D17A4E" w:rsidRDefault="00BE36C5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E36C5" w:rsidTr="00D95069">
        <w:trPr>
          <w:trHeight w:val="398"/>
        </w:trPr>
        <w:tc>
          <w:tcPr>
            <w:tcW w:w="2592" w:type="pct"/>
          </w:tcPr>
          <w:p w:rsidR="00BE36C5" w:rsidRDefault="00BE36C5" w:rsidP="00013401">
            <w:pPr>
              <w:spacing w:after="120"/>
            </w:pPr>
            <w:r>
              <w:t>Open one of the Points of Interest in the sponsored section.  Copy an image off this section.</w:t>
            </w:r>
          </w:p>
          <w:p w:rsidR="00BE36C5" w:rsidRPr="00D17A4E" w:rsidRDefault="00BE36C5" w:rsidP="00013401">
            <w:pPr>
              <w:spacing w:after="120"/>
            </w:pPr>
            <w:r>
              <w:t>Paste the image</w:t>
            </w:r>
          </w:p>
        </w:tc>
        <w:sdt>
          <w:sdtPr>
            <w:rPr>
              <w:noProof/>
            </w:rPr>
            <w:id w:val="-700698090"/>
            <w:showingPlcHdr/>
            <w:picture/>
          </w:sdtPr>
          <w:sdtEndPr/>
          <w:sdtContent>
            <w:tc>
              <w:tcPr>
                <w:tcW w:w="2408" w:type="pct"/>
              </w:tcPr>
              <w:p w:rsidR="00BE36C5" w:rsidRPr="00D17A4E" w:rsidRDefault="00BE36C5" w:rsidP="00013401">
                <w:pPr>
                  <w:spacing w:after="120"/>
                </w:pPr>
                <w:r>
                  <w:rPr>
                    <w:noProof/>
                  </w:rPr>
                  <w:drawing>
                    <wp:inline distT="0" distB="0" distL="0" distR="0">
                      <wp:extent cx="1899920" cy="1899920"/>
                      <wp:effectExtent l="0" t="0" r="5080" b="5080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99920" cy="1899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</w:tbl>
    <w:p w:rsidR="00843655" w:rsidRDefault="00843655" w:rsidP="00BE36C5">
      <w:pPr>
        <w:rPr>
          <w:lang w:val="en-US"/>
        </w:rPr>
      </w:pPr>
    </w:p>
    <w:p w:rsidR="00843655" w:rsidRDefault="00843655" w:rsidP="00843655">
      <w:pPr>
        <w:rPr>
          <w:lang w:val="en-US"/>
        </w:rPr>
      </w:pPr>
      <w:r>
        <w:rPr>
          <w:lang w:val="en-US"/>
        </w:rPr>
        <w:br w:type="page"/>
      </w:r>
    </w:p>
    <w:p w:rsidR="00BE36C5" w:rsidRDefault="00BE36C5" w:rsidP="00BE36C5">
      <w:pPr>
        <w:rPr>
          <w:lang w:val="en-US"/>
        </w:rPr>
      </w:pPr>
    </w:p>
    <w:p w:rsidR="00BE36C5" w:rsidRPr="002F3AFE" w:rsidRDefault="00CA6A56" w:rsidP="00BE36C5">
      <w:pPr>
        <w:rPr>
          <w:sz w:val="32"/>
          <w:lang w:val="en-US"/>
        </w:rPr>
      </w:pPr>
      <w:hyperlink r:id="rId11" w:history="1">
        <w:r w:rsidR="00BE36C5" w:rsidRPr="002F3AFE">
          <w:rPr>
            <w:rStyle w:val="Hyperlink"/>
            <w:sz w:val="32"/>
            <w:lang w:val="en-US"/>
          </w:rPr>
          <w:t>www.google.co.nz</w:t>
        </w:r>
      </w:hyperlink>
      <w:r w:rsidR="002F3AFE" w:rsidRPr="002F3AFE">
        <w:rPr>
          <w:sz w:val="32"/>
          <w:lang w:val="en-US"/>
        </w:rPr>
        <w:tab/>
      </w:r>
      <w:r w:rsidR="00BE36C5" w:rsidRPr="002F3AFE">
        <w:rPr>
          <w:sz w:val="32"/>
          <w:lang w:val="en-US"/>
        </w:rPr>
        <w:t>keyword: wellington</w:t>
      </w:r>
    </w:p>
    <w:tbl>
      <w:tblPr>
        <w:tblStyle w:val="TableGrid"/>
        <w:tblW w:w="5000" w:type="pct"/>
        <w:tblInd w:w="0" w:type="dxa"/>
        <w:tblBorders>
          <w:top w:val="single" w:sz="18" w:space="0" w:color="663300"/>
          <w:left w:val="single" w:sz="18" w:space="0" w:color="663300"/>
          <w:bottom w:val="single" w:sz="18" w:space="0" w:color="663300"/>
          <w:right w:val="single" w:sz="18" w:space="0" w:color="663300"/>
          <w:insideH w:val="single" w:sz="18" w:space="0" w:color="663300"/>
          <w:insideV w:val="single" w:sz="18" w:space="0" w:color="663300"/>
        </w:tblBorders>
        <w:tblCellMar>
          <w:top w:w="6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80"/>
        <w:gridCol w:w="5000"/>
      </w:tblGrid>
      <w:tr w:rsidR="00BE36C5" w:rsidTr="00D95069">
        <w:trPr>
          <w:trHeight w:val="398"/>
        </w:trPr>
        <w:tc>
          <w:tcPr>
            <w:tcW w:w="2216" w:type="pct"/>
          </w:tcPr>
          <w:p w:rsidR="00BE36C5" w:rsidRPr="00D17A4E" w:rsidRDefault="00BE36C5" w:rsidP="00013401">
            <w:pPr>
              <w:spacing w:after="120" w:line="276" w:lineRule="auto"/>
            </w:pPr>
            <w:r w:rsidRPr="00D17A4E">
              <w:t xml:space="preserve">How many website matches? </w:t>
            </w:r>
          </w:p>
        </w:tc>
        <w:sdt>
          <w:sdtPr>
            <w:id w:val="-81061034"/>
            <w:placeholder>
              <w:docPart w:val="C19B81161266450085287A88772E5607"/>
            </w:placeholder>
            <w:showingPlcHdr/>
            <w:text/>
          </w:sdtPr>
          <w:sdtEndPr/>
          <w:sdtContent>
            <w:tc>
              <w:tcPr>
                <w:tcW w:w="2784" w:type="pct"/>
              </w:tcPr>
              <w:p w:rsidR="00BE36C5" w:rsidRPr="00D17A4E" w:rsidRDefault="00BE36C5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E36C5" w:rsidTr="00D95069">
        <w:trPr>
          <w:trHeight w:val="398"/>
        </w:trPr>
        <w:tc>
          <w:tcPr>
            <w:tcW w:w="2216" w:type="pct"/>
          </w:tcPr>
          <w:p w:rsidR="00BE36C5" w:rsidRPr="00D17A4E" w:rsidRDefault="00BE36C5" w:rsidP="00013401">
            <w:pPr>
              <w:spacing w:after="120" w:line="276" w:lineRule="auto"/>
            </w:pPr>
            <w:r w:rsidRPr="00D17A4E">
              <w:t xml:space="preserve">How many sponsored matches? </w:t>
            </w:r>
          </w:p>
        </w:tc>
        <w:sdt>
          <w:sdtPr>
            <w:id w:val="-1272004877"/>
            <w:placeholder>
              <w:docPart w:val="4351E6A4BFD34ECBB50AF0DDBDA55360"/>
            </w:placeholder>
            <w:showingPlcHdr/>
            <w:text/>
          </w:sdtPr>
          <w:sdtEndPr/>
          <w:sdtContent>
            <w:tc>
              <w:tcPr>
                <w:tcW w:w="2784" w:type="pct"/>
              </w:tcPr>
              <w:p w:rsidR="00BE36C5" w:rsidRPr="00D17A4E" w:rsidRDefault="00BE36C5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E36C5" w:rsidTr="00D95069">
        <w:trPr>
          <w:trHeight w:val="398"/>
        </w:trPr>
        <w:tc>
          <w:tcPr>
            <w:tcW w:w="2216" w:type="pct"/>
          </w:tcPr>
          <w:p w:rsidR="00BE36C5" w:rsidRDefault="00BE36C5" w:rsidP="00013401">
            <w:pPr>
              <w:spacing w:after="120"/>
            </w:pPr>
            <w:r w:rsidRPr="00BE36C5">
              <w:rPr>
                <w:rFonts w:ascii="Wingdings" w:hAnsi="Wingdings" w:cs="Arial"/>
              </w:rPr>
              <w:t></w:t>
            </w:r>
            <w:r w:rsidRPr="00BE36C5">
              <w:rPr>
                <w:rFonts w:ascii="Arial" w:hAnsi="Arial" w:cs="Arial"/>
              </w:rPr>
              <w:t xml:space="preserve"> </w:t>
            </w:r>
            <w:proofErr w:type="gramStart"/>
            <w:r w:rsidRPr="00BE36C5">
              <w:t>on</w:t>
            </w:r>
            <w:proofErr w:type="gramEnd"/>
            <w:r w:rsidRPr="00BE36C5">
              <w:t xml:space="preserve"> </w:t>
            </w:r>
            <w:r>
              <w:t>the Wellington Lonely Planet link.  Copy the</w:t>
            </w:r>
            <w:r w:rsidR="001D54CA">
              <w:t xml:space="preserve"> VISIBLE </w:t>
            </w:r>
            <w:r>
              <w:t xml:space="preserve"> text under the heading</w:t>
            </w:r>
          </w:p>
          <w:p w:rsidR="00BE36C5" w:rsidRPr="001D54CA" w:rsidRDefault="00BE36C5" w:rsidP="00013401">
            <w:pPr>
              <w:spacing w:after="120"/>
              <w:rPr>
                <w:b/>
              </w:rPr>
            </w:pPr>
            <w:r w:rsidRPr="001D54CA">
              <w:rPr>
                <w:b/>
              </w:rPr>
              <w:t>Welcome to Wellington</w:t>
            </w:r>
          </w:p>
          <w:p w:rsidR="00BE36C5" w:rsidRDefault="00BE36C5" w:rsidP="00013401">
            <w:pPr>
              <w:spacing w:after="120"/>
            </w:pPr>
            <w:r>
              <w:t>Paste the text here</w:t>
            </w:r>
          </w:p>
          <w:p w:rsidR="00BE36C5" w:rsidRPr="00D17A4E" w:rsidRDefault="00BE36C5" w:rsidP="00013401">
            <w:pPr>
              <w:spacing w:after="120"/>
            </w:pPr>
          </w:p>
        </w:tc>
        <w:sdt>
          <w:sdtPr>
            <w:rPr>
              <w:rFonts w:ascii="Helvetica" w:hAnsi="Helvetica"/>
              <w:i/>
              <w:iCs/>
              <w:color w:val="67747C"/>
              <w:sz w:val="32"/>
              <w:szCs w:val="32"/>
              <w:shd w:val="clear" w:color="auto" w:fill="FFFFFF"/>
            </w:rPr>
            <w:id w:val="1090581571"/>
            <w:placeholder>
              <w:docPart w:val="7051F166A34E48098145CFB12B72A772"/>
            </w:placeholder>
            <w:showingPlcHdr/>
            <w:text w:multiLine="1"/>
          </w:sdtPr>
          <w:sdtEndPr/>
          <w:sdtContent>
            <w:tc>
              <w:tcPr>
                <w:tcW w:w="2784" w:type="pct"/>
              </w:tcPr>
              <w:p w:rsidR="00BE36C5" w:rsidRDefault="001D54CA" w:rsidP="001D54CA">
                <w:pPr>
                  <w:spacing w:after="120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D54CA" w:rsidTr="00D95069">
        <w:trPr>
          <w:trHeight w:val="398"/>
        </w:trPr>
        <w:tc>
          <w:tcPr>
            <w:tcW w:w="2216" w:type="pct"/>
          </w:tcPr>
          <w:p w:rsidR="001D54CA" w:rsidRDefault="001D54CA" w:rsidP="001D54CA">
            <w:r>
              <w:t>Change the search to</w:t>
            </w:r>
          </w:p>
          <w:p w:rsidR="001D54CA" w:rsidRDefault="001D54CA" w:rsidP="001D54CA"/>
          <w:p w:rsidR="001D54CA" w:rsidRDefault="001D54CA" w:rsidP="001D54CA">
            <w:r>
              <w:rPr>
                <w:noProof/>
              </w:rPr>
              <w:drawing>
                <wp:inline distT="0" distB="0" distL="0" distR="0" wp14:anchorId="71A21EC6" wp14:editId="3EC400B9">
                  <wp:extent cx="580952" cy="266667"/>
                  <wp:effectExtent l="19050" t="19050" r="10160" b="196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952" cy="26666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6633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:rsidR="001D54CA" w:rsidRDefault="001D54CA" w:rsidP="001D54CA"/>
          <w:p w:rsidR="001D54CA" w:rsidRDefault="001D54CA" w:rsidP="001D54CA">
            <w:r>
              <w:t>wellington beehive</w:t>
            </w:r>
          </w:p>
          <w:p w:rsidR="001D54CA" w:rsidRDefault="001D54CA" w:rsidP="001D54CA"/>
          <w:p w:rsidR="001D54CA" w:rsidRDefault="001D54CA" w:rsidP="001D54CA"/>
          <w:p w:rsidR="001D54CA" w:rsidRDefault="001D54CA" w:rsidP="001D54CA">
            <w:r>
              <w:t>Paste the image</w:t>
            </w:r>
          </w:p>
          <w:p w:rsidR="001D54CA" w:rsidRPr="00BE36C5" w:rsidRDefault="001D54CA" w:rsidP="001D54CA"/>
        </w:tc>
        <w:sdt>
          <w:sdtPr>
            <w:rPr>
              <w:noProof/>
            </w:rPr>
            <w:id w:val="-398978129"/>
            <w:showingPlcHdr/>
            <w:picture/>
          </w:sdtPr>
          <w:sdtEndPr/>
          <w:sdtContent>
            <w:tc>
              <w:tcPr>
                <w:tcW w:w="2784" w:type="pct"/>
              </w:tcPr>
              <w:p w:rsidR="001D54CA" w:rsidRPr="001D54CA" w:rsidRDefault="001D54CA" w:rsidP="001D54CA">
                <w:pPr>
                  <w:spacing w:after="120"/>
                  <w:rPr>
                    <w:rFonts w:ascii="Helvetica" w:hAnsi="Helvetica"/>
                    <w:i/>
                    <w:iCs/>
                    <w:color w:val="67747C"/>
                    <w:sz w:val="32"/>
                    <w:szCs w:val="32"/>
                    <w:shd w:val="clear" w:color="auto" w:fill="FFFFFF"/>
                  </w:rPr>
                </w:pPr>
                <w:r>
                  <w:rPr>
                    <w:noProof/>
                  </w:rPr>
                  <w:drawing>
                    <wp:inline distT="0" distB="0" distL="0" distR="0">
                      <wp:extent cx="1899920" cy="1899920"/>
                      <wp:effectExtent l="0" t="0" r="5080" b="5080"/>
                      <wp:docPr id="4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99920" cy="1899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</w:tbl>
    <w:p w:rsidR="001D54CA" w:rsidRDefault="001D54CA" w:rsidP="00BE36C5">
      <w:pPr>
        <w:rPr>
          <w:lang w:val="en-US"/>
        </w:rPr>
      </w:pPr>
    </w:p>
    <w:p w:rsidR="001D54CA" w:rsidRDefault="001D54CA" w:rsidP="001D54CA">
      <w:pPr>
        <w:rPr>
          <w:lang w:val="en-US"/>
        </w:rPr>
      </w:pPr>
      <w:r>
        <w:rPr>
          <w:lang w:val="en-US"/>
        </w:rPr>
        <w:br w:type="page"/>
      </w:r>
    </w:p>
    <w:p w:rsidR="003E3E0A" w:rsidRDefault="00D260DE" w:rsidP="00D260DE">
      <w:pPr>
        <w:pStyle w:val="Title"/>
        <w:rPr>
          <w:lang w:val="en-US"/>
        </w:rPr>
      </w:pPr>
      <w:r>
        <w:rPr>
          <w:lang w:val="en-US"/>
        </w:rPr>
        <w:lastRenderedPageBreak/>
        <w:t>Search engines - Yahoo</w:t>
      </w:r>
    </w:p>
    <w:p w:rsidR="00D95069" w:rsidRPr="002F3AFE" w:rsidRDefault="00CA6A56" w:rsidP="00D95069">
      <w:pPr>
        <w:rPr>
          <w:sz w:val="20"/>
          <w:lang w:val="en-US"/>
        </w:rPr>
      </w:pPr>
      <w:hyperlink r:id="rId13" w:history="1">
        <w:r w:rsidR="003E3E0A" w:rsidRPr="002F3AFE">
          <w:rPr>
            <w:rStyle w:val="Hyperlink"/>
            <w:sz w:val="32"/>
            <w:lang w:val="en-US"/>
          </w:rPr>
          <w:t>www.yahoo.co.nz</w:t>
        </w:r>
      </w:hyperlink>
      <w:r w:rsidR="00D95069" w:rsidRPr="002F3AFE">
        <w:rPr>
          <w:sz w:val="32"/>
          <w:lang w:val="en-US"/>
        </w:rPr>
        <w:t xml:space="preserve">         </w:t>
      </w:r>
      <w:r w:rsidR="002F3AFE" w:rsidRPr="002F3AFE">
        <w:rPr>
          <w:sz w:val="32"/>
          <w:lang w:val="en-US"/>
        </w:rPr>
        <w:t xml:space="preserve">keyword:  peter Jackson </w:t>
      </w:r>
      <w:r w:rsidR="002F3AFE">
        <w:rPr>
          <w:sz w:val="32"/>
          <w:lang w:val="en-US"/>
        </w:rPr>
        <w:br/>
      </w:r>
      <w:r w:rsidR="00D95069" w:rsidRPr="002F3AFE">
        <w:rPr>
          <w:sz w:val="20"/>
          <w:lang w:val="en-US"/>
        </w:rPr>
        <w:t>scroll to bottom of page for hits</w:t>
      </w:r>
    </w:p>
    <w:tbl>
      <w:tblPr>
        <w:tblStyle w:val="TableGrid"/>
        <w:tblW w:w="5000" w:type="pct"/>
        <w:tblInd w:w="0" w:type="dxa"/>
        <w:tblBorders>
          <w:top w:val="single" w:sz="18" w:space="0" w:color="663300"/>
          <w:left w:val="single" w:sz="18" w:space="0" w:color="663300"/>
          <w:bottom w:val="single" w:sz="18" w:space="0" w:color="663300"/>
          <w:right w:val="single" w:sz="18" w:space="0" w:color="663300"/>
          <w:insideH w:val="single" w:sz="18" w:space="0" w:color="663300"/>
          <w:insideV w:val="single" w:sz="18" w:space="0" w:color="663300"/>
        </w:tblBorders>
        <w:tblCellMar>
          <w:top w:w="6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096"/>
        <w:gridCol w:w="5884"/>
      </w:tblGrid>
      <w:tr w:rsidR="00D95069" w:rsidTr="003E3E0A">
        <w:trPr>
          <w:trHeight w:val="398"/>
        </w:trPr>
        <w:tc>
          <w:tcPr>
            <w:tcW w:w="1724" w:type="pct"/>
          </w:tcPr>
          <w:p w:rsidR="00D95069" w:rsidRPr="00D17A4E" w:rsidRDefault="00D95069" w:rsidP="00013401">
            <w:pPr>
              <w:spacing w:after="120" w:line="276" w:lineRule="auto"/>
            </w:pPr>
            <w:r w:rsidRPr="00D17A4E">
              <w:t xml:space="preserve">How many website matches? </w:t>
            </w:r>
          </w:p>
        </w:tc>
        <w:sdt>
          <w:sdtPr>
            <w:id w:val="1740896331"/>
            <w:placeholder>
              <w:docPart w:val="3645E3BCDAB04ADE905FDE11AF6DD54A"/>
            </w:placeholder>
            <w:showingPlcHdr/>
            <w:text/>
          </w:sdtPr>
          <w:sdtEndPr/>
          <w:sdtContent>
            <w:tc>
              <w:tcPr>
                <w:tcW w:w="3276" w:type="pct"/>
              </w:tcPr>
              <w:p w:rsidR="00D95069" w:rsidRPr="00D17A4E" w:rsidRDefault="00D95069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D95069" w:rsidRDefault="00D95069" w:rsidP="00D95069">
      <w:pPr>
        <w:spacing w:before="480"/>
        <w:rPr>
          <w:lang w:val="en-US"/>
        </w:rPr>
      </w:pPr>
      <w:r>
        <w:rPr>
          <w:lang w:val="en-US"/>
        </w:rPr>
        <w:t>Change keyword: “peter Jackson”</w:t>
      </w:r>
    </w:p>
    <w:tbl>
      <w:tblPr>
        <w:tblStyle w:val="TableGrid"/>
        <w:tblW w:w="5000" w:type="pct"/>
        <w:tblInd w:w="0" w:type="dxa"/>
        <w:tblBorders>
          <w:top w:val="single" w:sz="18" w:space="0" w:color="663300"/>
          <w:left w:val="single" w:sz="18" w:space="0" w:color="663300"/>
          <w:bottom w:val="single" w:sz="18" w:space="0" w:color="663300"/>
          <w:right w:val="single" w:sz="18" w:space="0" w:color="663300"/>
          <w:insideH w:val="single" w:sz="18" w:space="0" w:color="663300"/>
          <w:insideV w:val="single" w:sz="18" w:space="0" w:color="663300"/>
        </w:tblBorders>
        <w:tblCellMar>
          <w:top w:w="6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096"/>
        <w:gridCol w:w="5884"/>
      </w:tblGrid>
      <w:tr w:rsidR="00D95069" w:rsidTr="003E3E0A">
        <w:trPr>
          <w:trHeight w:val="398"/>
        </w:trPr>
        <w:tc>
          <w:tcPr>
            <w:tcW w:w="1724" w:type="pct"/>
          </w:tcPr>
          <w:p w:rsidR="00D95069" w:rsidRPr="00D17A4E" w:rsidRDefault="00D95069" w:rsidP="00013401">
            <w:pPr>
              <w:spacing w:after="120" w:line="276" w:lineRule="auto"/>
            </w:pPr>
            <w:r w:rsidRPr="00D17A4E">
              <w:t xml:space="preserve">How many website matches? </w:t>
            </w:r>
          </w:p>
        </w:tc>
        <w:sdt>
          <w:sdtPr>
            <w:id w:val="-1286352527"/>
            <w:placeholder>
              <w:docPart w:val="5C0A1A93E07B43298B148DAE4D4610B8"/>
            </w:placeholder>
            <w:showingPlcHdr/>
            <w:text/>
          </w:sdtPr>
          <w:sdtEndPr/>
          <w:sdtContent>
            <w:tc>
              <w:tcPr>
                <w:tcW w:w="3276" w:type="pct"/>
              </w:tcPr>
              <w:p w:rsidR="00D95069" w:rsidRPr="00D17A4E" w:rsidRDefault="00D95069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D95069" w:rsidRDefault="00D95069" w:rsidP="00D95069">
      <w:pPr>
        <w:spacing w:before="480"/>
        <w:rPr>
          <w:lang w:val="en-US"/>
        </w:rPr>
      </w:pPr>
      <w:r>
        <w:rPr>
          <w:lang w:val="en-US"/>
        </w:rPr>
        <w:t>Change keyword: peter - Jackson</w:t>
      </w:r>
    </w:p>
    <w:tbl>
      <w:tblPr>
        <w:tblStyle w:val="TableGrid"/>
        <w:tblW w:w="5000" w:type="pct"/>
        <w:tblInd w:w="0" w:type="dxa"/>
        <w:tblBorders>
          <w:top w:val="single" w:sz="18" w:space="0" w:color="663300"/>
          <w:left w:val="single" w:sz="18" w:space="0" w:color="663300"/>
          <w:bottom w:val="single" w:sz="18" w:space="0" w:color="663300"/>
          <w:right w:val="single" w:sz="18" w:space="0" w:color="663300"/>
          <w:insideH w:val="single" w:sz="18" w:space="0" w:color="663300"/>
          <w:insideV w:val="single" w:sz="18" w:space="0" w:color="663300"/>
        </w:tblBorders>
        <w:tblCellMar>
          <w:top w:w="6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38"/>
        <w:gridCol w:w="5742"/>
      </w:tblGrid>
      <w:tr w:rsidR="00D95069" w:rsidTr="003E3E0A">
        <w:trPr>
          <w:trHeight w:val="398"/>
        </w:trPr>
        <w:tc>
          <w:tcPr>
            <w:tcW w:w="1803" w:type="pct"/>
          </w:tcPr>
          <w:p w:rsidR="00D95069" w:rsidRPr="00D17A4E" w:rsidRDefault="00D95069" w:rsidP="00013401">
            <w:pPr>
              <w:spacing w:after="120" w:line="276" w:lineRule="auto"/>
            </w:pPr>
            <w:r w:rsidRPr="00D17A4E">
              <w:t xml:space="preserve">How many website matches? </w:t>
            </w:r>
          </w:p>
        </w:tc>
        <w:sdt>
          <w:sdtPr>
            <w:id w:val="1277291089"/>
            <w:placeholder>
              <w:docPart w:val="C140F38CD0C04E47A4B98038A5072E84"/>
            </w:placeholder>
            <w:showingPlcHdr/>
            <w:text/>
          </w:sdtPr>
          <w:sdtEndPr/>
          <w:sdtContent>
            <w:tc>
              <w:tcPr>
                <w:tcW w:w="3197" w:type="pct"/>
              </w:tcPr>
              <w:p w:rsidR="00D95069" w:rsidRPr="00D17A4E" w:rsidRDefault="00D95069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3E3E0A" w:rsidRDefault="003E3E0A" w:rsidP="003E3E0A">
      <w:pPr>
        <w:spacing w:before="480"/>
        <w:rPr>
          <w:lang w:val="en-US"/>
        </w:rPr>
      </w:pPr>
      <w:r>
        <w:rPr>
          <w:lang w:val="en-US"/>
        </w:rPr>
        <w:t>Change keyword: wellington</w:t>
      </w:r>
    </w:p>
    <w:tbl>
      <w:tblPr>
        <w:tblStyle w:val="TableGrid"/>
        <w:tblW w:w="5000" w:type="pct"/>
        <w:tblInd w:w="0" w:type="dxa"/>
        <w:tblBorders>
          <w:top w:val="single" w:sz="18" w:space="0" w:color="663300"/>
          <w:left w:val="single" w:sz="18" w:space="0" w:color="663300"/>
          <w:bottom w:val="single" w:sz="18" w:space="0" w:color="663300"/>
          <w:right w:val="single" w:sz="18" w:space="0" w:color="663300"/>
          <w:insideH w:val="single" w:sz="18" w:space="0" w:color="663300"/>
          <w:insideV w:val="single" w:sz="18" w:space="0" w:color="663300"/>
        </w:tblBorders>
        <w:tblCellMar>
          <w:top w:w="6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38"/>
        <w:gridCol w:w="5742"/>
      </w:tblGrid>
      <w:tr w:rsidR="003E3E0A" w:rsidTr="003E3E0A">
        <w:trPr>
          <w:trHeight w:val="398"/>
        </w:trPr>
        <w:tc>
          <w:tcPr>
            <w:tcW w:w="1803" w:type="pct"/>
          </w:tcPr>
          <w:p w:rsidR="003E3E0A" w:rsidRPr="00D17A4E" w:rsidRDefault="003E3E0A" w:rsidP="00013401">
            <w:pPr>
              <w:spacing w:after="120" w:line="276" w:lineRule="auto"/>
            </w:pPr>
            <w:r w:rsidRPr="00D17A4E">
              <w:t xml:space="preserve">How many website matches? </w:t>
            </w:r>
          </w:p>
        </w:tc>
        <w:sdt>
          <w:sdtPr>
            <w:id w:val="1907646493"/>
            <w:placeholder>
              <w:docPart w:val="67137EFCF1714A449D24AFA0FCAE024D"/>
            </w:placeholder>
            <w:showingPlcHdr/>
            <w:text/>
          </w:sdtPr>
          <w:sdtEndPr/>
          <w:sdtContent>
            <w:tc>
              <w:tcPr>
                <w:tcW w:w="3197" w:type="pct"/>
              </w:tcPr>
              <w:p w:rsidR="003E3E0A" w:rsidRPr="00D17A4E" w:rsidRDefault="003E3E0A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E3E0A" w:rsidTr="003E3E0A">
        <w:trPr>
          <w:trHeight w:val="398"/>
        </w:trPr>
        <w:tc>
          <w:tcPr>
            <w:tcW w:w="1803" w:type="pct"/>
          </w:tcPr>
          <w:p w:rsidR="003E3E0A" w:rsidRPr="00D17A4E" w:rsidRDefault="003E3E0A" w:rsidP="00013401">
            <w:pPr>
              <w:spacing w:after="120"/>
            </w:pPr>
            <w:r>
              <w:t>How many sponsored Ads?</w:t>
            </w:r>
          </w:p>
        </w:tc>
        <w:sdt>
          <w:sdtPr>
            <w:id w:val="-1781337771"/>
            <w:placeholder>
              <w:docPart w:val="081CEEC6F6ED4486814FADABE4F6EF89"/>
            </w:placeholder>
            <w:showingPlcHdr/>
            <w:text/>
          </w:sdtPr>
          <w:sdtEndPr/>
          <w:sdtContent>
            <w:tc>
              <w:tcPr>
                <w:tcW w:w="3197" w:type="pct"/>
              </w:tcPr>
              <w:p w:rsidR="003E3E0A" w:rsidRDefault="003E3E0A" w:rsidP="00013401">
                <w:pPr>
                  <w:spacing w:after="120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E3E0A" w:rsidTr="003E3E0A">
        <w:trPr>
          <w:trHeight w:val="398"/>
        </w:trPr>
        <w:tc>
          <w:tcPr>
            <w:tcW w:w="1803" w:type="pct"/>
          </w:tcPr>
          <w:p w:rsidR="003E3E0A" w:rsidRDefault="003E3E0A" w:rsidP="00013401">
            <w:pPr>
              <w:spacing w:after="120"/>
            </w:pPr>
            <w:r>
              <w:t>What is the weather today</w:t>
            </w:r>
          </w:p>
        </w:tc>
        <w:sdt>
          <w:sdtPr>
            <w:rPr>
              <w:noProof/>
            </w:rPr>
            <w:id w:val="1890222157"/>
            <w:showingPlcHdr/>
            <w:picture/>
          </w:sdtPr>
          <w:sdtEndPr/>
          <w:sdtContent>
            <w:tc>
              <w:tcPr>
                <w:tcW w:w="3197" w:type="pct"/>
              </w:tcPr>
              <w:p w:rsidR="003E3E0A" w:rsidRDefault="003E3E0A" w:rsidP="00013401">
                <w:pPr>
                  <w:spacing w:after="120"/>
                </w:pPr>
                <w:r>
                  <w:rPr>
                    <w:noProof/>
                  </w:rPr>
                  <w:drawing>
                    <wp:inline distT="0" distB="0" distL="0" distR="0" wp14:anchorId="41741948" wp14:editId="1DFAC49D">
                      <wp:extent cx="2945081" cy="1899920"/>
                      <wp:effectExtent l="0" t="0" r="8255" b="5080"/>
                      <wp:docPr id="5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948737" cy="190227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</w:tbl>
    <w:p w:rsidR="003E3E0A" w:rsidRDefault="003E3E0A" w:rsidP="003E3E0A">
      <w:pPr>
        <w:rPr>
          <w:lang w:val="en-US"/>
        </w:rPr>
      </w:pPr>
    </w:p>
    <w:p w:rsidR="003E3E0A" w:rsidRDefault="003E3E0A">
      <w:pPr>
        <w:rPr>
          <w:lang w:val="en-US"/>
        </w:rPr>
      </w:pPr>
      <w:r>
        <w:rPr>
          <w:lang w:val="en-US"/>
        </w:rPr>
        <w:br w:type="page"/>
      </w:r>
    </w:p>
    <w:p w:rsidR="00D260DE" w:rsidRDefault="00D260DE" w:rsidP="00D260DE">
      <w:pPr>
        <w:pStyle w:val="Title"/>
        <w:rPr>
          <w:lang w:val="en-US"/>
        </w:rPr>
      </w:pPr>
      <w:r>
        <w:rPr>
          <w:lang w:val="en-US"/>
        </w:rPr>
        <w:lastRenderedPageBreak/>
        <w:t>Search engines - Bing</w:t>
      </w:r>
    </w:p>
    <w:p w:rsidR="003E3E0A" w:rsidRDefault="003E3E0A" w:rsidP="003E3E0A">
      <w:pPr>
        <w:rPr>
          <w:lang w:val="en-US"/>
        </w:rPr>
      </w:pPr>
    </w:p>
    <w:p w:rsidR="003E3E0A" w:rsidRPr="002F3AFE" w:rsidRDefault="003E3E0A" w:rsidP="003E3E0A">
      <w:pPr>
        <w:rPr>
          <w:sz w:val="32"/>
          <w:lang w:val="en-US"/>
        </w:rPr>
      </w:pPr>
      <w:r w:rsidRPr="002F3AFE">
        <w:rPr>
          <w:sz w:val="32"/>
          <w:lang w:val="en-US"/>
        </w:rPr>
        <w:t>https://</w:t>
      </w:r>
      <w:hyperlink r:id="rId14" w:history="1">
        <w:r w:rsidRPr="002F3AFE">
          <w:rPr>
            <w:rStyle w:val="Hyperlink"/>
            <w:sz w:val="32"/>
            <w:lang w:val="en-US"/>
          </w:rPr>
          <w:t>www.bing.com</w:t>
        </w:r>
      </w:hyperlink>
      <w:r w:rsidRPr="002F3AFE">
        <w:rPr>
          <w:sz w:val="32"/>
          <w:lang w:val="en-US"/>
        </w:rPr>
        <w:t xml:space="preserve">         keyword:  peter Jackson</w:t>
      </w:r>
    </w:p>
    <w:tbl>
      <w:tblPr>
        <w:tblStyle w:val="TableGrid"/>
        <w:tblW w:w="5000" w:type="pct"/>
        <w:tblInd w:w="0" w:type="dxa"/>
        <w:tblBorders>
          <w:top w:val="single" w:sz="18" w:space="0" w:color="663300"/>
          <w:left w:val="single" w:sz="18" w:space="0" w:color="663300"/>
          <w:bottom w:val="single" w:sz="18" w:space="0" w:color="663300"/>
          <w:right w:val="single" w:sz="18" w:space="0" w:color="663300"/>
          <w:insideH w:val="single" w:sz="18" w:space="0" w:color="663300"/>
          <w:insideV w:val="single" w:sz="18" w:space="0" w:color="663300"/>
        </w:tblBorders>
        <w:tblCellMar>
          <w:top w:w="6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80"/>
        <w:gridCol w:w="5000"/>
      </w:tblGrid>
      <w:tr w:rsidR="003E3E0A" w:rsidTr="00013401">
        <w:trPr>
          <w:trHeight w:val="398"/>
        </w:trPr>
        <w:tc>
          <w:tcPr>
            <w:tcW w:w="2216" w:type="pct"/>
          </w:tcPr>
          <w:p w:rsidR="003E3E0A" w:rsidRPr="00D17A4E" w:rsidRDefault="003E3E0A" w:rsidP="00013401">
            <w:pPr>
              <w:spacing w:after="120" w:line="276" w:lineRule="auto"/>
            </w:pPr>
            <w:r w:rsidRPr="00D17A4E">
              <w:t xml:space="preserve">How many website matches? </w:t>
            </w:r>
          </w:p>
        </w:tc>
        <w:sdt>
          <w:sdtPr>
            <w:id w:val="1250239752"/>
            <w:placeholder>
              <w:docPart w:val="12D4FA6BA9494235AF2FF99EEBE78693"/>
            </w:placeholder>
            <w:showingPlcHdr/>
            <w:text/>
          </w:sdtPr>
          <w:sdtEndPr/>
          <w:sdtContent>
            <w:tc>
              <w:tcPr>
                <w:tcW w:w="2784" w:type="pct"/>
              </w:tcPr>
              <w:p w:rsidR="003E3E0A" w:rsidRPr="00D17A4E" w:rsidRDefault="003E3E0A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3E3E0A" w:rsidRDefault="003E3E0A" w:rsidP="003E3E0A">
      <w:pPr>
        <w:spacing w:before="480"/>
        <w:rPr>
          <w:lang w:val="en-US"/>
        </w:rPr>
      </w:pPr>
      <w:r>
        <w:rPr>
          <w:lang w:val="en-US"/>
        </w:rPr>
        <w:t>Change keyword: “peter Jackson”</w:t>
      </w:r>
    </w:p>
    <w:tbl>
      <w:tblPr>
        <w:tblStyle w:val="TableGrid"/>
        <w:tblW w:w="5000" w:type="pct"/>
        <w:tblInd w:w="0" w:type="dxa"/>
        <w:tblBorders>
          <w:top w:val="single" w:sz="18" w:space="0" w:color="663300"/>
          <w:left w:val="single" w:sz="18" w:space="0" w:color="663300"/>
          <w:bottom w:val="single" w:sz="18" w:space="0" w:color="663300"/>
          <w:right w:val="single" w:sz="18" w:space="0" w:color="663300"/>
          <w:insideH w:val="single" w:sz="18" w:space="0" w:color="663300"/>
          <w:insideV w:val="single" w:sz="18" w:space="0" w:color="663300"/>
        </w:tblBorders>
        <w:tblCellMar>
          <w:top w:w="6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80"/>
        <w:gridCol w:w="5000"/>
      </w:tblGrid>
      <w:tr w:rsidR="003E3E0A" w:rsidTr="00013401">
        <w:trPr>
          <w:trHeight w:val="398"/>
        </w:trPr>
        <w:tc>
          <w:tcPr>
            <w:tcW w:w="2216" w:type="pct"/>
          </w:tcPr>
          <w:p w:rsidR="003E3E0A" w:rsidRPr="00D17A4E" w:rsidRDefault="003E3E0A" w:rsidP="00013401">
            <w:pPr>
              <w:spacing w:after="120" w:line="276" w:lineRule="auto"/>
            </w:pPr>
            <w:r w:rsidRPr="00D17A4E">
              <w:t xml:space="preserve">How many website matches? </w:t>
            </w:r>
          </w:p>
        </w:tc>
        <w:sdt>
          <w:sdtPr>
            <w:id w:val="-447540150"/>
            <w:placeholder>
              <w:docPart w:val="6278D612001C45FDAEA048A8A88EC51A"/>
            </w:placeholder>
            <w:showingPlcHdr/>
            <w:text/>
          </w:sdtPr>
          <w:sdtEndPr/>
          <w:sdtContent>
            <w:tc>
              <w:tcPr>
                <w:tcW w:w="2784" w:type="pct"/>
              </w:tcPr>
              <w:p w:rsidR="003E3E0A" w:rsidRPr="00D17A4E" w:rsidRDefault="003E3E0A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3E3E0A" w:rsidRDefault="003E3E0A" w:rsidP="003E3E0A">
      <w:pPr>
        <w:spacing w:before="480"/>
        <w:rPr>
          <w:lang w:val="en-US"/>
        </w:rPr>
      </w:pPr>
      <w:r>
        <w:rPr>
          <w:lang w:val="en-US"/>
        </w:rPr>
        <w:t>Change keyword: peter - Jackson</w:t>
      </w:r>
    </w:p>
    <w:tbl>
      <w:tblPr>
        <w:tblStyle w:val="TableGrid"/>
        <w:tblW w:w="5000" w:type="pct"/>
        <w:tblInd w:w="0" w:type="dxa"/>
        <w:tblBorders>
          <w:top w:val="single" w:sz="18" w:space="0" w:color="663300"/>
          <w:left w:val="single" w:sz="18" w:space="0" w:color="663300"/>
          <w:bottom w:val="single" w:sz="18" w:space="0" w:color="663300"/>
          <w:right w:val="single" w:sz="18" w:space="0" w:color="663300"/>
          <w:insideH w:val="single" w:sz="18" w:space="0" w:color="663300"/>
          <w:insideV w:val="single" w:sz="18" w:space="0" w:color="663300"/>
        </w:tblBorders>
        <w:tblCellMar>
          <w:top w:w="6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80"/>
        <w:gridCol w:w="5000"/>
      </w:tblGrid>
      <w:tr w:rsidR="003E3E0A" w:rsidTr="00013401">
        <w:trPr>
          <w:trHeight w:val="398"/>
        </w:trPr>
        <w:tc>
          <w:tcPr>
            <w:tcW w:w="2216" w:type="pct"/>
          </w:tcPr>
          <w:p w:rsidR="003E3E0A" w:rsidRPr="00D17A4E" w:rsidRDefault="003E3E0A" w:rsidP="00013401">
            <w:pPr>
              <w:spacing w:after="120" w:line="276" w:lineRule="auto"/>
            </w:pPr>
            <w:r w:rsidRPr="00D17A4E">
              <w:t xml:space="preserve">How many website matches? </w:t>
            </w:r>
          </w:p>
        </w:tc>
        <w:sdt>
          <w:sdtPr>
            <w:id w:val="-1205327149"/>
            <w:placeholder>
              <w:docPart w:val="41118B7D22C847ABB44DF3AE7D66C996"/>
            </w:placeholder>
            <w:showingPlcHdr/>
            <w:text/>
          </w:sdtPr>
          <w:sdtEndPr/>
          <w:sdtContent>
            <w:tc>
              <w:tcPr>
                <w:tcW w:w="2784" w:type="pct"/>
              </w:tcPr>
              <w:p w:rsidR="003E3E0A" w:rsidRPr="00D17A4E" w:rsidRDefault="003E3E0A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3E3E0A" w:rsidRDefault="003E3E0A" w:rsidP="003E3E0A">
      <w:pPr>
        <w:spacing w:before="480"/>
        <w:rPr>
          <w:lang w:val="en-US"/>
        </w:rPr>
      </w:pPr>
      <w:r>
        <w:rPr>
          <w:lang w:val="en-US"/>
        </w:rPr>
        <w:t xml:space="preserve">Change keyword: </w:t>
      </w:r>
      <w:proofErr w:type="gramStart"/>
      <w:r>
        <w:rPr>
          <w:lang w:val="en-US"/>
        </w:rPr>
        <w:t>napier</w:t>
      </w:r>
      <w:proofErr w:type="gramEnd"/>
    </w:p>
    <w:tbl>
      <w:tblPr>
        <w:tblStyle w:val="TableGrid"/>
        <w:tblW w:w="5000" w:type="pct"/>
        <w:tblInd w:w="0" w:type="dxa"/>
        <w:tblBorders>
          <w:top w:val="single" w:sz="18" w:space="0" w:color="663300"/>
          <w:left w:val="single" w:sz="18" w:space="0" w:color="663300"/>
          <w:bottom w:val="single" w:sz="18" w:space="0" w:color="663300"/>
          <w:right w:val="single" w:sz="18" w:space="0" w:color="663300"/>
          <w:insideH w:val="single" w:sz="18" w:space="0" w:color="663300"/>
          <w:insideV w:val="single" w:sz="18" w:space="0" w:color="663300"/>
        </w:tblBorders>
        <w:tblCellMar>
          <w:top w:w="6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80"/>
        <w:gridCol w:w="5000"/>
      </w:tblGrid>
      <w:tr w:rsidR="003E3E0A" w:rsidTr="00013401">
        <w:trPr>
          <w:trHeight w:val="398"/>
        </w:trPr>
        <w:tc>
          <w:tcPr>
            <w:tcW w:w="2216" w:type="pct"/>
          </w:tcPr>
          <w:p w:rsidR="003E3E0A" w:rsidRPr="00D17A4E" w:rsidRDefault="003E3E0A" w:rsidP="00013401">
            <w:pPr>
              <w:spacing w:after="120" w:line="276" w:lineRule="auto"/>
            </w:pPr>
            <w:r w:rsidRPr="00D17A4E">
              <w:t xml:space="preserve">How many website matches? </w:t>
            </w:r>
          </w:p>
        </w:tc>
        <w:sdt>
          <w:sdtPr>
            <w:id w:val="-370915114"/>
            <w:placeholder>
              <w:docPart w:val="3B556F95DDC94BFCA4B1BBF1ED0E96C1"/>
            </w:placeholder>
            <w:showingPlcHdr/>
            <w:text/>
          </w:sdtPr>
          <w:sdtEndPr/>
          <w:sdtContent>
            <w:tc>
              <w:tcPr>
                <w:tcW w:w="2784" w:type="pct"/>
              </w:tcPr>
              <w:p w:rsidR="003E3E0A" w:rsidRPr="00D17A4E" w:rsidRDefault="003E3E0A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E3E0A" w:rsidTr="00013401">
        <w:trPr>
          <w:trHeight w:val="398"/>
        </w:trPr>
        <w:tc>
          <w:tcPr>
            <w:tcW w:w="2216" w:type="pct"/>
          </w:tcPr>
          <w:p w:rsidR="003E3E0A" w:rsidRPr="00D17A4E" w:rsidRDefault="003E3E0A" w:rsidP="00013401">
            <w:pPr>
              <w:spacing w:after="120"/>
            </w:pPr>
            <w:r>
              <w:t>How many sponsored Ads?</w:t>
            </w:r>
          </w:p>
        </w:tc>
        <w:sdt>
          <w:sdtPr>
            <w:id w:val="283391652"/>
            <w:placeholder>
              <w:docPart w:val="179E3DD9932B40F6A7A7F9F7A97D253F"/>
            </w:placeholder>
            <w:showingPlcHdr/>
            <w:text/>
          </w:sdtPr>
          <w:sdtEndPr/>
          <w:sdtContent>
            <w:tc>
              <w:tcPr>
                <w:tcW w:w="2784" w:type="pct"/>
              </w:tcPr>
              <w:p w:rsidR="003E3E0A" w:rsidRDefault="003E3E0A" w:rsidP="00013401">
                <w:pPr>
                  <w:spacing w:after="120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3E3E0A" w:rsidRDefault="003E3E0A" w:rsidP="003E3E0A">
      <w:pPr>
        <w:spacing w:before="480"/>
        <w:rPr>
          <w:lang w:val="en-US"/>
        </w:rPr>
      </w:pPr>
    </w:p>
    <w:p w:rsidR="003E3E0A" w:rsidRDefault="003E3E0A">
      <w:pPr>
        <w:rPr>
          <w:lang w:val="en-US"/>
        </w:rPr>
      </w:pPr>
      <w:r>
        <w:rPr>
          <w:lang w:val="en-US"/>
        </w:rPr>
        <w:br w:type="page"/>
      </w:r>
    </w:p>
    <w:p w:rsidR="00D260DE" w:rsidRDefault="003723EB" w:rsidP="00D260DE">
      <w:pPr>
        <w:pStyle w:val="Title"/>
        <w:rPr>
          <w:lang w:val="en-US"/>
        </w:rPr>
      </w:pPr>
      <w:r>
        <w:rPr>
          <w:noProof/>
          <w:lang w:eastAsia="en-NZ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3521386</wp:posOffset>
            </wp:positionH>
            <wp:positionV relativeFrom="paragraph">
              <wp:posOffset>554368</wp:posOffset>
            </wp:positionV>
            <wp:extent cx="2247265" cy="780415"/>
            <wp:effectExtent l="0" t="0" r="635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265" cy="7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60DE">
        <w:rPr>
          <w:lang w:val="en-US"/>
        </w:rPr>
        <w:t>Search engines – About</w:t>
      </w:r>
      <w:r>
        <w:rPr>
          <w:lang w:val="en-US"/>
        </w:rPr>
        <w:t xml:space="preserve"> or Dotdash</w:t>
      </w:r>
    </w:p>
    <w:p w:rsidR="003723EB" w:rsidRPr="003723EB" w:rsidRDefault="00CA6A56" w:rsidP="003E4E81">
      <w:hyperlink r:id="rId16" w:history="1">
        <w:r w:rsidR="003E4E81" w:rsidRPr="002F3AFE">
          <w:rPr>
            <w:rStyle w:val="Hyperlink"/>
            <w:sz w:val="32"/>
            <w:lang w:val="en-US"/>
          </w:rPr>
          <w:t>http://www.about.com/</w:t>
        </w:r>
      </w:hyperlink>
      <w:r w:rsidR="003723EB">
        <w:rPr>
          <w:rStyle w:val="Hyperlink"/>
          <w:sz w:val="32"/>
          <w:lang w:val="en-US"/>
        </w:rPr>
        <w:br/>
      </w:r>
      <w:r w:rsidR="003723EB" w:rsidRPr="003723EB">
        <w:t>this will redirect you to</w:t>
      </w:r>
    </w:p>
    <w:p w:rsidR="003723EB" w:rsidRDefault="00CA6A56" w:rsidP="003E4E81">
      <w:pPr>
        <w:rPr>
          <w:rStyle w:val="Hyperlink"/>
          <w:sz w:val="32"/>
          <w:lang w:val="en-US"/>
        </w:rPr>
      </w:pPr>
      <w:hyperlink r:id="rId17" w:history="1">
        <w:r w:rsidR="003723EB" w:rsidRPr="00893B0E">
          <w:rPr>
            <w:rStyle w:val="Hyperlink"/>
            <w:sz w:val="32"/>
            <w:lang w:val="en-US"/>
          </w:rPr>
          <w:t>https://www.dotdash.com</w:t>
        </w:r>
      </w:hyperlink>
      <w:r w:rsidR="003723EB">
        <w:rPr>
          <w:rStyle w:val="Hyperlink"/>
          <w:sz w:val="32"/>
          <w:lang w:val="en-US"/>
        </w:rPr>
        <w:t xml:space="preserve"> </w:t>
      </w:r>
    </w:p>
    <w:p w:rsidR="003723EB" w:rsidRDefault="00490294" w:rsidP="00490294">
      <w:r w:rsidRPr="00AE1B46">
        <w:rPr>
          <w:rFonts w:ascii="Wingdings" w:hAnsi="Wingdings" w:cs="Arial"/>
        </w:rPr>
        <w:t></w:t>
      </w:r>
      <w:r>
        <w:rPr>
          <w:rFonts w:ascii="Arial" w:hAnsi="Arial" w:cs="Arial"/>
        </w:rPr>
        <w:t xml:space="preserve"> </w:t>
      </w:r>
      <w:proofErr w:type="gramStart"/>
      <w:r w:rsidRPr="00AE1B46">
        <w:t>on</w:t>
      </w:r>
      <w:proofErr w:type="gramEnd"/>
      <w:r>
        <w:t xml:space="preserve"> </w:t>
      </w:r>
      <w:r w:rsidRPr="00490294">
        <w:t xml:space="preserve"> </w:t>
      </w:r>
      <w:r w:rsidRPr="00490294">
        <w:rPr>
          <w:noProof/>
          <w:lang w:eastAsia="en-NZ"/>
        </w:rPr>
        <w:drawing>
          <wp:inline distT="0" distB="0" distL="0" distR="0" wp14:anchorId="44784447" wp14:editId="385706A5">
            <wp:extent cx="2414427" cy="785905"/>
            <wp:effectExtent l="19050" t="19050" r="24130" b="146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26873" cy="78995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to do a search</w:t>
      </w:r>
    </w:p>
    <w:p w:rsidR="00490294" w:rsidRPr="00490294" w:rsidRDefault="00490294" w:rsidP="00490294"/>
    <w:p w:rsidR="003E4E81" w:rsidRPr="002F3AFE" w:rsidRDefault="002F3AFE" w:rsidP="003E4E81">
      <w:pPr>
        <w:rPr>
          <w:sz w:val="32"/>
          <w:lang w:val="en-US"/>
        </w:rPr>
      </w:pPr>
      <w:r w:rsidRPr="002F3AFE">
        <w:rPr>
          <w:sz w:val="32"/>
          <w:lang w:val="en-US"/>
        </w:rPr>
        <w:tab/>
      </w:r>
      <w:proofErr w:type="gramStart"/>
      <w:r w:rsidR="003E4E81" w:rsidRPr="002F3AFE">
        <w:rPr>
          <w:sz w:val="32"/>
          <w:lang w:val="en-US"/>
        </w:rPr>
        <w:t>keyword</w:t>
      </w:r>
      <w:proofErr w:type="gramEnd"/>
      <w:r w:rsidR="003E4E81" w:rsidRPr="002F3AFE">
        <w:rPr>
          <w:sz w:val="32"/>
          <w:lang w:val="en-US"/>
        </w:rPr>
        <w:t>:  peter jackson</w:t>
      </w:r>
    </w:p>
    <w:tbl>
      <w:tblPr>
        <w:tblStyle w:val="TableGrid"/>
        <w:tblW w:w="5000" w:type="pct"/>
        <w:tblInd w:w="0" w:type="dxa"/>
        <w:tblBorders>
          <w:top w:val="single" w:sz="18" w:space="0" w:color="663300"/>
          <w:left w:val="single" w:sz="18" w:space="0" w:color="663300"/>
          <w:bottom w:val="single" w:sz="18" w:space="0" w:color="663300"/>
          <w:right w:val="single" w:sz="18" w:space="0" w:color="663300"/>
          <w:insideH w:val="single" w:sz="18" w:space="0" w:color="663300"/>
          <w:insideV w:val="single" w:sz="18" w:space="0" w:color="663300"/>
        </w:tblBorders>
        <w:tblCellMar>
          <w:top w:w="6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80"/>
        <w:gridCol w:w="5000"/>
      </w:tblGrid>
      <w:tr w:rsidR="003E4E81" w:rsidTr="00013401">
        <w:trPr>
          <w:trHeight w:val="398"/>
        </w:trPr>
        <w:tc>
          <w:tcPr>
            <w:tcW w:w="2216" w:type="pct"/>
          </w:tcPr>
          <w:p w:rsidR="003E4E81" w:rsidRPr="00D17A4E" w:rsidRDefault="003E4E81" w:rsidP="003E4E81">
            <w:pPr>
              <w:spacing w:after="120" w:line="276" w:lineRule="auto"/>
            </w:pPr>
            <w:r w:rsidRPr="00D17A4E">
              <w:t xml:space="preserve">How many </w:t>
            </w:r>
            <w:r>
              <w:t>related searches</w:t>
            </w:r>
            <w:r w:rsidRPr="00D17A4E">
              <w:t xml:space="preserve">? </w:t>
            </w:r>
          </w:p>
        </w:tc>
        <w:sdt>
          <w:sdtPr>
            <w:id w:val="-391351614"/>
            <w:placeholder>
              <w:docPart w:val="50ABAD65FC1C43A4BA4AA885DCD67478"/>
            </w:placeholder>
            <w:showingPlcHdr/>
            <w:text/>
          </w:sdtPr>
          <w:sdtEndPr/>
          <w:sdtContent>
            <w:tc>
              <w:tcPr>
                <w:tcW w:w="2784" w:type="pct"/>
              </w:tcPr>
              <w:p w:rsidR="003E4E81" w:rsidRPr="00D17A4E" w:rsidRDefault="003E4E81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3E4E81" w:rsidRDefault="003E4E81" w:rsidP="003E4E81">
      <w:pPr>
        <w:spacing w:before="480"/>
        <w:rPr>
          <w:lang w:val="en-US"/>
        </w:rPr>
      </w:pPr>
      <w:r>
        <w:rPr>
          <w:lang w:val="en-US"/>
        </w:rPr>
        <w:t>Change keyword: “peter Jackson”</w:t>
      </w:r>
    </w:p>
    <w:tbl>
      <w:tblPr>
        <w:tblStyle w:val="TableGrid"/>
        <w:tblW w:w="5000" w:type="pct"/>
        <w:tblInd w:w="0" w:type="dxa"/>
        <w:tblBorders>
          <w:top w:val="single" w:sz="18" w:space="0" w:color="663300"/>
          <w:left w:val="single" w:sz="18" w:space="0" w:color="663300"/>
          <w:bottom w:val="single" w:sz="18" w:space="0" w:color="663300"/>
          <w:right w:val="single" w:sz="18" w:space="0" w:color="663300"/>
          <w:insideH w:val="single" w:sz="18" w:space="0" w:color="663300"/>
          <w:insideV w:val="single" w:sz="18" w:space="0" w:color="663300"/>
        </w:tblBorders>
        <w:tblCellMar>
          <w:top w:w="6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80"/>
        <w:gridCol w:w="5000"/>
      </w:tblGrid>
      <w:tr w:rsidR="003E4E81" w:rsidTr="00013401">
        <w:trPr>
          <w:trHeight w:val="398"/>
        </w:trPr>
        <w:tc>
          <w:tcPr>
            <w:tcW w:w="2216" w:type="pct"/>
          </w:tcPr>
          <w:p w:rsidR="003E4E81" w:rsidRPr="00D17A4E" w:rsidRDefault="003E4E81" w:rsidP="003E4E81">
            <w:pPr>
              <w:spacing w:after="120" w:line="276" w:lineRule="auto"/>
            </w:pPr>
            <w:r w:rsidRPr="00D17A4E">
              <w:t xml:space="preserve">How many </w:t>
            </w:r>
            <w:r>
              <w:t>Ads</w:t>
            </w:r>
            <w:r w:rsidRPr="00D17A4E">
              <w:t xml:space="preserve">? </w:t>
            </w:r>
          </w:p>
        </w:tc>
        <w:sdt>
          <w:sdtPr>
            <w:id w:val="-1429422853"/>
            <w:placeholder>
              <w:docPart w:val="43719FC5FE814F49A732C7D51A6ECEA9"/>
            </w:placeholder>
            <w:showingPlcHdr/>
            <w:text/>
          </w:sdtPr>
          <w:sdtEndPr/>
          <w:sdtContent>
            <w:tc>
              <w:tcPr>
                <w:tcW w:w="2784" w:type="pct"/>
              </w:tcPr>
              <w:p w:rsidR="003E4E81" w:rsidRPr="00D17A4E" w:rsidRDefault="003E4E81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3E4E81" w:rsidRDefault="003E4E81" w:rsidP="003E4E81">
      <w:pPr>
        <w:spacing w:before="480"/>
        <w:rPr>
          <w:lang w:val="en-US"/>
        </w:rPr>
      </w:pPr>
      <w:r>
        <w:rPr>
          <w:lang w:val="en-US"/>
        </w:rPr>
        <w:t>Change keyword: peter - Jackson</w:t>
      </w:r>
    </w:p>
    <w:tbl>
      <w:tblPr>
        <w:tblStyle w:val="TableGrid"/>
        <w:tblW w:w="5000" w:type="pct"/>
        <w:tblInd w:w="0" w:type="dxa"/>
        <w:tblBorders>
          <w:top w:val="single" w:sz="18" w:space="0" w:color="663300"/>
          <w:left w:val="single" w:sz="18" w:space="0" w:color="663300"/>
          <w:bottom w:val="single" w:sz="18" w:space="0" w:color="663300"/>
          <w:right w:val="single" w:sz="18" w:space="0" w:color="663300"/>
          <w:insideH w:val="single" w:sz="18" w:space="0" w:color="663300"/>
          <w:insideV w:val="single" w:sz="18" w:space="0" w:color="663300"/>
        </w:tblBorders>
        <w:tblCellMar>
          <w:top w:w="6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80"/>
        <w:gridCol w:w="5000"/>
      </w:tblGrid>
      <w:tr w:rsidR="003E4E81" w:rsidTr="00013401">
        <w:trPr>
          <w:trHeight w:val="398"/>
        </w:trPr>
        <w:tc>
          <w:tcPr>
            <w:tcW w:w="2216" w:type="pct"/>
          </w:tcPr>
          <w:p w:rsidR="003E4E81" w:rsidRPr="00D17A4E" w:rsidRDefault="003E4E81" w:rsidP="003E4E81">
            <w:pPr>
              <w:spacing w:after="120" w:line="276" w:lineRule="auto"/>
            </w:pPr>
            <w:r w:rsidRPr="00D17A4E">
              <w:t xml:space="preserve">How many </w:t>
            </w:r>
            <w:r>
              <w:t>Downloads</w:t>
            </w:r>
            <w:r w:rsidRPr="00D17A4E">
              <w:t xml:space="preserve">? </w:t>
            </w:r>
          </w:p>
        </w:tc>
        <w:sdt>
          <w:sdtPr>
            <w:id w:val="-2052057896"/>
            <w:placeholder>
              <w:docPart w:val="4D16776D0DEB40C9A066BA4793BD1B55"/>
            </w:placeholder>
            <w:showingPlcHdr/>
            <w:text/>
          </w:sdtPr>
          <w:sdtEndPr/>
          <w:sdtContent>
            <w:tc>
              <w:tcPr>
                <w:tcW w:w="2784" w:type="pct"/>
              </w:tcPr>
              <w:p w:rsidR="003E4E81" w:rsidRPr="00D17A4E" w:rsidRDefault="003E4E81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3E4E81" w:rsidRDefault="003E4E81" w:rsidP="003E4E81">
      <w:pPr>
        <w:rPr>
          <w:lang w:val="en-US"/>
        </w:rPr>
      </w:pPr>
    </w:p>
    <w:p w:rsidR="003E4E81" w:rsidRDefault="003E4E81">
      <w:pPr>
        <w:rPr>
          <w:lang w:val="en-US"/>
        </w:rPr>
      </w:pPr>
      <w:r>
        <w:rPr>
          <w:lang w:val="en-US"/>
        </w:rPr>
        <w:br w:type="page"/>
      </w:r>
    </w:p>
    <w:p w:rsidR="003E3E0A" w:rsidRDefault="00D260DE" w:rsidP="00D260DE">
      <w:pPr>
        <w:pStyle w:val="Title"/>
        <w:rPr>
          <w:lang w:val="en-US"/>
        </w:rPr>
      </w:pPr>
      <w:r>
        <w:rPr>
          <w:lang w:val="en-US"/>
        </w:rPr>
        <w:lastRenderedPageBreak/>
        <w:t>Using a Metacrawler</w:t>
      </w:r>
    </w:p>
    <w:p w:rsidR="00D260DE" w:rsidRPr="002F3AFE" w:rsidRDefault="00CA6A56" w:rsidP="00D260DE">
      <w:pPr>
        <w:rPr>
          <w:sz w:val="32"/>
          <w:lang w:val="en-US"/>
        </w:rPr>
      </w:pPr>
      <w:hyperlink r:id="rId19" w:history="1">
        <w:r w:rsidR="00D260DE" w:rsidRPr="002F3AFE">
          <w:rPr>
            <w:rStyle w:val="Hyperlink"/>
            <w:sz w:val="32"/>
            <w:lang w:val="en-US"/>
          </w:rPr>
          <w:t>http://www.dogpile.com/</w:t>
        </w:r>
      </w:hyperlink>
    </w:p>
    <w:tbl>
      <w:tblPr>
        <w:tblStyle w:val="TableGrid"/>
        <w:tblW w:w="5000" w:type="pct"/>
        <w:tblInd w:w="0" w:type="dxa"/>
        <w:tblBorders>
          <w:top w:val="single" w:sz="18" w:space="0" w:color="663300"/>
          <w:left w:val="single" w:sz="18" w:space="0" w:color="663300"/>
          <w:bottom w:val="single" w:sz="18" w:space="0" w:color="663300"/>
          <w:right w:val="single" w:sz="18" w:space="0" w:color="663300"/>
          <w:insideH w:val="single" w:sz="18" w:space="0" w:color="663300"/>
          <w:insideV w:val="single" w:sz="18" w:space="0" w:color="663300"/>
        </w:tblBorders>
        <w:tblCellMar>
          <w:top w:w="6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80"/>
        <w:gridCol w:w="5000"/>
      </w:tblGrid>
      <w:tr w:rsidR="00D260DE" w:rsidTr="00013401">
        <w:trPr>
          <w:trHeight w:val="398"/>
        </w:trPr>
        <w:tc>
          <w:tcPr>
            <w:tcW w:w="2216" w:type="pct"/>
          </w:tcPr>
          <w:p w:rsidR="00D260DE" w:rsidRPr="00D17A4E" w:rsidRDefault="00D260DE" w:rsidP="00013401">
            <w:pPr>
              <w:spacing w:after="120" w:line="276" w:lineRule="auto"/>
            </w:pPr>
            <w:r>
              <w:t>What is the Favourite Fetch today</w:t>
            </w:r>
            <w:r w:rsidRPr="00D17A4E">
              <w:t xml:space="preserve">? </w:t>
            </w:r>
          </w:p>
        </w:tc>
        <w:sdt>
          <w:sdtPr>
            <w:id w:val="406575366"/>
            <w:placeholder>
              <w:docPart w:val="94B822667F5A4F5D96E90CB63328FE5C"/>
            </w:placeholder>
            <w:showingPlcHdr/>
            <w:text/>
          </w:sdtPr>
          <w:sdtEndPr/>
          <w:sdtContent>
            <w:tc>
              <w:tcPr>
                <w:tcW w:w="2784" w:type="pct"/>
              </w:tcPr>
              <w:p w:rsidR="00D260DE" w:rsidRPr="00D17A4E" w:rsidRDefault="00D260DE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D260DE" w:rsidRDefault="00D260DE" w:rsidP="00D260DE">
      <w:pPr>
        <w:rPr>
          <w:lang w:val="en-US"/>
        </w:rPr>
      </w:pPr>
    </w:p>
    <w:p w:rsidR="00D260DE" w:rsidRDefault="00D260DE" w:rsidP="00D260DE">
      <w:pPr>
        <w:rPr>
          <w:lang w:val="en-US"/>
        </w:rPr>
      </w:pPr>
      <w:proofErr w:type="gramStart"/>
      <w:r>
        <w:rPr>
          <w:lang w:val="en-US"/>
        </w:rPr>
        <w:t>keyword</w:t>
      </w:r>
      <w:proofErr w:type="gramEnd"/>
      <w:r>
        <w:rPr>
          <w:lang w:val="en-US"/>
        </w:rPr>
        <w:t>:  what area size is New Zealand?</w:t>
      </w:r>
    </w:p>
    <w:tbl>
      <w:tblPr>
        <w:tblStyle w:val="TableGrid"/>
        <w:tblW w:w="5000" w:type="pct"/>
        <w:tblInd w:w="0" w:type="dxa"/>
        <w:tblBorders>
          <w:top w:val="single" w:sz="18" w:space="0" w:color="663300"/>
          <w:left w:val="single" w:sz="18" w:space="0" w:color="663300"/>
          <w:bottom w:val="single" w:sz="18" w:space="0" w:color="663300"/>
          <w:right w:val="single" w:sz="18" w:space="0" w:color="663300"/>
          <w:insideH w:val="single" w:sz="18" w:space="0" w:color="663300"/>
          <w:insideV w:val="single" w:sz="18" w:space="0" w:color="663300"/>
        </w:tblBorders>
        <w:tblCellMar>
          <w:top w:w="6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80"/>
        <w:gridCol w:w="5000"/>
      </w:tblGrid>
      <w:tr w:rsidR="00D260DE" w:rsidTr="00013401">
        <w:trPr>
          <w:trHeight w:val="398"/>
        </w:trPr>
        <w:tc>
          <w:tcPr>
            <w:tcW w:w="2216" w:type="pct"/>
          </w:tcPr>
          <w:p w:rsidR="00D260DE" w:rsidRPr="00D17A4E" w:rsidRDefault="00D260DE" w:rsidP="00D260DE">
            <w:pPr>
              <w:spacing w:after="120" w:line="276" w:lineRule="auto"/>
            </w:pPr>
            <w:r w:rsidRPr="00D17A4E">
              <w:t xml:space="preserve">How many </w:t>
            </w:r>
            <w:r>
              <w:t>Ads were related to this search</w:t>
            </w:r>
            <w:r w:rsidRPr="00D17A4E">
              <w:t xml:space="preserve">? </w:t>
            </w:r>
          </w:p>
        </w:tc>
        <w:sdt>
          <w:sdtPr>
            <w:id w:val="-565566380"/>
            <w:placeholder>
              <w:docPart w:val="886B466DDC8D42809CFA2F972A569E60"/>
            </w:placeholder>
            <w:showingPlcHdr/>
            <w:text/>
          </w:sdtPr>
          <w:sdtEndPr/>
          <w:sdtContent>
            <w:tc>
              <w:tcPr>
                <w:tcW w:w="2784" w:type="pct"/>
              </w:tcPr>
              <w:p w:rsidR="00D260DE" w:rsidRPr="00D17A4E" w:rsidRDefault="00D260DE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260DE" w:rsidTr="00013401">
        <w:trPr>
          <w:trHeight w:val="398"/>
        </w:trPr>
        <w:tc>
          <w:tcPr>
            <w:tcW w:w="2216" w:type="pct"/>
          </w:tcPr>
          <w:p w:rsidR="00D260DE" w:rsidRPr="00D17A4E" w:rsidRDefault="00D260DE" w:rsidP="00D260DE">
            <w:pPr>
              <w:spacing w:after="120"/>
            </w:pPr>
            <w:r>
              <w:t>How far down did you have to scroll before you saw the size of New Zealand?</w:t>
            </w:r>
          </w:p>
        </w:tc>
        <w:sdt>
          <w:sdtPr>
            <w:id w:val="1775900863"/>
            <w:placeholder>
              <w:docPart w:val="BD4DDABE0F7D45388D5E019F9C51BC38"/>
            </w:placeholder>
            <w:showingPlcHdr/>
            <w:text/>
          </w:sdtPr>
          <w:sdtEndPr/>
          <w:sdtContent>
            <w:tc>
              <w:tcPr>
                <w:tcW w:w="2784" w:type="pct"/>
              </w:tcPr>
              <w:p w:rsidR="00D260DE" w:rsidRDefault="00F01572" w:rsidP="00013401">
                <w:pPr>
                  <w:spacing w:after="120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D260DE" w:rsidRDefault="00D260DE" w:rsidP="00D260DE">
      <w:pPr>
        <w:spacing w:before="480"/>
        <w:rPr>
          <w:lang w:val="en-US"/>
        </w:rPr>
      </w:pPr>
      <w:r>
        <w:rPr>
          <w:lang w:val="en-US"/>
        </w:rPr>
        <w:t xml:space="preserve">Change keyword: </w:t>
      </w:r>
      <w:r w:rsidRPr="00D260DE">
        <w:rPr>
          <w:lang w:val="en-US"/>
        </w:rPr>
        <w:t>"land size of new zealand"</w:t>
      </w:r>
    </w:p>
    <w:tbl>
      <w:tblPr>
        <w:tblStyle w:val="TableGrid"/>
        <w:tblW w:w="5000" w:type="pct"/>
        <w:tblInd w:w="0" w:type="dxa"/>
        <w:tblBorders>
          <w:top w:val="single" w:sz="18" w:space="0" w:color="663300"/>
          <w:left w:val="single" w:sz="18" w:space="0" w:color="663300"/>
          <w:bottom w:val="single" w:sz="18" w:space="0" w:color="663300"/>
          <w:right w:val="single" w:sz="18" w:space="0" w:color="663300"/>
          <w:insideH w:val="single" w:sz="18" w:space="0" w:color="663300"/>
          <w:insideV w:val="single" w:sz="18" w:space="0" w:color="663300"/>
        </w:tblBorders>
        <w:tblCellMar>
          <w:top w:w="6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80"/>
        <w:gridCol w:w="5000"/>
      </w:tblGrid>
      <w:tr w:rsidR="00D260DE" w:rsidTr="00013401">
        <w:trPr>
          <w:trHeight w:val="398"/>
        </w:trPr>
        <w:tc>
          <w:tcPr>
            <w:tcW w:w="2216" w:type="pct"/>
          </w:tcPr>
          <w:p w:rsidR="00D260DE" w:rsidRPr="00D17A4E" w:rsidRDefault="00D260DE" w:rsidP="00013401">
            <w:pPr>
              <w:spacing w:after="120" w:line="276" w:lineRule="auto"/>
            </w:pPr>
            <w:r w:rsidRPr="00D17A4E">
              <w:t xml:space="preserve">How many </w:t>
            </w:r>
            <w:r>
              <w:t>Ads</w:t>
            </w:r>
            <w:r w:rsidRPr="00D17A4E">
              <w:t xml:space="preserve">? </w:t>
            </w:r>
          </w:p>
        </w:tc>
        <w:sdt>
          <w:sdtPr>
            <w:id w:val="-94481567"/>
            <w:placeholder>
              <w:docPart w:val="531418E2B5E541CC9B5592D4841538FA"/>
            </w:placeholder>
            <w:showingPlcHdr/>
            <w:text/>
          </w:sdtPr>
          <w:sdtEndPr/>
          <w:sdtContent>
            <w:tc>
              <w:tcPr>
                <w:tcW w:w="2784" w:type="pct"/>
              </w:tcPr>
              <w:p w:rsidR="00D260DE" w:rsidRPr="00D17A4E" w:rsidRDefault="00D260DE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260DE" w:rsidTr="00013401">
        <w:trPr>
          <w:trHeight w:val="398"/>
        </w:trPr>
        <w:tc>
          <w:tcPr>
            <w:tcW w:w="2216" w:type="pct"/>
          </w:tcPr>
          <w:p w:rsidR="00F01572" w:rsidRPr="00D17A4E" w:rsidRDefault="00D260DE" w:rsidP="00D51378">
            <w:pPr>
              <w:spacing w:after="120"/>
            </w:pPr>
            <w:r>
              <w:t xml:space="preserve">Open the website that shows the size of New Zealand.  </w:t>
            </w:r>
            <w:r w:rsidR="00D51378">
              <w:br/>
            </w:r>
            <w:r>
              <w:t>Copy and paste the total area</w:t>
            </w:r>
            <w:r w:rsidR="00D51378">
              <w:br/>
            </w:r>
            <w:r w:rsidR="00F01572">
              <w:t>Close the website</w:t>
            </w:r>
          </w:p>
        </w:tc>
        <w:sdt>
          <w:sdtPr>
            <w:id w:val="-2099620665"/>
            <w:placeholder>
              <w:docPart w:val="FC32C4AC3DAF48BB824A9465D5279BEA"/>
            </w:placeholder>
            <w:showingPlcHdr/>
            <w:text/>
          </w:sdtPr>
          <w:sdtEndPr/>
          <w:sdtContent>
            <w:tc>
              <w:tcPr>
                <w:tcW w:w="2784" w:type="pct"/>
              </w:tcPr>
              <w:p w:rsidR="00D260DE" w:rsidRDefault="00D260DE" w:rsidP="00013401">
                <w:pPr>
                  <w:spacing w:after="120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01572" w:rsidTr="00013401">
        <w:trPr>
          <w:trHeight w:val="398"/>
        </w:trPr>
        <w:tc>
          <w:tcPr>
            <w:tcW w:w="2216" w:type="pct"/>
          </w:tcPr>
          <w:p w:rsidR="00F01572" w:rsidRDefault="00F01572" w:rsidP="00013401">
            <w:pPr>
              <w:spacing w:after="120"/>
            </w:pPr>
            <w:r>
              <w:t>Copy and paste the URL of the website</w:t>
            </w:r>
          </w:p>
          <w:p w:rsidR="00F01572" w:rsidRDefault="00F01572" w:rsidP="00013401">
            <w:pPr>
              <w:spacing w:after="120"/>
            </w:pPr>
            <w:r>
              <w:t>Close the website</w:t>
            </w:r>
          </w:p>
        </w:tc>
        <w:sdt>
          <w:sdtPr>
            <w:id w:val="1095593851"/>
            <w:placeholder>
              <w:docPart w:val="BB171DC1D3224A8E9E9D441E9EC71D5E"/>
            </w:placeholder>
            <w:showingPlcHdr/>
            <w:text/>
          </w:sdtPr>
          <w:sdtEndPr/>
          <w:sdtContent>
            <w:tc>
              <w:tcPr>
                <w:tcW w:w="2784" w:type="pct"/>
              </w:tcPr>
              <w:p w:rsidR="00F01572" w:rsidRDefault="00F01572" w:rsidP="00013401">
                <w:pPr>
                  <w:spacing w:after="120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D51378" w:rsidRPr="002F3AFE" w:rsidRDefault="00D51378" w:rsidP="00D51378">
      <w:pPr>
        <w:spacing w:before="480"/>
        <w:rPr>
          <w:sz w:val="32"/>
          <w:lang w:val="en-US"/>
        </w:rPr>
      </w:pPr>
      <w:r w:rsidRPr="002F3AFE">
        <w:rPr>
          <w:sz w:val="32"/>
          <w:lang w:val="en-US"/>
        </w:rPr>
        <w:t xml:space="preserve">Open another tab </w:t>
      </w:r>
      <w:hyperlink r:id="rId20" w:history="1">
        <w:r w:rsidRPr="002F3AFE">
          <w:rPr>
            <w:rStyle w:val="Hyperlink"/>
            <w:sz w:val="32"/>
            <w:lang w:val="en-US"/>
          </w:rPr>
          <w:t>www.bing.com</w:t>
        </w:r>
      </w:hyperlink>
      <w:r w:rsidRPr="002F3AFE">
        <w:rPr>
          <w:sz w:val="32"/>
          <w:lang w:val="en-US"/>
        </w:rPr>
        <w:t xml:space="preserve">  </w:t>
      </w:r>
    </w:p>
    <w:p w:rsidR="00D51378" w:rsidRDefault="00D51378" w:rsidP="00D51378">
      <w:pPr>
        <w:spacing w:before="480"/>
        <w:rPr>
          <w:lang w:val="en-US"/>
        </w:rPr>
      </w:pPr>
      <w:r>
        <w:rPr>
          <w:lang w:val="en-US"/>
        </w:rPr>
        <w:t>Keywords:    dogpile</w:t>
      </w:r>
      <w:r w:rsidRPr="00D51378">
        <w:rPr>
          <w:lang w:val="en-US"/>
        </w:rPr>
        <w:t xml:space="preserve"> uses which search engines</w:t>
      </w:r>
    </w:p>
    <w:tbl>
      <w:tblPr>
        <w:tblStyle w:val="TableGrid"/>
        <w:tblW w:w="5000" w:type="pct"/>
        <w:tblInd w:w="0" w:type="dxa"/>
        <w:tblBorders>
          <w:top w:val="single" w:sz="18" w:space="0" w:color="663300"/>
          <w:left w:val="single" w:sz="18" w:space="0" w:color="663300"/>
          <w:bottom w:val="single" w:sz="18" w:space="0" w:color="663300"/>
          <w:right w:val="single" w:sz="18" w:space="0" w:color="663300"/>
          <w:insideH w:val="single" w:sz="18" w:space="0" w:color="663300"/>
          <w:insideV w:val="single" w:sz="18" w:space="0" w:color="663300"/>
        </w:tblBorders>
        <w:tblCellMar>
          <w:top w:w="6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80"/>
        <w:gridCol w:w="5000"/>
      </w:tblGrid>
      <w:tr w:rsidR="00D51378" w:rsidTr="00013401">
        <w:trPr>
          <w:trHeight w:val="398"/>
        </w:trPr>
        <w:tc>
          <w:tcPr>
            <w:tcW w:w="2216" w:type="pct"/>
          </w:tcPr>
          <w:p w:rsidR="00D51378" w:rsidRPr="00D17A4E" w:rsidRDefault="00D51378" w:rsidP="00013401">
            <w:pPr>
              <w:spacing w:after="120" w:line="276" w:lineRule="auto"/>
            </w:pPr>
            <w:r>
              <w:t>Which search engines does it use?</w:t>
            </w:r>
            <w:r w:rsidRPr="00D17A4E">
              <w:t xml:space="preserve"> </w:t>
            </w:r>
          </w:p>
        </w:tc>
        <w:sdt>
          <w:sdtPr>
            <w:id w:val="1980260562"/>
            <w:placeholder>
              <w:docPart w:val="0B4A51183AF9454580F47C97E68E512E"/>
            </w:placeholder>
            <w:showingPlcHdr/>
            <w:text/>
          </w:sdtPr>
          <w:sdtEndPr/>
          <w:sdtContent>
            <w:tc>
              <w:tcPr>
                <w:tcW w:w="2784" w:type="pct"/>
              </w:tcPr>
              <w:p w:rsidR="00D51378" w:rsidRPr="00D17A4E" w:rsidRDefault="00D51378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D51378" w:rsidRDefault="00D51378" w:rsidP="00D260DE">
      <w:pPr>
        <w:rPr>
          <w:lang w:val="en-US"/>
        </w:rPr>
      </w:pPr>
    </w:p>
    <w:p w:rsidR="00F01572" w:rsidRDefault="00F01572">
      <w:pPr>
        <w:rPr>
          <w:lang w:val="en-US"/>
        </w:rPr>
      </w:pPr>
      <w:r>
        <w:rPr>
          <w:lang w:val="en-US"/>
        </w:rPr>
        <w:br w:type="page"/>
      </w:r>
    </w:p>
    <w:p w:rsidR="00D260DE" w:rsidRPr="002F3AFE" w:rsidRDefault="00CA6A56" w:rsidP="003E3E0A">
      <w:pPr>
        <w:spacing w:before="480"/>
        <w:rPr>
          <w:sz w:val="32"/>
          <w:lang w:val="en-US"/>
        </w:rPr>
      </w:pPr>
      <w:hyperlink r:id="rId21" w:history="1">
        <w:r w:rsidR="00F01572" w:rsidRPr="002F3AFE">
          <w:rPr>
            <w:rStyle w:val="Hyperlink"/>
            <w:sz w:val="32"/>
            <w:lang w:val="en-US"/>
          </w:rPr>
          <w:t>http://monstercrawler.com/</w:t>
        </w:r>
      </w:hyperlink>
      <w:r w:rsidR="00F01572" w:rsidRPr="002F3AFE">
        <w:rPr>
          <w:sz w:val="32"/>
          <w:lang w:val="en-US"/>
        </w:rPr>
        <w:t xml:space="preserve"> </w:t>
      </w:r>
    </w:p>
    <w:p w:rsidR="00F01572" w:rsidRDefault="00F01572" w:rsidP="00F01572">
      <w:pPr>
        <w:spacing w:before="480"/>
        <w:rPr>
          <w:lang w:val="en-US"/>
        </w:rPr>
      </w:pPr>
      <w:r>
        <w:rPr>
          <w:lang w:val="en-US"/>
        </w:rPr>
        <w:t xml:space="preserve">Keywords: land size of </w:t>
      </w:r>
      <w:proofErr w:type="gramStart"/>
      <w:r>
        <w:rPr>
          <w:lang w:val="en-US"/>
        </w:rPr>
        <w:t>new zealand</w:t>
      </w:r>
      <w:proofErr w:type="gramEnd"/>
    </w:p>
    <w:tbl>
      <w:tblPr>
        <w:tblStyle w:val="TableGrid"/>
        <w:tblW w:w="5000" w:type="pct"/>
        <w:tblInd w:w="0" w:type="dxa"/>
        <w:tblBorders>
          <w:top w:val="single" w:sz="18" w:space="0" w:color="663300"/>
          <w:left w:val="single" w:sz="18" w:space="0" w:color="663300"/>
          <w:bottom w:val="single" w:sz="18" w:space="0" w:color="663300"/>
          <w:right w:val="single" w:sz="18" w:space="0" w:color="663300"/>
          <w:insideH w:val="single" w:sz="18" w:space="0" w:color="663300"/>
          <w:insideV w:val="single" w:sz="18" w:space="0" w:color="663300"/>
        </w:tblBorders>
        <w:tblCellMar>
          <w:top w:w="6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80"/>
        <w:gridCol w:w="5000"/>
      </w:tblGrid>
      <w:tr w:rsidR="00F01572" w:rsidTr="00013401">
        <w:trPr>
          <w:trHeight w:val="398"/>
        </w:trPr>
        <w:tc>
          <w:tcPr>
            <w:tcW w:w="2216" w:type="pct"/>
          </w:tcPr>
          <w:p w:rsidR="00F01572" w:rsidRPr="00D17A4E" w:rsidRDefault="00F01572" w:rsidP="00013401">
            <w:pPr>
              <w:spacing w:after="120" w:line="276" w:lineRule="auto"/>
            </w:pPr>
            <w:r w:rsidRPr="00D17A4E">
              <w:t xml:space="preserve">How many </w:t>
            </w:r>
            <w:r>
              <w:t>Ads were related to this search</w:t>
            </w:r>
            <w:r w:rsidRPr="00D17A4E">
              <w:t xml:space="preserve">? </w:t>
            </w:r>
          </w:p>
        </w:tc>
        <w:sdt>
          <w:sdtPr>
            <w:id w:val="-2129455694"/>
            <w:placeholder>
              <w:docPart w:val="A591F31A8C1340F89FA3A51DC5A3D767"/>
            </w:placeholder>
            <w:showingPlcHdr/>
            <w:text/>
          </w:sdtPr>
          <w:sdtEndPr/>
          <w:sdtContent>
            <w:tc>
              <w:tcPr>
                <w:tcW w:w="2784" w:type="pct"/>
              </w:tcPr>
              <w:p w:rsidR="00F01572" w:rsidRPr="00D17A4E" w:rsidRDefault="00F01572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01572" w:rsidTr="00013401">
        <w:trPr>
          <w:trHeight w:val="398"/>
        </w:trPr>
        <w:tc>
          <w:tcPr>
            <w:tcW w:w="2216" w:type="pct"/>
          </w:tcPr>
          <w:p w:rsidR="00F01572" w:rsidRPr="00D17A4E" w:rsidRDefault="00F01572" w:rsidP="00D51378">
            <w:pPr>
              <w:spacing w:after="120"/>
            </w:pPr>
            <w:r>
              <w:t xml:space="preserve">Open the website that shows the size of New Zealand.  </w:t>
            </w:r>
            <w:r w:rsidR="00D51378">
              <w:br/>
            </w:r>
            <w:r>
              <w:t>Copy and paste the total area</w:t>
            </w:r>
            <w:r w:rsidR="00D51378">
              <w:br/>
            </w:r>
            <w:r>
              <w:t>Close the website</w:t>
            </w:r>
          </w:p>
        </w:tc>
        <w:sdt>
          <w:sdtPr>
            <w:id w:val="1991898286"/>
            <w:placeholder>
              <w:docPart w:val="E7B4089A94844DDAB079C52E265218E4"/>
            </w:placeholder>
            <w:showingPlcHdr/>
            <w:text/>
          </w:sdtPr>
          <w:sdtEndPr/>
          <w:sdtContent>
            <w:tc>
              <w:tcPr>
                <w:tcW w:w="2784" w:type="pct"/>
              </w:tcPr>
              <w:p w:rsidR="00F01572" w:rsidRDefault="00F01572" w:rsidP="00013401">
                <w:pPr>
                  <w:spacing w:after="120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01572" w:rsidTr="00013401">
        <w:trPr>
          <w:trHeight w:val="398"/>
        </w:trPr>
        <w:tc>
          <w:tcPr>
            <w:tcW w:w="2216" w:type="pct"/>
          </w:tcPr>
          <w:p w:rsidR="00F01572" w:rsidRDefault="00F01572" w:rsidP="00013401">
            <w:pPr>
              <w:spacing w:after="120"/>
            </w:pPr>
            <w:r>
              <w:t>Copy and paste the URL of the website</w:t>
            </w:r>
          </w:p>
          <w:p w:rsidR="00F01572" w:rsidRDefault="00F01572" w:rsidP="00013401">
            <w:pPr>
              <w:spacing w:after="120"/>
            </w:pPr>
            <w:r>
              <w:t>Close the website</w:t>
            </w:r>
          </w:p>
        </w:tc>
        <w:sdt>
          <w:sdtPr>
            <w:id w:val="1776513338"/>
            <w:placeholder>
              <w:docPart w:val="6203E5AFD87044B49CA49CBDF1ECB6F4"/>
            </w:placeholder>
            <w:showingPlcHdr/>
            <w:text/>
          </w:sdtPr>
          <w:sdtEndPr/>
          <w:sdtContent>
            <w:tc>
              <w:tcPr>
                <w:tcW w:w="2784" w:type="pct"/>
              </w:tcPr>
              <w:p w:rsidR="00F01572" w:rsidRDefault="00F01572" w:rsidP="00013401">
                <w:pPr>
                  <w:spacing w:after="120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F01572" w:rsidRDefault="00F01572" w:rsidP="00F01572">
      <w:pPr>
        <w:spacing w:before="480"/>
        <w:rPr>
          <w:lang w:val="en-US"/>
        </w:rPr>
      </w:pPr>
      <w:r>
        <w:rPr>
          <w:lang w:val="en-US"/>
        </w:rPr>
        <w:t xml:space="preserve">Keywords: </w:t>
      </w:r>
      <w:proofErr w:type="gramStart"/>
      <w:r>
        <w:rPr>
          <w:lang w:val="en-US"/>
        </w:rPr>
        <w:t>christchurch</w:t>
      </w:r>
      <w:proofErr w:type="gramEnd"/>
      <w:r>
        <w:rPr>
          <w:lang w:val="en-US"/>
        </w:rPr>
        <w:t xml:space="preserve"> hotels</w:t>
      </w:r>
    </w:p>
    <w:tbl>
      <w:tblPr>
        <w:tblStyle w:val="TableGrid"/>
        <w:tblW w:w="5000" w:type="pct"/>
        <w:tblInd w:w="0" w:type="dxa"/>
        <w:tblBorders>
          <w:top w:val="single" w:sz="18" w:space="0" w:color="663300"/>
          <w:left w:val="single" w:sz="18" w:space="0" w:color="663300"/>
          <w:bottom w:val="single" w:sz="18" w:space="0" w:color="663300"/>
          <w:right w:val="single" w:sz="18" w:space="0" w:color="663300"/>
          <w:insideH w:val="single" w:sz="18" w:space="0" w:color="663300"/>
          <w:insideV w:val="single" w:sz="18" w:space="0" w:color="663300"/>
        </w:tblBorders>
        <w:tblCellMar>
          <w:top w:w="6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80"/>
        <w:gridCol w:w="5000"/>
      </w:tblGrid>
      <w:tr w:rsidR="00F01572" w:rsidTr="00013401">
        <w:trPr>
          <w:trHeight w:val="398"/>
        </w:trPr>
        <w:tc>
          <w:tcPr>
            <w:tcW w:w="2216" w:type="pct"/>
          </w:tcPr>
          <w:p w:rsidR="00F01572" w:rsidRPr="00D17A4E" w:rsidRDefault="00F01572" w:rsidP="00013401">
            <w:pPr>
              <w:spacing w:after="120" w:line="276" w:lineRule="auto"/>
            </w:pPr>
            <w:r>
              <w:t>Were the New Zealand sites listed first?</w:t>
            </w:r>
            <w:r w:rsidRPr="00D17A4E">
              <w:t xml:space="preserve"> </w:t>
            </w:r>
          </w:p>
        </w:tc>
        <w:sdt>
          <w:sdtPr>
            <w:id w:val="-1692368549"/>
            <w:placeholder>
              <w:docPart w:val="A1958F25C1384CCE92DD0C6DA37C07DE"/>
            </w:placeholder>
            <w:showingPlcHdr/>
            <w:text/>
          </w:sdtPr>
          <w:sdtEndPr/>
          <w:sdtContent>
            <w:tc>
              <w:tcPr>
                <w:tcW w:w="2784" w:type="pct"/>
              </w:tcPr>
              <w:p w:rsidR="00F01572" w:rsidRPr="00D17A4E" w:rsidRDefault="00F01572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01572" w:rsidTr="00013401">
        <w:trPr>
          <w:trHeight w:val="398"/>
        </w:trPr>
        <w:tc>
          <w:tcPr>
            <w:tcW w:w="2216" w:type="pct"/>
          </w:tcPr>
          <w:p w:rsidR="00F01572" w:rsidRDefault="00F01572" w:rsidP="00013401">
            <w:pPr>
              <w:spacing w:after="120"/>
            </w:pPr>
            <w:r>
              <w:t>Were the Ads all about New Zealand hotels?</w:t>
            </w:r>
          </w:p>
        </w:tc>
        <w:sdt>
          <w:sdtPr>
            <w:id w:val="-664863218"/>
            <w:placeholder>
              <w:docPart w:val="94AD2E16B31C44FC85657CC6AD65734E"/>
            </w:placeholder>
            <w:showingPlcHdr/>
            <w:text/>
          </w:sdtPr>
          <w:sdtEndPr/>
          <w:sdtContent>
            <w:tc>
              <w:tcPr>
                <w:tcW w:w="2784" w:type="pct"/>
              </w:tcPr>
              <w:p w:rsidR="00F01572" w:rsidRDefault="00F01572" w:rsidP="00013401">
                <w:pPr>
                  <w:spacing w:after="120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D51378" w:rsidRPr="002F3AFE" w:rsidRDefault="00D51378" w:rsidP="003E3E0A">
      <w:pPr>
        <w:spacing w:before="480"/>
        <w:rPr>
          <w:sz w:val="32"/>
          <w:lang w:val="en-US"/>
        </w:rPr>
      </w:pPr>
      <w:r w:rsidRPr="002F3AFE">
        <w:rPr>
          <w:sz w:val="32"/>
          <w:lang w:val="en-US"/>
        </w:rPr>
        <w:t xml:space="preserve">Open another tab </w:t>
      </w:r>
      <w:hyperlink r:id="rId22" w:history="1">
        <w:r w:rsidRPr="002F3AFE">
          <w:rPr>
            <w:rStyle w:val="Hyperlink"/>
            <w:sz w:val="32"/>
            <w:lang w:val="en-US"/>
          </w:rPr>
          <w:t>www.google.com</w:t>
        </w:r>
      </w:hyperlink>
      <w:r w:rsidRPr="002F3AFE">
        <w:rPr>
          <w:sz w:val="32"/>
          <w:lang w:val="en-US"/>
        </w:rPr>
        <w:t xml:space="preserve">  </w:t>
      </w:r>
    </w:p>
    <w:p w:rsidR="00D51378" w:rsidRDefault="00D51378" w:rsidP="003E3E0A">
      <w:pPr>
        <w:spacing w:before="480"/>
        <w:rPr>
          <w:lang w:val="en-US"/>
        </w:rPr>
      </w:pPr>
      <w:r>
        <w:rPr>
          <w:lang w:val="en-US"/>
        </w:rPr>
        <w:t xml:space="preserve">Keywords:    </w:t>
      </w:r>
      <w:r w:rsidRPr="00D51378">
        <w:rPr>
          <w:lang w:val="en-US"/>
        </w:rPr>
        <w:t>monstercrawler uses which search engines</w:t>
      </w:r>
    </w:p>
    <w:tbl>
      <w:tblPr>
        <w:tblStyle w:val="TableGrid"/>
        <w:tblW w:w="5000" w:type="pct"/>
        <w:tblInd w:w="0" w:type="dxa"/>
        <w:tblBorders>
          <w:top w:val="single" w:sz="18" w:space="0" w:color="663300"/>
          <w:left w:val="single" w:sz="18" w:space="0" w:color="663300"/>
          <w:bottom w:val="single" w:sz="18" w:space="0" w:color="663300"/>
          <w:right w:val="single" w:sz="18" w:space="0" w:color="663300"/>
          <w:insideH w:val="single" w:sz="18" w:space="0" w:color="663300"/>
          <w:insideV w:val="single" w:sz="18" w:space="0" w:color="663300"/>
        </w:tblBorders>
        <w:tblCellMar>
          <w:top w:w="6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80"/>
        <w:gridCol w:w="5000"/>
      </w:tblGrid>
      <w:tr w:rsidR="00D51378" w:rsidTr="00013401">
        <w:trPr>
          <w:trHeight w:val="398"/>
        </w:trPr>
        <w:tc>
          <w:tcPr>
            <w:tcW w:w="2216" w:type="pct"/>
          </w:tcPr>
          <w:p w:rsidR="00D51378" w:rsidRPr="00D17A4E" w:rsidRDefault="00D51378" w:rsidP="00013401">
            <w:pPr>
              <w:spacing w:after="120" w:line="276" w:lineRule="auto"/>
            </w:pPr>
            <w:r>
              <w:t>Which search engines does it use?</w:t>
            </w:r>
            <w:r w:rsidRPr="00D17A4E">
              <w:t xml:space="preserve"> </w:t>
            </w:r>
          </w:p>
        </w:tc>
        <w:sdt>
          <w:sdtPr>
            <w:id w:val="-1974209509"/>
            <w:placeholder>
              <w:docPart w:val="9F6CCE428B8E4A268FA5FDFA7C941EE9"/>
            </w:placeholder>
            <w:showingPlcHdr/>
            <w:text/>
          </w:sdtPr>
          <w:sdtEndPr/>
          <w:sdtContent>
            <w:tc>
              <w:tcPr>
                <w:tcW w:w="2784" w:type="pct"/>
              </w:tcPr>
              <w:p w:rsidR="00D51378" w:rsidRPr="00D17A4E" w:rsidRDefault="00D51378" w:rsidP="00013401">
                <w:pPr>
                  <w:spacing w:after="120" w:line="276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D51378" w:rsidRDefault="00D51378">
      <w:pPr>
        <w:rPr>
          <w:lang w:val="en-US"/>
        </w:rPr>
      </w:pPr>
      <w:r>
        <w:rPr>
          <w:lang w:val="en-US"/>
        </w:rPr>
        <w:br w:type="page"/>
      </w:r>
    </w:p>
    <w:p w:rsidR="009B3C39" w:rsidRDefault="009B3C39" w:rsidP="009B3C39">
      <w:pPr>
        <w:pStyle w:val="Title"/>
        <w:rPr>
          <w:lang w:val="en-US"/>
        </w:rPr>
      </w:pPr>
      <w:r>
        <w:rPr>
          <w:lang w:val="en-US"/>
        </w:rPr>
        <w:lastRenderedPageBreak/>
        <w:t>Using Google Maps and Snipping Tool</w:t>
      </w:r>
    </w:p>
    <w:p w:rsidR="00D51378" w:rsidRPr="002F3AFE" w:rsidRDefault="00CA6A56" w:rsidP="003E3E0A">
      <w:pPr>
        <w:spacing w:before="480"/>
        <w:rPr>
          <w:sz w:val="32"/>
          <w:lang w:val="en-US"/>
        </w:rPr>
      </w:pPr>
      <w:hyperlink r:id="rId23" w:history="1">
        <w:r w:rsidR="00D51378" w:rsidRPr="002F3AFE">
          <w:rPr>
            <w:rStyle w:val="Hyperlink"/>
            <w:sz w:val="32"/>
            <w:lang w:val="en-US"/>
          </w:rPr>
          <w:t>www.google.co.nz</w:t>
        </w:r>
      </w:hyperlink>
      <w:r w:rsidR="00D51378" w:rsidRPr="002F3AFE">
        <w:rPr>
          <w:sz w:val="32"/>
          <w:lang w:val="en-US"/>
        </w:rPr>
        <w:t xml:space="preserve"> </w:t>
      </w:r>
    </w:p>
    <w:p w:rsidR="00D51378" w:rsidRDefault="00D51378" w:rsidP="009B3C39">
      <w:pPr>
        <w:rPr>
          <w:lang w:val="en-US"/>
        </w:rPr>
      </w:pPr>
      <w:r>
        <w:rPr>
          <w:lang w:val="en-US"/>
        </w:rPr>
        <w:t>Change to Maps</w:t>
      </w:r>
      <w:r w:rsidR="009B3C39">
        <w:rPr>
          <w:lang w:val="en-US"/>
        </w:rPr>
        <w:t xml:space="preserve">.   </w:t>
      </w:r>
      <w:r>
        <w:rPr>
          <w:lang w:val="en-US"/>
        </w:rPr>
        <w:t>Find a map of New Zealand</w:t>
      </w:r>
      <w:r w:rsidR="009B3C39">
        <w:rPr>
          <w:lang w:val="en-US"/>
        </w:rPr>
        <w:t xml:space="preserve">.  </w:t>
      </w:r>
      <w:r>
        <w:rPr>
          <w:lang w:val="en-US"/>
        </w:rPr>
        <w:t>Refine/enlarge to show Napier</w:t>
      </w:r>
    </w:p>
    <w:p w:rsidR="002F3AFE" w:rsidRDefault="002F3AFE" w:rsidP="009B3C39">
      <w:pPr>
        <w:rPr>
          <w:lang w:val="en-US"/>
        </w:rPr>
      </w:pPr>
    </w:p>
    <w:p w:rsidR="002F3AFE" w:rsidRDefault="002F3AFE" w:rsidP="002F3AFE">
      <w:pPr>
        <w:pStyle w:val="Heading1"/>
        <w:rPr>
          <w:lang w:val="en-US"/>
        </w:rPr>
      </w:pPr>
      <w:r>
        <w:rPr>
          <w:lang w:val="en-US"/>
        </w:rPr>
        <w:t>Snipping Tool</w:t>
      </w:r>
    </w:p>
    <w:p w:rsidR="00D51378" w:rsidRDefault="009B3C39" w:rsidP="009B3C39">
      <w:pPr>
        <w:rPr>
          <w:lang w:val="en-US"/>
        </w:rPr>
      </w:pPr>
      <w:r w:rsidRPr="009B3C39">
        <w:rPr>
          <w:rFonts w:ascii="Wingdings" w:hAnsi="Wingdings" w:cs="Arial"/>
          <w:lang w:val="en-US"/>
        </w:rPr>
        <w:t></w:t>
      </w:r>
      <w:r w:rsidRPr="009B3C39">
        <w:rPr>
          <w:rFonts w:ascii="Arial" w:hAnsi="Arial" w:cs="Arial"/>
          <w:lang w:val="en-US"/>
        </w:rPr>
        <w:t xml:space="preserve"> </w:t>
      </w:r>
      <w:proofErr w:type="gramStart"/>
      <w:r w:rsidRPr="009B3C39">
        <w:rPr>
          <w:lang w:val="en-US"/>
        </w:rPr>
        <w:t>on</w:t>
      </w:r>
      <w:proofErr w:type="gramEnd"/>
      <w:r w:rsidRPr="009B3C39">
        <w:rPr>
          <w:lang w:val="en-US"/>
        </w:rPr>
        <w:t xml:space="preserve"> </w:t>
      </w:r>
      <w:r>
        <w:rPr>
          <w:noProof/>
          <w:lang w:eastAsia="en-NZ"/>
        </w:rPr>
        <w:drawing>
          <wp:inline distT="0" distB="0" distL="0" distR="0" wp14:anchorId="4243FA74" wp14:editId="28B38DD9">
            <wp:extent cx="342857" cy="257143"/>
            <wp:effectExtent l="0" t="0" r="63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42857" cy="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="00D51378">
        <w:rPr>
          <w:lang w:val="en-US"/>
        </w:rPr>
        <w:t xml:space="preserve">Open the </w:t>
      </w:r>
      <w:r>
        <w:rPr>
          <w:noProof/>
          <w:lang w:eastAsia="en-NZ"/>
        </w:rPr>
        <w:drawing>
          <wp:inline distT="0" distB="0" distL="0" distR="0" wp14:anchorId="78E2B9A5" wp14:editId="78799173">
            <wp:extent cx="1476190" cy="285714"/>
            <wp:effectExtent l="0" t="0" r="0" b="63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76190" cy="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1378">
        <w:rPr>
          <w:lang w:val="en-US"/>
        </w:rPr>
        <w:t xml:space="preserve">, </w:t>
      </w:r>
      <w:r>
        <w:rPr>
          <w:noProof/>
          <w:lang w:eastAsia="en-NZ"/>
        </w:rPr>
        <w:drawing>
          <wp:inline distT="0" distB="0" distL="0" distR="0" wp14:anchorId="7BB352C7" wp14:editId="0BBF78EB">
            <wp:extent cx="1114286" cy="266667"/>
            <wp:effectExtent l="0" t="0" r="0" b="63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1378">
        <w:rPr>
          <w:lang w:val="en-US"/>
        </w:rPr>
        <w:t>.</w:t>
      </w:r>
      <w:r>
        <w:rPr>
          <w:lang w:val="en-US"/>
        </w:rPr>
        <w:t xml:space="preserve">.  </w:t>
      </w:r>
      <w:r>
        <w:rPr>
          <w:lang w:val="en-US"/>
        </w:rPr>
        <w:br/>
        <w:t xml:space="preserve">Take </w:t>
      </w:r>
      <w:proofErr w:type="gramStart"/>
      <w:r>
        <w:rPr>
          <w:lang w:val="en-US"/>
        </w:rPr>
        <w:t xml:space="preserve">a </w:t>
      </w:r>
      <w:r>
        <w:rPr>
          <w:noProof/>
          <w:lang w:eastAsia="en-NZ"/>
        </w:rPr>
        <w:drawing>
          <wp:inline distT="0" distB="0" distL="0" distR="0" wp14:anchorId="55C7D3DD" wp14:editId="6E17B740">
            <wp:extent cx="1516529" cy="1083235"/>
            <wp:effectExtent l="0" t="0" r="7620" b="317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6939" cy="1090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which</w:t>
      </w:r>
      <w:proofErr w:type="gramEnd"/>
      <w:r>
        <w:rPr>
          <w:lang w:val="en-US"/>
        </w:rPr>
        <w:t xml:space="preserve"> shows from the Hawkes Bay Airport down to the National Aquarium of New Zealand.  </w:t>
      </w:r>
      <w:r>
        <w:rPr>
          <w:lang w:val="en-US"/>
        </w:rPr>
        <w:br/>
      </w:r>
      <w:r w:rsidRPr="009B3C39">
        <w:rPr>
          <w:rFonts w:asciiTheme="minorHAnsi" w:eastAsiaTheme="minorEastAsia" w:hAnsiTheme="minorHAnsi" w:cstheme="minorBidi"/>
          <w:noProof/>
          <w:lang w:eastAsia="en-NZ"/>
        </w:rPr>
        <w:drawing>
          <wp:inline distT="0" distB="0" distL="0" distR="0" wp14:anchorId="1EDDF6A8" wp14:editId="444C4DCB">
            <wp:extent cx="609600" cy="304800"/>
            <wp:effectExtent l="0" t="0" r="0" b="0"/>
            <wp:docPr id="15" name="Picture 15" descr="H:\2013 workbooks\extracted 111\word\media\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:\2013 workbooks\extracted 111\word\media\image29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>+</w:t>
      </w:r>
      <w:r w:rsidRPr="009B3C39">
        <w:rPr>
          <w:rFonts w:asciiTheme="minorHAnsi" w:eastAsiaTheme="minorEastAsia" w:hAnsiTheme="minorHAnsi" w:cstheme="minorBidi"/>
          <w:noProof/>
          <w:lang w:eastAsia="en-NZ"/>
        </w:rPr>
        <w:drawing>
          <wp:inline distT="0" distB="0" distL="0" distR="0" wp14:anchorId="3E513884" wp14:editId="4CF1FCA4">
            <wp:extent cx="252000" cy="252000"/>
            <wp:effectExtent l="0" t="0" r="0" b="0"/>
            <wp:docPr id="181" name="Picture 181" descr="C:\Users\gayr\AppData\Local\Temp\SNAGHTML9c62a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Users\gayr\AppData\Local\Temp\SNAGHTML9c62ade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.  Go back to your document.  </w:t>
      </w:r>
      <w:r w:rsidRPr="009B3C39">
        <w:rPr>
          <w:rFonts w:asciiTheme="minorHAnsi" w:eastAsiaTheme="minorEastAsia" w:hAnsiTheme="minorHAnsi" w:cstheme="minorBidi"/>
          <w:noProof/>
          <w:lang w:eastAsia="en-NZ"/>
        </w:rPr>
        <w:drawing>
          <wp:inline distT="0" distB="0" distL="0" distR="0" wp14:anchorId="7A75ED80" wp14:editId="1925441C">
            <wp:extent cx="609600" cy="304800"/>
            <wp:effectExtent l="0" t="0" r="0" b="0"/>
            <wp:docPr id="16" name="Picture 16" descr="H:\2013 workbooks\extracted 111\word\media\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:\2013 workbooks\extracted 111\word\media\image29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>+</w:t>
      </w:r>
      <w:r w:rsidRPr="009B3C39">
        <w:rPr>
          <w:rFonts w:asciiTheme="minorHAnsi" w:eastAsiaTheme="minorEastAsia" w:hAnsiTheme="minorHAnsi" w:cstheme="minorBidi"/>
          <w:noProof/>
          <w:lang w:eastAsia="en-NZ"/>
        </w:rPr>
        <w:drawing>
          <wp:inline distT="0" distB="0" distL="0" distR="0" wp14:anchorId="45B29C58" wp14:editId="7024C251">
            <wp:extent cx="252000" cy="252000"/>
            <wp:effectExtent l="0" t="0" r="0" b="0"/>
            <wp:docPr id="180" name="Picture 180" descr="C:\Users\gayr\AppData\Local\Temp\SNAGHTML9c4b3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Users\gayr\AppData\Local\Temp\SNAGHTML9c4b342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into</w:t>
      </w:r>
      <w:proofErr w:type="gramEnd"/>
      <w:r>
        <w:rPr>
          <w:lang w:val="en-US"/>
        </w:rPr>
        <w:t xml:space="preserve"> picture box below</w:t>
      </w:r>
    </w:p>
    <w:sdt>
      <w:sdtPr>
        <w:rPr>
          <w:noProof/>
        </w:rPr>
        <w:id w:val="-1786187302"/>
        <w:showingPlcHdr/>
        <w:picture/>
      </w:sdtPr>
      <w:sdtEndPr/>
      <w:sdtContent>
        <w:p w:rsidR="00CB1F53" w:rsidRDefault="009B3C39" w:rsidP="00DC7CA2">
          <w:pPr>
            <w:spacing w:before="480"/>
            <w:jc w:val="center"/>
            <w:rPr>
              <w:noProof/>
            </w:rPr>
          </w:pPr>
          <w:r>
            <w:rPr>
              <w:noProof/>
              <w:lang w:eastAsia="en-NZ"/>
            </w:rPr>
            <w:drawing>
              <wp:inline distT="0" distB="0" distL="0" distR="0">
                <wp:extent cx="3564676" cy="3564676"/>
                <wp:effectExtent l="0" t="0" r="0" b="0"/>
                <wp:docPr id="1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74960" cy="3574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CB1F53" w:rsidRDefault="00CB1F53">
      <w:pPr>
        <w:rPr>
          <w:noProof/>
        </w:rPr>
      </w:pPr>
      <w:r>
        <w:rPr>
          <w:noProof/>
        </w:rPr>
        <w:br w:type="page"/>
      </w:r>
    </w:p>
    <w:p w:rsidR="00CB1F53" w:rsidRDefault="00DE2F6F" w:rsidP="00DE2F6F">
      <w:pPr>
        <w:pStyle w:val="Title"/>
        <w:rPr>
          <w:noProof/>
        </w:rPr>
      </w:pPr>
      <w:r>
        <w:rPr>
          <w:noProof/>
        </w:rPr>
        <w:lastRenderedPageBreak/>
        <w:t>Using metacrawlers or search engines</w:t>
      </w:r>
    </w:p>
    <w:p w:rsidR="00DE2F6F" w:rsidRDefault="00DE2F6F" w:rsidP="00DE2F6F">
      <w:r>
        <w:t>Complete the following searches:</w:t>
      </w:r>
    </w:p>
    <w:tbl>
      <w:tblPr>
        <w:tblStyle w:val="TableGrid"/>
        <w:tblW w:w="5000" w:type="pct"/>
        <w:tblInd w:w="0" w:type="dxa"/>
        <w:tblCellMar>
          <w:top w:w="106" w:type="dxa"/>
          <w:left w:w="108" w:type="dxa"/>
          <w:right w:w="72" w:type="dxa"/>
        </w:tblCellMar>
        <w:tblLook w:val="04A0" w:firstRow="1" w:lastRow="0" w:firstColumn="1" w:lastColumn="0" w:noHBand="0" w:noVBand="1"/>
      </w:tblPr>
      <w:tblGrid>
        <w:gridCol w:w="5565"/>
        <w:gridCol w:w="3451"/>
      </w:tblGrid>
      <w:tr w:rsidR="00DE2F6F" w:rsidRPr="00DE2F6F" w:rsidTr="00DE2F6F">
        <w:trPr>
          <w:trHeight w:val="518"/>
        </w:trPr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DE2F6F" w:rsidP="00DE2F6F">
            <w:r w:rsidRPr="00DE2F6F">
              <w:t xml:space="preserve">Who was New Zealand’s first Prime Minister? 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DE2F6F" w:rsidP="00DE2F6F">
            <w:r w:rsidRPr="00DE2F6F">
              <w:t xml:space="preserve"> </w:t>
            </w:r>
            <w:sdt>
              <w:sdtPr>
                <w:id w:val="13584164"/>
                <w:placeholder>
                  <w:docPart w:val="34E10508BC09453C941C0FE13796197E"/>
                </w:placeholder>
                <w:showingPlcHdr/>
                <w:text/>
              </w:sdtPr>
              <w:sdtEndPr/>
              <w:sdtContent>
                <w:r w:rsidRPr="00BD4D89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DE2F6F" w:rsidRPr="00DE2F6F" w:rsidTr="00DE2F6F">
        <w:trPr>
          <w:trHeight w:val="518"/>
        </w:trPr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DE2F6F" w:rsidP="00DE2F6F">
            <w:r w:rsidRPr="00DE2F6F">
              <w:t xml:space="preserve">What days and times is the Louvre art gallery open? 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DE2F6F" w:rsidP="00DE2F6F">
            <w:r w:rsidRPr="00DE2F6F">
              <w:t xml:space="preserve"> </w:t>
            </w:r>
            <w:sdt>
              <w:sdtPr>
                <w:id w:val="400406127"/>
                <w:placeholder>
                  <w:docPart w:val="B8B891FDECE94FF880487091FCBD1B33"/>
                </w:placeholder>
                <w:showingPlcHdr/>
                <w:text/>
              </w:sdtPr>
              <w:sdtEndPr/>
              <w:sdtContent>
                <w:r w:rsidRPr="00BD4D89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DE2F6F" w:rsidRPr="00DE2F6F" w:rsidTr="00DE2F6F">
        <w:trPr>
          <w:trHeight w:val="667"/>
        </w:trPr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DE2F6F" w:rsidP="00DE2F6F">
            <w:r>
              <w:t>Do</w:t>
            </w:r>
            <w:r w:rsidRPr="00DE2F6F">
              <w:t xml:space="preserve"> the All Blacks have their own </w:t>
            </w:r>
            <w:proofErr w:type="gramStart"/>
            <w:r w:rsidRPr="00DE2F6F">
              <w:t>website.</w:t>
            </w:r>
            <w:proofErr w:type="gramEnd"/>
            <w:r w:rsidRPr="00DE2F6F">
              <w:t xml:space="preserve"> 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DE2F6F" w:rsidP="00DE2F6F">
            <w:r w:rsidRPr="00DE2F6F">
              <w:t xml:space="preserve"> </w:t>
            </w:r>
            <w:sdt>
              <w:sdtPr>
                <w:id w:val="867949528"/>
                <w:placeholder>
                  <w:docPart w:val="82BF5D3B482B4F1DA0B1D110BAD7870C"/>
                </w:placeholder>
                <w:showingPlcHdr/>
                <w:text/>
              </w:sdtPr>
              <w:sdtEndPr/>
              <w:sdtContent>
                <w:r w:rsidRPr="00BD4D89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:rsidR="00206ECC" w:rsidRDefault="00206ECC" w:rsidP="00DC7CA2"/>
    <w:tbl>
      <w:tblPr>
        <w:tblStyle w:val="TableGrid"/>
        <w:tblW w:w="5000" w:type="pct"/>
        <w:tblInd w:w="0" w:type="dxa"/>
        <w:tblCellMar>
          <w:top w:w="106" w:type="dxa"/>
          <w:left w:w="108" w:type="dxa"/>
          <w:right w:w="72" w:type="dxa"/>
        </w:tblCellMar>
        <w:tblLook w:val="04A0" w:firstRow="1" w:lastRow="0" w:firstColumn="1" w:lastColumn="0" w:noHBand="0" w:noVBand="1"/>
      </w:tblPr>
      <w:tblGrid>
        <w:gridCol w:w="5565"/>
        <w:gridCol w:w="3451"/>
      </w:tblGrid>
      <w:tr w:rsidR="00DE2F6F" w:rsidRPr="00DE2F6F" w:rsidTr="00DE2F6F">
        <w:trPr>
          <w:trHeight w:val="668"/>
        </w:trPr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DE2F6F" w:rsidP="00DE2F6F">
            <w:r w:rsidRPr="00DE2F6F">
              <w:t>How many Australian Dollars would you get if you exchanged $1</w:t>
            </w:r>
            <w:r>
              <w:t>,</w:t>
            </w:r>
            <w:r w:rsidRPr="00DE2F6F">
              <w:t xml:space="preserve">000 New Zealand Dollars? </w:t>
            </w:r>
            <w:r>
              <w:br/>
              <w:t>Hint:  find a currency converter first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DE2F6F" w:rsidP="00DE2F6F">
            <w:r w:rsidRPr="00DE2F6F">
              <w:t xml:space="preserve"> </w:t>
            </w:r>
            <w:sdt>
              <w:sdtPr>
                <w:id w:val="-1901041900"/>
                <w:placeholder>
                  <w:docPart w:val="F960AFB094724D7BA513E15C1E690726"/>
                </w:placeholder>
                <w:showingPlcHdr/>
                <w:text/>
              </w:sdtPr>
              <w:sdtEndPr/>
              <w:sdtContent>
                <w:r w:rsidRPr="00BD4D89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DE2F6F" w:rsidRPr="00DE2F6F" w:rsidTr="00DE2F6F">
        <w:trPr>
          <w:trHeight w:val="518"/>
        </w:trPr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DE2F6F" w:rsidP="00DE2F6F">
            <w:r w:rsidRPr="00DE2F6F">
              <w:t xml:space="preserve">Convert 29 inches into millimetres. 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DE2F6F" w:rsidP="00DE2F6F">
            <w:r w:rsidRPr="00DE2F6F">
              <w:t xml:space="preserve"> </w:t>
            </w:r>
            <w:sdt>
              <w:sdtPr>
                <w:id w:val="-1976055786"/>
                <w:placeholder>
                  <w:docPart w:val="A6C67DBB20C341368E5EF757CC52EA87"/>
                </w:placeholder>
                <w:showingPlcHdr/>
                <w:text/>
              </w:sdtPr>
              <w:sdtEndPr/>
              <w:sdtContent>
                <w:r w:rsidRPr="00BD4D89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:rsidR="00206ECC" w:rsidRDefault="00206ECC"/>
    <w:tbl>
      <w:tblPr>
        <w:tblStyle w:val="TableGrid"/>
        <w:tblW w:w="5000" w:type="pct"/>
        <w:tblInd w:w="0" w:type="dxa"/>
        <w:tblCellMar>
          <w:top w:w="106" w:type="dxa"/>
          <w:left w:w="108" w:type="dxa"/>
          <w:right w:w="72" w:type="dxa"/>
        </w:tblCellMar>
        <w:tblLook w:val="04A0" w:firstRow="1" w:lastRow="0" w:firstColumn="1" w:lastColumn="0" w:noHBand="0" w:noVBand="1"/>
      </w:tblPr>
      <w:tblGrid>
        <w:gridCol w:w="5565"/>
        <w:gridCol w:w="3451"/>
      </w:tblGrid>
      <w:tr w:rsidR="00DE2F6F" w:rsidRPr="00DE2F6F" w:rsidTr="00DE2F6F">
        <w:trPr>
          <w:trHeight w:val="667"/>
        </w:trPr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DE2F6F" w:rsidP="00DE2F6F">
            <w:r w:rsidRPr="00DE2F6F">
              <w:t xml:space="preserve">How many properties are for sale with </w:t>
            </w:r>
            <w:r>
              <w:t>Tremains Real Estate</w:t>
            </w:r>
            <w:r w:rsidRPr="00DE2F6F">
              <w:t xml:space="preserve"> in the </w:t>
            </w:r>
            <w:r>
              <w:t>Poraiti</w:t>
            </w:r>
            <w:r w:rsidRPr="00DE2F6F">
              <w:t xml:space="preserve"> area of </w:t>
            </w:r>
            <w:r>
              <w:t>Napier</w:t>
            </w:r>
            <w:r w:rsidRPr="00DE2F6F">
              <w:t xml:space="preserve">? </w:t>
            </w:r>
            <w:r>
              <w:t>Include the date in your answer.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DE2F6F" w:rsidP="00DE2F6F">
            <w:r w:rsidRPr="00DE2F6F">
              <w:t xml:space="preserve"> </w:t>
            </w:r>
            <w:sdt>
              <w:sdtPr>
                <w:id w:val="-1223524007"/>
                <w:placeholder>
                  <w:docPart w:val="92EF5453E8E94226A3E948FC6759634B"/>
                </w:placeholder>
                <w:showingPlcHdr/>
                <w:text/>
              </w:sdtPr>
              <w:sdtEndPr/>
              <w:sdtContent>
                <w:r w:rsidRPr="00BD4D89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DE2F6F" w:rsidRPr="00DE2F6F" w:rsidTr="00DE2F6F">
        <w:trPr>
          <w:trHeight w:val="936"/>
        </w:trPr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DE2F6F" w:rsidP="00DE2F6F">
            <w:r w:rsidRPr="00DE2F6F">
              <w:t xml:space="preserve">How much would it cost per night for two people to stay in a standard cabin at </w:t>
            </w:r>
            <w:r>
              <w:t>Kennedy Park Resort</w:t>
            </w:r>
            <w:r w:rsidRPr="00DE2F6F">
              <w:t xml:space="preserve"> in </w:t>
            </w:r>
            <w:r>
              <w:t>Napier</w:t>
            </w:r>
            <w:r w:rsidRPr="00DE2F6F">
              <w:t xml:space="preserve">? 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DE2F6F" w:rsidP="00DE2F6F">
            <w:r w:rsidRPr="00DE2F6F">
              <w:t xml:space="preserve"> </w:t>
            </w:r>
            <w:sdt>
              <w:sdtPr>
                <w:id w:val="-1482220400"/>
                <w:placeholder>
                  <w:docPart w:val="F9D07912017B4524BE3363875783F548"/>
                </w:placeholder>
                <w:showingPlcHdr/>
                <w:text/>
              </w:sdtPr>
              <w:sdtEndPr/>
              <w:sdtContent>
                <w:r w:rsidR="00F658CD" w:rsidRPr="00BD4D89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DE2F6F" w:rsidRPr="00DE2F6F" w:rsidTr="00DE2F6F">
        <w:trPr>
          <w:trHeight w:val="934"/>
        </w:trPr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F658CD" w:rsidP="00DE2F6F">
            <w:r>
              <w:t>Find a promotion or deal that would be great for your family at Pak’n Save, Napier.  List the product, the price and the date you found the deal.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DE2F6F" w:rsidP="00DE2F6F">
            <w:r w:rsidRPr="00DE2F6F">
              <w:t xml:space="preserve"> </w:t>
            </w:r>
            <w:sdt>
              <w:sdtPr>
                <w:id w:val="-1894422074"/>
                <w:placeholder>
                  <w:docPart w:val="CB810547375F4405BFBB8D3DBC964F7C"/>
                </w:placeholder>
                <w:showingPlcHdr/>
                <w:text/>
              </w:sdtPr>
              <w:sdtEndPr/>
              <w:sdtContent>
                <w:r w:rsidR="00F658CD" w:rsidRPr="00BD4D89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:rsidR="00206ECC" w:rsidRDefault="00206ECC"/>
    <w:tbl>
      <w:tblPr>
        <w:tblStyle w:val="TableGrid"/>
        <w:tblW w:w="5000" w:type="pct"/>
        <w:tblInd w:w="0" w:type="dxa"/>
        <w:tblCellMar>
          <w:top w:w="106" w:type="dxa"/>
          <w:left w:w="108" w:type="dxa"/>
          <w:right w:w="72" w:type="dxa"/>
        </w:tblCellMar>
        <w:tblLook w:val="04A0" w:firstRow="1" w:lastRow="0" w:firstColumn="1" w:lastColumn="0" w:noHBand="0" w:noVBand="1"/>
      </w:tblPr>
      <w:tblGrid>
        <w:gridCol w:w="5565"/>
        <w:gridCol w:w="3451"/>
      </w:tblGrid>
      <w:tr w:rsidR="00DE2F6F" w:rsidRPr="00DE2F6F" w:rsidTr="00DE2F6F">
        <w:trPr>
          <w:trHeight w:val="667"/>
        </w:trPr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DE2F6F" w:rsidP="00DE2F6F">
            <w:r w:rsidRPr="00DE2F6F">
              <w:t>What time(s) will the International Space Station fly over Christchurch today</w:t>
            </w:r>
            <w:r w:rsidR="00F658CD">
              <w:t xml:space="preserve"> or tomorrow</w:t>
            </w:r>
            <w:r w:rsidRPr="00DE2F6F">
              <w:t xml:space="preserve">? </w:t>
            </w:r>
            <w:r w:rsidR="00F658CD">
              <w:br/>
              <w:t xml:space="preserve">Copy the information re date and time, and paste 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DE2F6F" w:rsidP="00F658CD">
            <w:r w:rsidRPr="00DE2F6F">
              <w:t xml:space="preserve"> </w:t>
            </w:r>
            <w:sdt>
              <w:sdtPr>
                <w:id w:val="-1228600698"/>
                <w:placeholder>
                  <w:docPart w:val="A3FFDBCAB57E4F0EAA91BE87D1AB092A"/>
                </w:placeholder>
                <w:showingPlcHdr/>
                <w:text/>
              </w:sdtPr>
              <w:sdtEndPr/>
              <w:sdtContent>
                <w:r w:rsidR="00F658CD" w:rsidRPr="00BD4D89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:rsidR="00206ECC" w:rsidRDefault="00206ECC"/>
    <w:tbl>
      <w:tblPr>
        <w:tblStyle w:val="TableGrid"/>
        <w:tblW w:w="5000" w:type="pct"/>
        <w:tblInd w:w="0" w:type="dxa"/>
        <w:tblCellMar>
          <w:top w:w="106" w:type="dxa"/>
          <w:left w:w="108" w:type="dxa"/>
          <w:right w:w="72" w:type="dxa"/>
        </w:tblCellMar>
        <w:tblLook w:val="04A0" w:firstRow="1" w:lastRow="0" w:firstColumn="1" w:lastColumn="0" w:noHBand="0" w:noVBand="1"/>
      </w:tblPr>
      <w:tblGrid>
        <w:gridCol w:w="5565"/>
        <w:gridCol w:w="3451"/>
      </w:tblGrid>
      <w:tr w:rsidR="00DE2F6F" w:rsidRPr="00DE2F6F" w:rsidTr="00DE2F6F">
        <w:trPr>
          <w:trHeight w:val="667"/>
        </w:trPr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DE2F6F" w:rsidP="00F658CD">
            <w:r w:rsidRPr="00DE2F6F">
              <w:t>How much will it cost to fly</w:t>
            </w:r>
            <w:r w:rsidR="00487DAD">
              <w:t xml:space="preserve"> (seat only)</w:t>
            </w:r>
            <w:r w:rsidRPr="00DE2F6F">
              <w:t xml:space="preserve"> from </w:t>
            </w:r>
            <w:r w:rsidR="00F658CD">
              <w:t>Dunedin</w:t>
            </w:r>
            <w:r w:rsidRPr="00DE2F6F">
              <w:t xml:space="preserve"> to Auckland next Friday morning</w:t>
            </w:r>
            <w:r w:rsidR="00F658CD">
              <w:t xml:space="preserve"> with Air New Zealand</w:t>
            </w:r>
            <w:r w:rsidRPr="00DE2F6F">
              <w:t xml:space="preserve">?  </w:t>
            </w:r>
            <w:r w:rsidR="00487DAD">
              <w:br/>
              <w:t>Include Departure time and cost in your answer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DE2F6F" w:rsidP="00DE2F6F">
            <w:r w:rsidRPr="00DE2F6F">
              <w:t xml:space="preserve"> </w:t>
            </w:r>
            <w:sdt>
              <w:sdtPr>
                <w:id w:val="-43139574"/>
                <w:placeholder>
                  <w:docPart w:val="1FB284469E114EA7A08D4D5FC03E2ED0"/>
                </w:placeholder>
                <w:showingPlcHdr/>
                <w:text/>
              </w:sdtPr>
              <w:sdtEndPr/>
              <w:sdtContent>
                <w:r w:rsidR="00F658CD" w:rsidRPr="00BD4D89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:rsidR="00206ECC" w:rsidRDefault="00206ECC"/>
    <w:tbl>
      <w:tblPr>
        <w:tblStyle w:val="TableGrid"/>
        <w:tblW w:w="5000" w:type="pct"/>
        <w:tblInd w:w="0" w:type="dxa"/>
        <w:tblCellMar>
          <w:top w:w="106" w:type="dxa"/>
          <w:left w:w="108" w:type="dxa"/>
          <w:right w:w="72" w:type="dxa"/>
        </w:tblCellMar>
        <w:tblLook w:val="04A0" w:firstRow="1" w:lastRow="0" w:firstColumn="1" w:lastColumn="0" w:noHBand="0" w:noVBand="1"/>
      </w:tblPr>
      <w:tblGrid>
        <w:gridCol w:w="5565"/>
        <w:gridCol w:w="3451"/>
      </w:tblGrid>
      <w:tr w:rsidR="00DE2F6F" w:rsidRPr="00DE2F6F" w:rsidTr="00206ECC">
        <w:trPr>
          <w:trHeight w:val="2210"/>
        </w:trPr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DE2F6F" w:rsidP="00DE2F6F">
            <w:r w:rsidRPr="00DE2F6F">
              <w:lastRenderedPageBreak/>
              <w:t>Use a search engine (maybe Bing</w:t>
            </w:r>
            <w:r w:rsidR="00206ECC">
              <w:t xml:space="preserve"> </w:t>
            </w:r>
            <w:r w:rsidR="00206ECC">
              <w:rPr>
                <w:noProof/>
              </w:rPr>
              <w:drawing>
                <wp:inline distT="0" distB="0" distL="0" distR="0" wp14:anchorId="38AAE6A5" wp14:editId="6EE896D3">
                  <wp:extent cx="466667" cy="400000"/>
                  <wp:effectExtent l="0" t="0" r="0" b="63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667" cy="4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E2F6F">
              <w:t xml:space="preserve">) to translate </w:t>
            </w:r>
          </w:p>
          <w:p w:rsidR="00DE2F6F" w:rsidRPr="00DE2F6F" w:rsidRDefault="00DE2F6F" w:rsidP="00DE2F6F">
            <w:r w:rsidRPr="00DE2F6F">
              <w:t xml:space="preserve">“Welcome to Computing for Free” into German, Russian and one other language of your choice. 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4F5" w:rsidRPr="00DE2F6F" w:rsidRDefault="00DE2F6F" w:rsidP="00206ECC">
            <w:r w:rsidRPr="00DE2F6F">
              <w:t xml:space="preserve"> </w:t>
            </w:r>
            <w:sdt>
              <w:sdtPr>
                <w:alias w:val="German translation"/>
                <w:tag w:val="German translation"/>
                <w:id w:val="-1357183128"/>
                <w:placeholder>
                  <w:docPart w:val="4551F4BDF0FD4661BA5474565D1484F2"/>
                </w:placeholder>
                <w:text w:multiLine="1"/>
              </w:sdtPr>
              <w:sdtEndPr/>
              <w:sdtContent>
                <w:r w:rsidR="00206ECC">
                  <w:t xml:space="preserve">German: </w:t>
                </w:r>
                <w:r w:rsidR="00D474F5">
                  <w:br/>
                </w:r>
              </w:sdtContent>
            </w:sdt>
            <w:r w:rsidR="00D474F5">
              <w:br/>
            </w:r>
            <w:sdt>
              <w:sdtPr>
                <w:alias w:val="Russian translation"/>
                <w:tag w:val="Russian translation"/>
                <w:id w:val="-1007445956"/>
                <w:placeholder>
                  <w:docPart w:val="FE64B725474249F788021D2324CCEA97"/>
                </w:placeholder>
                <w:text w:multiLine="1"/>
              </w:sdtPr>
              <w:sdtEndPr/>
              <w:sdtContent>
                <w:r w:rsidR="00206ECC">
                  <w:t xml:space="preserve">Russian: </w:t>
                </w:r>
                <w:r w:rsidR="00D474F5">
                  <w:br/>
                </w:r>
              </w:sdtContent>
            </w:sdt>
            <w:r w:rsidR="00D474F5">
              <w:br/>
              <w:t xml:space="preserve"> </w:t>
            </w:r>
            <w:sdt>
              <w:sdtPr>
                <w:alias w:val="Other translation choice"/>
                <w:tag w:val="Other translation choice"/>
                <w:id w:val="-521860790"/>
                <w:placeholder>
                  <w:docPart w:val="C23E65F448734165BF4AEFE2180A1F42"/>
                </w:placeholder>
                <w:text/>
              </w:sdtPr>
              <w:sdtEndPr/>
              <w:sdtContent>
                <w:r w:rsidR="00206ECC">
                  <w:t xml:space="preserve">My language: </w:t>
                </w:r>
              </w:sdtContent>
            </w:sdt>
            <w:r w:rsidR="00D474F5">
              <w:br/>
            </w:r>
            <w:r w:rsidR="00D474F5">
              <w:br/>
            </w:r>
            <w:sdt>
              <w:sdtPr>
                <w:alias w:val="Other translation"/>
                <w:tag w:val="Other translation"/>
                <w:id w:val="721716629"/>
                <w:placeholder>
                  <w:docPart w:val="CEC3791004E04FEEAF16B0F57C50AD87"/>
                </w:placeholder>
                <w:text w:multiLine="1"/>
              </w:sdtPr>
              <w:sdtEndPr/>
              <w:sdtContent>
                <w:r w:rsidR="00206ECC">
                  <w:t xml:space="preserve">My translation: </w:t>
                </w:r>
                <w:r w:rsidR="00D474F5">
                  <w:br/>
                </w:r>
              </w:sdtContent>
            </w:sdt>
          </w:p>
        </w:tc>
      </w:tr>
    </w:tbl>
    <w:p w:rsidR="00206ECC" w:rsidRDefault="00206ECC"/>
    <w:tbl>
      <w:tblPr>
        <w:tblStyle w:val="TableGrid"/>
        <w:tblW w:w="5000" w:type="pct"/>
        <w:tblInd w:w="0" w:type="dxa"/>
        <w:tblCellMar>
          <w:top w:w="106" w:type="dxa"/>
          <w:left w:w="108" w:type="dxa"/>
          <w:right w:w="72" w:type="dxa"/>
        </w:tblCellMar>
        <w:tblLook w:val="04A0" w:firstRow="1" w:lastRow="0" w:firstColumn="1" w:lastColumn="0" w:noHBand="0" w:noVBand="1"/>
      </w:tblPr>
      <w:tblGrid>
        <w:gridCol w:w="5565"/>
        <w:gridCol w:w="3451"/>
      </w:tblGrid>
      <w:tr w:rsidR="00DE2F6F" w:rsidRPr="00DE2F6F" w:rsidTr="00DE2F6F">
        <w:trPr>
          <w:trHeight w:val="518"/>
        </w:trPr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DE2F6F" w:rsidP="00DE2F6F">
            <w:r w:rsidRPr="00DE2F6F">
              <w:t xml:space="preserve">How does a laser printer work? 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DE2F6F" w:rsidP="00DE2F6F">
            <w:r w:rsidRPr="00DE2F6F">
              <w:t xml:space="preserve"> </w:t>
            </w:r>
            <w:sdt>
              <w:sdtPr>
                <w:id w:val="1249766297"/>
                <w:placeholder>
                  <w:docPart w:val="6EB710BF352B4CC697919CAE7E0D4E13"/>
                </w:placeholder>
                <w:showingPlcHdr/>
                <w:text/>
              </w:sdtPr>
              <w:sdtEndPr/>
              <w:sdtContent>
                <w:r w:rsidR="00F658CD" w:rsidRPr="00BD4D89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:rsidR="00206ECC" w:rsidRDefault="00206ECC"/>
    <w:tbl>
      <w:tblPr>
        <w:tblStyle w:val="TableGrid"/>
        <w:tblW w:w="5000" w:type="pct"/>
        <w:tblInd w:w="0" w:type="dxa"/>
        <w:tblCellMar>
          <w:top w:w="106" w:type="dxa"/>
          <w:left w:w="108" w:type="dxa"/>
          <w:right w:w="72" w:type="dxa"/>
        </w:tblCellMar>
        <w:tblLook w:val="04A0" w:firstRow="1" w:lastRow="0" w:firstColumn="1" w:lastColumn="0" w:noHBand="0" w:noVBand="1"/>
      </w:tblPr>
      <w:tblGrid>
        <w:gridCol w:w="5565"/>
        <w:gridCol w:w="3451"/>
      </w:tblGrid>
      <w:tr w:rsidR="00DE2F6F" w:rsidRPr="00DE2F6F" w:rsidTr="00DE2F6F">
        <w:trPr>
          <w:trHeight w:val="1205"/>
        </w:trPr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DE2F6F" w:rsidP="00DE2F6F">
            <w:r w:rsidRPr="00DE2F6F">
              <w:t xml:space="preserve">Go to </w:t>
            </w:r>
            <w:hyperlink r:id="rId32">
              <w:r w:rsidRPr="00DE2F6F">
                <w:rPr>
                  <w:rStyle w:val="Hyperlink"/>
                </w:rPr>
                <w:t>www.maps.google.com</w:t>
              </w:r>
            </w:hyperlink>
            <w:hyperlink r:id="rId33">
              <w:r w:rsidRPr="00DE2F6F">
                <w:rPr>
                  <w:rStyle w:val="Hyperlink"/>
                </w:rPr>
                <w:t xml:space="preserve"> </w:t>
              </w:r>
            </w:hyperlink>
            <w:r w:rsidRPr="00DE2F6F">
              <w:t xml:space="preserve">and try to find satellite pictures of famous American landmarks and cities (ask a facilitator if you are not sure how to do this).  </w:t>
            </w:r>
            <w:r w:rsidR="00CA6A56">
              <w:t>Key the name of the landmark or city that you found and key the url.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F6F" w:rsidRPr="00DE2F6F" w:rsidRDefault="00DE2F6F" w:rsidP="00DE2F6F">
            <w:r w:rsidRPr="00DE2F6F">
              <w:t xml:space="preserve"> </w:t>
            </w:r>
            <w:sdt>
              <w:sdtPr>
                <w:id w:val="526221274"/>
                <w:placeholder>
                  <w:docPart w:val="1E4B5C167CAA402E8366CD646B41F0F5"/>
                </w:placeholder>
                <w:showingPlcHdr/>
                <w:text/>
              </w:sdtPr>
              <w:sdtEndPr/>
              <w:sdtContent>
                <w:r w:rsidR="00F658CD" w:rsidRPr="00BD4D89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:rsidR="00DE2F6F" w:rsidRDefault="00DE2F6F" w:rsidP="00DE2F6F"/>
    <w:p w:rsidR="00DC7CA2" w:rsidRDefault="00DC7CA2" w:rsidP="00DE2F6F"/>
    <w:p w:rsidR="00DC7CA2" w:rsidRDefault="00DC7CA2" w:rsidP="00DE2F6F">
      <w:r>
        <w:t>I used the following Search Engines or Metacrawlers for these searches:</w:t>
      </w:r>
    </w:p>
    <w:p w:rsidR="00DC7CA2" w:rsidRPr="002F3AFE" w:rsidRDefault="00CA6A56" w:rsidP="00DC7CA2">
      <w:pPr>
        <w:pStyle w:val="NoSpacing"/>
        <w:tabs>
          <w:tab w:val="left" w:pos="5670"/>
        </w:tabs>
        <w:spacing w:line="360" w:lineRule="auto"/>
        <w:rPr>
          <w:lang w:val="en-US"/>
        </w:rPr>
      </w:pPr>
      <w:hyperlink r:id="rId34" w:history="1">
        <w:r w:rsidR="00DC7CA2" w:rsidRPr="002F3AFE">
          <w:rPr>
            <w:rStyle w:val="Hyperlink"/>
            <w:sz w:val="32"/>
            <w:lang w:val="en-US"/>
          </w:rPr>
          <w:t>www.google.co.nz</w:t>
        </w:r>
      </w:hyperlink>
      <w:r w:rsidR="00DC7CA2" w:rsidRPr="002F3AFE">
        <w:rPr>
          <w:lang w:val="en-US"/>
        </w:rPr>
        <w:t xml:space="preserve"> </w:t>
      </w:r>
      <w:r w:rsidR="00DC7CA2">
        <w:rPr>
          <w:lang w:val="en-US"/>
        </w:rPr>
        <w:t xml:space="preserve">or </w:t>
      </w:r>
      <w:hyperlink r:id="rId35" w:history="1">
        <w:r w:rsidR="00DC7CA2" w:rsidRPr="00BD4D89">
          <w:rPr>
            <w:rStyle w:val="Hyperlink"/>
            <w:sz w:val="32"/>
            <w:lang w:val="en-US"/>
          </w:rPr>
          <w:t>www.google.com</w:t>
        </w:r>
      </w:hyperlink>
      <w:r w:rsidR="00DC7CA2">
        <w:rPr>
          <w:lang w:val="en-US"/>
        </w:rPr>
        <w:t xml:space="preserve"> </w:t>
      </w:r>
      <w:r w:rsidR="00DC7CA2">
        <w:rPr>
          <w:lang w:val="en-US"/>
        </w:rPr>
        <w:tab/>
      </w:r>
      <w:sdt>
        <w:sdtPr>
          <w:rPr>
            <w:lang w:val="en-US"/>
          </w:rPr>
          <w:id w:val="-800153385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DC7CA2">
            <w:rPr>
              <w:rFonts w:ascii="MS Gothic" w:eastAsia="MS Gothic" w:hAnsi="MS Gothic" w:hint="eastAsia"/>
              <w:lang w:val="en-US"/>
            </w:rPr>
            <w:t>☐</w:t>
          </w:r>
        </w:sdtContent>
      </w:sdt>
    </w:p>
    <w:p w:rsidR="00DC7CA2" w:rsidRPr="00DC7CA2" w:rsidRDefault="00CA6A56" w:rsidP="00DC7CA2">
      <w:pPr>
        <w:pStyle w:val="NoSpacing"/>
        <w:tabs>
          <w:tab w:val="left" w:pos="5670"/>
        </w:tabs>
        <w:spacing w:line="360" w:lineRule="auto"/>
      </w:pPr>
      <w:hyperlink r:id="rId36" w:history="1">
        <w:r w:rsidR="00DC7CA2" w:rsidRPr="00BD4D89">
          <w:rPr>
            <w:rStyle w:val="Hyperlink"/>
            <w:sz w:val="32"/>
          </w:rPr>
          <w:t>www.Bing.com</w:t>
        </w:r>
      </w:hyperlink>
      <w:r w:rsidR="00DC7CA2" w:rsidRPr="00DC7CA2">
        <w:t xml:space="preserve"> </w:t>
      </w:r>
      <w:r w:rsidR="00DC7CA2">
        <w:tab/>
      </w:r>
      <w:sdt>
        <w:sdtPr>
          <w:rPr>
            <w:lang w:val="en-US"/>
          </w:rPr>
          <w:id w:val="1449966245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DC7CA2">
            <w:rPr>
              <w:rFonts w:ascii="MS Gothic" w:eastAsia="MS Gothic" w:hAnsi="MS Gothic" w:hint="eastAsia"/>
              <w:lang w:val="en-US"/>
            </w:rPr>
            <w:t>☐</w:t>
          </w:r>
        </w:sdtContent>
      </w:sdt>
    </w:p>
    <w:p w:rsidR="00DC7CA2" w:rsidRPr="00DC7CA2" w:rsidRDefault="00CA6A56" w:rsidP="00DC7CA2">
      <w:pPr>
        <w:pStyle w:val="NoSpacing"/>
        <w:tabs>
          <w:tab w:val="left" w:pos="5670"/>
        </w:tabs>
        <w:spacing w:line="360" w:lineRule="auto"/>
      </w:pPr>
      <w:hyperlink r:id="rId37" w:history="1">
        <w:r w:rsidR="00DC7CA2" w:rsidRPr="00BD4D89">
          <w:rPr>
            <w:rStyle w:val="Hyperlink"/>
            <w:sz w:val="32"/>
            <w:lang w:val="en-US"/>
          </w:rPr>
          <w:t>http://www.about.com</w:t>
        </w:r>
      </w:hyperlink>
      <w:r w:rsidR="00DC7CA2" w:rsidRPr="00DC7CA2">
        <w:tab/>
      </w:r>
      <w:sdt>
        <w:sdtPr>
          <w:rPr>
            <w:lang w:val="en-US"/>
          </w:rPr>
          <w:id w:val="-1623995972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DC7CA2">
            <w:rPr>
              <w:rFonts w:ascii="MS Gothic" w:eastAsia="MS Gothic" w:hAnsi="MS Gothic" w:hint="eastAsia"/>
              <w:lang w:val="en-US"/>
            </w:rPr>
            <w:t>☐</w:t>
          </w:r>
        </w:sdtContent>
      </w:sdt>
    </w:p>
    <w:p w:rsidR="00DC7CA2" w:rsidRPr="00DC7CA2" w:rsidRDefault="00CA6A56" w:rsidP="00DC7CA2">
      <w:pPr>
        <w:pStyle w:val="NoSpacing"/>
        <w:tabs>
          <w:tab w:val="left" w:pos="5670"/>
        </w:tabs>
        <w:spacing w:line="360" w:lineRule="auto"/>
      </w:pPr>
      <w:hyperlink r:id="rId38" w:history="1">
        <w:r w:rsidR="00DC7CA2" w:rsidRPr="002F3AFE">
          <w:rPr>
            <w:rStyle w:val="Hyperlink"/>
            <w:sz w:val="32"/>
            <w:lang w:val="en-US"/>
          </w:rPr>
          <w:t>www.yahoo.co.nz</w:t>
        </w:r>
      </w:hyperlink>
      <w:r w:rsidR="00DC7CA2">
        <w:rPr>
          <w:lang w:val="en-US"/>
        </w:rPr>
        <w:tab/>
      </w:r>
      <w:sdt>
        <w:sdtPr>
          <w:rPr>
            <w:lang w:val="en-US"/>
          </w:rPr>
          <w:id w:val="-1973124606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DC7CA2">
            <w:rPr>
              <w:rFonts w:ascii="MS Gothic" w:eastAsia="MS Gothic" w:hAnsi="MS Gothic" w:hint="eastAsia"/>
              <w:lang w:val="en-US"/>
            </w:rPr>
            <w:t>☐</w:t>
          </w:r>
        </w:sdtContent>
      </w:sdt>
    </w:p>
    <w:p w:rsidR="00DC7CA2" w:rsidRPr="002F3AFE" w:rsidRDefault="00CA6A56" w:rsidP="00DC7CA2">
      <w:pPr>
        <w:pStyle w:val="NoSpacing"/>
        <w:tabs>
          <w:tab w:val="left" w:pos="5670"/>
        </w:tabs>
        <w:spacing w:line="360" w:lineRule="auto"/>
        <w:rPr>
          <w:lang w:val="en-US"/>
        </w:rPr>
      </w:pPr>
      <w:hyperlink r:id="rId39" w:history="1">
        <w:r w:rsidR="00DC7CA2" w:rsidRPr="002F3AFE">
          <w:rPr>
            <w:rStyle w:val="Hyperlink"/>
            <w:sz w:val="32"/>
            <w:lang w:val="en-US"/>
          </w:rPr>
          <w:t>http://monstercrawler.com/</w:t>
        </w:r>
      </w:hyperlink>
      <w:r w:rsidR="00DC7CA2" w:rsidRPr="002F3AFE">
        <w:rPr>
          <w:lang w:val="en-US"/>
        </w:rPr>
        <w:t xml:space="preserve"> </w:t>
      </w:r>
      <w:r w:rsidR="00DC7CA2">
        <w:rPr>
          <w:lang w:val="en-US"/>
        </w:rPr>
        <w:tab/>
      </w:r>
      <w:sdt>
        <w:sdtPr>
          <w:rPr>
            <w:lang w:val="en-US"/>
          </w:rPr>
          <w:id w:val="-670644318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DC7CA2">
            <w:rPr>
              <w:rFonts w:ascii="MS Gothic" w:eastAsia="MS Gothic" w:hAnsi="MS Gothic" w:hint="eastAsia"/>
              <w:lang w:val="en-US"/>
            </w:rPr>
            <w:t>☐</w:t>
          </w:r>
        </w:sdtContent>
      </w:sdt>
    </w:p>
    <w:p w:rsidR="00DC7CA2" w:rsidRPr="002F3AFE" w:rsidRDefault="00CA6A56" w:rsidP="00DC7CA2">
      <w:pPr>
        <w:pStyle w:val="NoSpacing"/>
        <w:tabs>
          <w:tab w:val="left" w:pos="5670"/>
        </w:tabs>
        <w:spacing w:line="360" w:lineRule="auto"/>
        <w:rPr>
          <w:lang w:val="en-US"/>
        </w:rPr>
      </w:pPr>
      <w:hyperlink r:id="rId40" w:history="1">
        <w:r w:rsidR="00DC7CA2" w:rsidRPr="002F3AFE">
          <w:rPr>
            <w:rStyle w:val="Hyperlink"/>
            <w:sz w:val="32"/>
            <w:lang w:val="en-US"/>
          </w:rPr>
          <w:t>http://www.dogpile.com/</w:t>
        </w:r>
      </w:hyperlink>
      <w:r w:rsidR="00DC7CA2">
        <w:rPr>
          <w:lang w:val="en-US"/>
        </w:rPr>
        <w:tab/>
      </w:r>
      <w:sdt>
        <w:sdtPr>
          <w:rPr>
            <w:lang w:val="en-US"/>
          </w:rPr>
          <w:id w:val="-273639137"/>
          <w14:checkbox>
            <w14:checked w14:val="0"/>
            <w14:checkedState w14:val="00FC" w14:font="Wingdings"/>
            <w14:uncheckedState w14:val="2610" w14:font="MS Gothic"/>
          </w14:checkbox>
        </w:sdtPr>
        <w:sdtEndPr/>
        <w:sdtContent>
          <w:r w:rsidR="00DC7CA2">
            <w:rPr>
              <w:rFonts w:ascii="MS Gothic" w:eastAsia="MS Gothic" w:hAnsi="MS Gothic" w:hint="eastAsia"/>
              <w:lang w:val="en-US"/>
            </w:rPr>
            <w:t>☐</w:t>
          </w:r>
        </w:sdtContent>
      </w:sdt>
    </w:p>
    <w:p w:rsidR="00DC7CA2" w:rsidRPr="00DE2F6F" w:rsidRDefault="00DC7CA2" w:rsidP="00DE2F6F"/>
    <w:sectPr w:rsidR="00DC7CA2" w:rsidRPr="00DE2F6F" w:rsidSect="00821301">
      <w:footerReference w:type="default" r:id="rId41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6C5" w:rsidRDefault="00BE36C5" w:rsidP="009F16BE">
      <w:pPr>
        <w:spacing w:after="0" w:line="240" w:lineRule="auto"/>
      </w:pPr>
      <w:r>
        <w:separator/>
      </w:r>
    </w:p>
  </w:endnote>
  <w:endnote w:type="continuationSeparator" w:id="0">
    <w:p w:rsidR="00BE36C5" w:rsidRDefault="00BE36C5" w:rsidP="009F1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6BE" w:rsidRPr="00CD71C6" w:rsidRDefault="00490294" w:rsidP="00CD71C6">
    <w:pPr>
      <w:pStyle w:val="Footer"/>
      <w:tabs>
        <w:tab w:val="clear" w:pos="4513"/>
      </w:tabs>
    </w:pPr>
    <w:fldSimple w:instr=" FILENAME \p \* MERGEFORMAT ">
      <w:r w:rsidR="00206ECC">
        <w:rPr>
          <w:noProof/>
        </w:rPr>
        <w:t>S:\BUSINESS\NZCC3\Operating in a Digital Environment\Using different search engines.docx</w:t>
      </w:r>
    </w:fldSimple>
    <w:r w:rsidR="00CD71C6">
      <w:tab/>
    </w:r>
    <w:r w:rsidR="00CD71C6" w:rsidRPr="00CD71C6">
      <w:t xml:space="preserve">Page </w:t>
    </w:r>
    <w:r w:rsidR="00CD71C6" w:rsidRPr="00CD71C6">
      <w:rPr>
        <w:bCs/>
      </w:rPr>
      <w:fldChar w:fldCharType="begin"/>
    </w:r>
    <w:r w:rsidR="00CD71C6" w:rsidRPr="00CD71C6">
      <w:rPr>
        <w:bCs/>
      </w:rPr>
      <w:instrText xml:space="preserve"> PAGE  \* Arabic  \* MERGEFORMAT </w:instrText>
    </w:r>
    <w:r w:rsidR="00CD71C6" w:rsidRPr="00CD71C6">
      <w:rPr>
        <w:bCs/>
      </w:rPr>
      <w:fldChar w:fldCharType="separate"/>
    </w:r>
    <w:r w:rsidR="00CA6A56">
      <w:rPr>
        <w:bCs/>
        <w:noProof/>
      </w:rPr>
      <w:t>9</w:t>
    </w:r>
    <w:r w:rsidR="00CD71C6" w:rsidRPr="00CD71C6">
      <w:rPr>
        <w:bCs/>
      </w:rPr>
      <w:fldChar w:fldCharType="end"/>
    </w:r>
    <w:r w:rsidR="00CD71C6" w:rsidRPr="00CD71C6">
      <w:t xml:space="preserve"> of </w:t>
    </w:r>
    <w:r w:rsidR="00CD71C6" w:rsidRPr="00CD71C6">
      <w:rPr>
        <w:bCs/>
      </w:rPr>
      <w:fldChar w:fldCharType="begin"/>
    </w:r>
    <w:r w:rsidR="00CD71C6" w:rsidRPr="00CD71C6">
      <w:rPr>
        <w:bCs/>
      </w:rPr>
      <w:instrText xml:space="preserve"> NUMPAGES  \* Arabic  \* MERGEFORMAT </w:instrText>
    </w:r>
    <w:r w:rsidR="00CD71C6" w:rsidRPr="00CD71C6">
      <w:rPr>
        <w:bCs/>
      </w:rPr>
      <w:fldChar w:fldCharType="separate"/>
    </w:r>
    <w:r w:rsidR="00CA6A56">
      <w:rPr>
        <w:bCs/>
        <w:noProof/>
      </w:rPr>
      <w:t>10</w:t>
    </w:r>
    <w:r w:rsidR="00CD71C6" w:rsidRPr="00CD71C6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6C5" w:rsidRDefault="00BE36C5" w:rsidP="009F16BE">
      <w:pPr>
        <w:spacing w:after="0" w:line="240" w:lineRule="auto"/>
      </w:pPr>
      <w:r>
        <w:separator/>
      </w:r>
    </w:p>
  </w:footnote>
  <w:footnote w:type="continuationSeparator" w:id="0">
    <w:p w:rsidR="00BE36C5" w:rsidRDefault="00BE36C5" w:rsidP="009F16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1ED4"/>
    <w:multiLevelType w:val="multilevel"/>
    <w:tmpl w:val="EAEAA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ocumentProtection w:edit="forms" w:enforcement="1" w:cryptProviderType="rsaAES" w:cryptAlgorithmClass="hash" w:cryptAlgorithmType="typeAny" w:cryptAlgorithmSid="14" w:cryptSpinCount="100000" w:hash="FG80jE2iwyM1U5Y/z+cSnTnQ4ieP3SMGOJg6UO6bxY6TqKuicCPkcjTIajLCZdjUr3kkallHeGrrY7eVf8tJUg==" w:salt="bWiZLbJuZfJuPk5S/Knq4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6C5"/>
    <w:rsid w:val="00005840"/>
    <w:rsid w:val="00015D1E"/>
    <w:rsid w:val="0008238B"/>
    <w:rsid w:val="00083262"/>
    <w:rsid w:val="000A5D4C"/>
    <w:rsid w:val="00141190"/>
    <w:rsid w:val="00153B1E"/>
    <w:rsid w:val="001D54CA"/>
    <w:rsid w:val="001F4A87"/>
    <w:rsid w:val="00206ECC"/>
    <w:rsid w:val="002971AB"/>
    <w:rsid w:val="002D43C3"/>
    <w:rsid w:val="002D6379"/>
    <w:rsid w:val="002F3AFE"/>
    <w:rsid w:val="002F71AE"/>
    <w:rsid w:val="003605A9"/>
    <w:rsid w:val="003723EB"/>
    <w:rsid w:val="00374597"/>
    <w:rsid w:val="003C22E8"/>
    <w:rsid w:val="003E3E0A"/>
    <w:rsid w:val="003E4E81"/>
    <w:rsid w:val="00410F0D"/>
    <w:rsid w:val="00425581"/>
    <w:rsid w:val="004450A6"/>
    <w:rsid w:val="00464B82"/>
    <w:rsid w:val="00480DD1"/>
    <w:rsid w:val="00487DAD"/>
    <w:rsid w:val="00490294"/>
    <w:rsid w:val="004D1505"/>
    <w:rsid w:val="004F45D1"/>
    <w:rsid w:val="00536AB0"/>
    <w:rsid w:val="00555184"/>
    <w:rsid w:val="005869BC"/>
    <w:rsid w:val="005F1871"/>
    <w:rsid w:val="00647D3D"/>
    <w:rsid w:val="0068598F"/>
    <w:rsid w:val="006C1903"/>
    <w:rsid w:val="00727A0A"/>
    <w:rsid w:val="0073154F"/>
    <w:rsid w:val="00821301"/>
    <w:rsid w:val="00843655"/>
    <w:rsid w:val="0086642D"/>
    <w:rsid w:val="00871C04"/>
    <w:rsid w:val="008764DE"/>
    <w:rsid w:val="008F7BBC"/>
    <w:rsid w:val="00914E93"/>
    <w:rsid w:val="00934D55"/>
    <w:rsid w:val="00964F80"/>
    <w:rsid w:val="009674AA"/>
    <w:rsid w:val="00987FBE"/>
    <w:rsid w:val="00994D34"/>
    <w:rsid w:val="009B3C39"/>
    <w:rsid w:val="009F16BE"/>
    <w:rsid w:val="00A128B8"/>
    <w:rsid w:val="00A501C0"/>
    <w:rsid w:val="00A573CF"/>
    <w:rsid w:val="00A70406"/>
    <w:rsid w:val="00AC25B4"/>
    <w:rsid w:val="00AF73A2"/>
    <w:rsid w:val="00B12DAC"/>
    <w:rsid w:val="00B1312C"/>
    <w:rsid w:val="00B14B95"/>
    <w:rsid w:val="00B50EBF"/>
    <w:rsid w:val="00B56452"/>
    <w:rsid w:val="00B63E33"/>
    <w:rsid w:val="00B74984"/>
    <w:rsid w:val="00BC66D6"/>
    <w:rsid w:val="00BD1A15"/>
    <w:rsid w:val="00BE36C5"/>
    <w:rsid w:val="00CA0A83"/>
    <w:rsid w:val="00CA6A56"/>
    <w:rsid w:val="00CB1F53"/>
    <w:rsid w:val="00CC6585"/>
    <w:rsid w:val="00CD2FCB"/>
    <w:rsid w:val="00CD71C6"/>
    <w:rsid w:val="00CE244A"/>
    <w:rsid w:val="00D21F83"/>
    <w:rsid w:val="00D260DE"/>
    <w:rsid w:val="00D3116E"/>
    <w:rsid w:val="00D474F5"/>
    <w:rsid w:val="00D51378"/>
    <w:rsid w:val="00D81F3D"/>
    <w:rsid w:val="00D95069"/>
    <w:rsid w:val="00DC6536"/>
    <w:rsid w:val="00DC7CA2"/>
    <w:rsid w:val="00DD29F1"/>
    <w:rsid w:val="00DE2F6F"/>
    <w:rsid w:val="00DF3444"/>
    <w:rsid w:val="00EA4799"/>
    <w:rsid w:val="00EC5F16"/>
    <w:rsid w:val="00EF6B24"/>
    <w:rsid w:val="00F01572"/>
    <w:rsid w:val="00F26791"/>
    <w:rsid w:val="00F363B3"/>
    <w:rsid w:val="00F46FFB"/>
    <w:rsid w:val="00F57910"/>
    <w:rsid w:val="00F658CD"/>
    <w:rsid w:val="00F74211"/>
    <w:rsid w:val="00FC055F"/>
    <w:rsid w:val="00FD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65F61"/>
  <w15:chartTrackingRefBased/>
  <w15:docId w15:val="{02E29113-BFA4-436D-992B-B8DCD4C8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1C04"/>
    <w:rPr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16BE"/>
    <w:pPr>
      <w:keepNext/>
      <w:keepLines/>
      <w:spacing w:before="480" w:after="0"/>
      <w:outlineLvl w:val="0"/>
    </w:pPr>
    <w:rPr>
      <w:rFonts w:ascii="Maiandra GD" w:eastAsiaTheme="majorEastAsia" w:hAnsi="Maiandra GD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16BE"/>
    <w:pPr>
      <w:keepNext/>
      <w:keepLines/>
      <w:spacing w:before="200" w:after="0"/>
      <w:outlineLvl w:val="1"/>
    </w:pPr>
    <w:rPr>
      <w:rFonts w:ascii="Maiandra GD" w:eastAsiaTheme="majorEastAsia" w:hAnsi="Maiandra GD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9F16BE"/>
    <w:pPr>
      <w:tabs>
        <w:tab w:val="center" w:pos="4513"/>
        <w:tab w:val="right" w:pos="9026"/>
      </w:tabs>
      <w:spacing w:after="0" w:line="240" w:lineRule="auto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9F16BE"/>
    <w:rPr>
      <w:sz w:val="18"/>
      <w:lang w:val="en-NZ"/>
    </w:rPr>
  </w:style>
  <w:style w:type="paragraph" w:styleId="Footer">
    <w:name w:val="footer"/>
    <w:basedOn w:val="Normal"/>
    <w:link w:val="FooterChar"/>
    <w:uiPriority w:val="99"/>
    <w:unhideWhenUsed/>
    <w:qFormat/>
    <w:rsid w:val="009F16BE"/>
    <w:pPr>
      <w:tabs>
        <w:tab w:val="center" w:pos="4513"/>
        <w:tab w:val="right" w:pos="9026"/>
      </w:tabs>
      <w:spacing w:after="0"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9F16BE"/>
    <w:rPr>
      <w:sz w:val="18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9F16BE"/>
    <w:rPr>
      <w:rFonts w:ascii="Maiandra GD" w:eastAsiaTheme="majorEastAsia" w:hAnsi="Maiandra GD" w:cstheme="majorBidi"/>
      <w:b/>
      <w:bCs/>
      <w:color w:val="365F91" w:themeColor="accent1" w:themeShade="BF"/>
      <w:sz w:val="28"/>
      <w:szCs w:val="28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16BE"/>
    <w:rPr>
      <w:rFonts w:ascii="Maiandra GD" w:eastAsiaTheme="majorEastAsia" w:hAnsi="Maiandra GD" w:cstheme="majorBidi"/>
      <w:b/>
      <w:bCs/>
      <w:color w:val="4F81BD" w:themeColor="accent1"/>
      <w:sz w:val="26"/>
      <w:szCs w:val="26"/>
      <w:lang w:val="en-NZ"/>
    </w:rPr>
  </w:style>
  <w:style w:type="paragraph" w:styleId="Title">
    <w:name w:val="Title"/>
    <w:basedOn w:val="Normal"/>
    <w:next w:val="Normal"/>
    <w:link w:val="TitleChar"/>
    <w:uiPriority w:val="10"/>
    <w:qFormat/>
    <w:rsid w:val="009F16B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Maiandra GD" w:eastAsiaTheme="majorEastAsia" w:hAnsi="Maiandra GD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F16BE"/>
    <w:rPr>
      <w:rFonts w:ascii="Maiandra GD" w:eastAsiaTheme="majorEastAsia" w:hAnsi="Maiandra GD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paragraph" w:styleId="ListParagraph">
    <w:name w:val="List Paragraph"/>
    <w:basedOn w:val="Normal"/>
    <w:uiPriority w:val="34"/>
    <w:qFormat/>
    <w:rsid w:val="009F16BE"/>
    <w:pPr>
      <w:ind w:left="567"/>
    </w:pPr>
  </w:style>
  <w:style w:type="table" w:customStyle="1" w:styleId="TableGrid">
    <w:name w:val="TableGrid"/>
    <w:rsid w:val="00BE36C5"/>
    <w:pPr>
      <w:spacing w:after="0" w:line="240" w:lineRule="auto"/>
    </w:pPr>
    <w:rPr>
      <w:rFonts w:asciiTheme="minorHAnsi" w:eastAsiaTheme="minorEastAsia" w:hAnsiTheme="minorHAnsi" w:cstheme="minorBidi"/>
      <w:lang w:val="en-NZ" w:eastAsia="en-N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BE36C5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BE36C5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BE36C5"/>
    <w:rPr>
      <w:color w:val="808080"/>
    </w:rPr>
  </w:style>
  <w:style w:type="paragraph" w:styleId="NoSpacing">
    <w:name w:val="No Spacing"/>
    <w:uiPriority w:val="1"/>
    <w:qFormat/>
    <w:rsid w:val="00DC7CA2"/>
    <w:pPr>
      <w:spacing w:after="0" w:line="240" w:lineRule="auto"/>
    </w:pPr>
    <w:rPr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08357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1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.nz/" TargetMode="External"/><Relationship Id="rId13" Type="http://schemas.openxmlformats.org/officeDocument/2006/relationships/hyperlink" Target="http://www.yahoo.co.nz" TargetMode="External"/><Relationship Id="rId18" Type="http://schemas.openxmlformats.org/officeDocument/2006/relationships/image" Target="media/image4.png"/><Relationship Id="rId26" Type="http://schemas.openxmlformats.org/officeDocument/2006/relationships/image" Target="media/image7.png"/><Relationship Id="rId39" Type="http://schemas.openxmlformats.org/officeDocument/2006/relationships/hyperlink" Target="http://monstercrawler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monstercrawler.com/" TargetMode="External"/><Relationship Id="rId34" Type="http://schemas.openxmlformats.org/officeDocument/2006/relationships/hyperlink" Target="http://www.google.co.nz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yperlink" Target="https://www.dotdash.com" TargetMode="External"/><Relationship Id="rId25" Type="http://schemas.openxmlformats.org/officeDocument/2006/relationships/image" Target="media/image6.png"/><Relationship Id="rId33" Type="http://schemas.openxmlformats.org/officeDocument/2006/relationships/hyperlink" Target="http://www.maps.google.com/" TargetMode="External"/><Relationship Id="rId38" Type="http://schemas.openxmlformats.org/officeDocument/2006/relationships/hyperlink" Target="http://www.yahoo.co.nz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bout.com/" TargetMode="External"/><Relationship Id="rId20" Type="http://schemas.openxmlformats.org/officeDocument/2006/relationships/hyperlink" Target="http://www.bing.com" TargetMode="External"/><Relationship Id="rId29" Type="http://schemas.openxmlformats.org/officeDocument/2006/relationships/image" Target="media/image10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co.nz" TargetMode="External"/><Relationship Id="rId24" Type="http://schemas.openxmlformats.org/officeDocument/2006/relationships/image" Target="media/image5.png"/><Relationship Id="rId32" Type="http://schemas.openxmlformats.org/officeDocument/2006/relationships/hyperlink" Target="http://www.maps.google.com/" TargetMode="External"/><Relationship Id="rId37" Type="http://schemas.openxmlformats.org/officeDocument/2006/relationships/hyperlink" Target="http://www.about.com" TargetMode="External"/><Relationship Id="rId40" Type="http://schemas.openxmlformats.org/officeDocument/2006/relationships/hyperlink" Target="http://www.dogpile.com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hyperlink" Target="http://www.google.co.nz" TargetMode="External"/><Relationship Id="rId28" Type="http://schemas.openxmlformats.org/officeDocument/2006/relationships/image" Target="media/image9.png"/><Relationship Id="rId36" Type="http://schemas.openxmlformats.org/officeDocument/2006/relationships/hyperlink" Target="http://www.Bing.com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://www.dogpile.com/" TargetMode="External"/><Relationship Id="rId31" Type="http://schemas.openxmlformats.org/officeDocument/2006/relationships/image" Target="media/image12.pn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oogle.co.nz" TargetMode="External"/><Relationship Id="rId14" Type="http://schemas.openxmlformats.org/officeDocument/2006/relationships/hyperlink" Target="http://www.bing.com" TargetMode="External"/><Relationship Id="rId22" Type="http://schemas.openxmlformats.org/officeDocument/2006/relationships/hyperlink" Target="http://www.google.com" TargetMode="External"/><Relationship Id="rId27" Type="http://schemas.openxmlformats.org/officeDocument/2006/relationships/image" Target="media/image8.png"/><Relationship Id="rId30" Type="http://schemas.openxmlformats.org/officeDocument/2006/relationships/image" Target="media/image11.png"/><Relationship Id="rId35" Type="http://schemas.openxmlformats.org/officeDocument/2006/relationships/hyperlink" Target="http://www.google.com" TargetMode="External"/><Relationship Id="rId43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40BD2-A969-4D9E-99B7-E8D927A50DAB}"/>
      </w:docPartPr>
      <w:docPartBody>
        <w:p w:rsidR="00340D7B" w:rsidRDefault="00E9055C"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9B81161266450085287A88772E56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E6D81D-9C74-4866-9655-E5FACD7CF33D}"/>
      </w:docPartPr>
      <w:docPartBody>
        <w:p w:rsidR="00340D7B" w:rsidRDefault="00E9055C" w:rsidP="00E9055C">
          <w:pPr>
            <w:pStyle w:val="C19B81161266450085287A88772E5607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51E6A4BFD34ECBB50AF0DDBDA553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55DE41-BBC3-4E38-B81E-EF2970BBCE7E}"/>
      </w:docPartPr>
      <w:docPartBody>
        <w:p w:rsidR="00340D7B" w:rsidRDefault="00E9055C" w:rsidP="00E9055C">
          <w:pPr>
            <w:pStyle w:val="4351E6A4BFD34ECBB50AF0DDBDA55360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051F166A34E48098145CFB12B72A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BD78E4-FCFE-4574-B619-82FAB40D8642}"/>
      </w:docPartPr>
      <w:docPartBody>
        <w:p w:rsidR="00340D7B" w:rsidRDefault="00E9055C" w:rsidP="00E9055C">
          <w:pPr>
            <w:pStyle w:val="7051F166A34E48098145CFB12B72A772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DABB47388764C749CACB03C800CC4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F2275-9AC7-4E14-84C5-585E8C48148C}"/>
      </w:docPartPr>
      <w:docPartBody>
        <w:p w:rsidR="00340D7B" w:rsidRDefault="00E9055C" w:rsidP="00E9055C">
          <w:pPr>
            <w:pStyle w:val="EDABB47388764C749CACB03C800CC41C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645E3BCDAB04ADE905FDE11AF6DD5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037BBF-6F57-45A3-8A21-C8ED65555499}"/>
      </w:docPartPr>
      <w:docPartBody>
        <w:p w:rsidR="00340D7B" w:rsidRDefault="00E9055C" w:rsidP="00E9055C">
          <w:pPr>
            <w:pStyle w:val="3645E3BCDAB04ADE905FDE11AF6DD54A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0A1A93E07B43298B148DAE4D4610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6D561-0B6C-4E58-9343-79F1D7828B7C}"/>
      </w:docPartPr>
      <w:docPartBody>
        <w:p w:rsidR="00340D7B" w:rsidRDefault="00E9055C" w:rsidP="00E9055C">
          <w:pPr>
            <w:pStyle w:val="5C0A1A93E07B43298B148DAE4D4610B8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40F38CD0C04E47A4B98038A5072E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30A58-5C07-4184-8A39-90B81144F93C}"/>
      </w:docPartPr>
      <w:docPartBody>
        <w:p w:rsidR="00340D7B" w:rsidRDefault="00E9055C" w:rsidP="00E9055C">
          <w:pPr>
            <w:pStyle w:val="C140F38CD0C04E47A4B98038A5072E84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D4FA6BA9494235AF2FF99EEBE786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B16764-F018-47E4-A59F-2FCC0B6F76F8}"/>
      </w:docPartPr>
      <w:docPartBody>
        <w:p w:rsidR="00340D7B" w:rsidRDefault="00E9055C" w:rsidP="00E9055C">
          <w:pPr>
            <w:pStyle w:val="12D4FA6BA9494235AF2FF99EEBE78693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78D612001C45FDAEA048A8A88EC5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E7DD8-1BE1-4FCE-A122-8E507A3263F5}"/>
      </w:docPartPr>
      <w:docPartBody>
        <w:p w:rsidR="00340D7B" w:rsidRDefault="00E9055C" w:rsidP="00E9055C">
          <w:pPr>
            <w:pStyle w:val="6278D612001C45FDAEA048A8A88EC51A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118B7D22C847ABB44DF3AE7D66C9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A6A362-B699-49C1-9F8F-9EB494C7CBD7}"/>
      </w:docPartPr>
      <w:docPartBody>
        <w:p w:rsidR="00340D7B" w:rsidRDefault="00E9055C" w:rsidP="00E9055C">
          <w:pPr>
            <w:pStyle w:val="41118B7D22C847ABB44DF3AE7D66C996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7137EFCF1714A449D24AFA0FCAE02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396173-8DCD-4977-8326-F89B0E79AA1C}"/>
      </w:docPartPr>
      <w:docPartBody>
        <w:p w:rsidR="00340D7B" w:rsidRDefault="00E9055C" w:rsidP="00E9055C">
          <w:pPr>
            <w:pStyle w:val="67137EFCF1714A449D24AFA0FCAE024D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556F95DDC94BFCA4B1BBF1ED0E9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E2784A-5467-4324-8B21-94F398D84BD8}"/>
      </w:docPartPr>
      <w:docPartBody>
        <w:p w:rsidR="00340D7B" w:rsidRDefault="00E9055C" w:rsidP="00E9055C">
          <w:pPr>
            <w:pStyle w:val="3B556F95DDC94BFCA4B1BBF1ED0E96C1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9E3DD9932B40F6A7A7F9F7A97D2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304D26-9836-451F-8865-68E657C57BD6}"/>
      </w:docPartPr>
      <w:docPartBody>
        <w:p w:rsidR="00340D7B" w:rsidRDefault="00E9055C" w:rsidP="00E9055C">
          <w:pPr>
            <w:pStyle w:val="179E3DD9932B40F6A7A7F9F7A97D253F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1CEEC6F6ED4486814FADABE4F6EF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CB911A-0BAA-44BF-9BC8-363617E7A27E}"/>
      </w:docPartPr>
      <w:docPartBody>
        <w:p w:rsidR="00340D7B" w:rsidRDefault="00E9055C" w:rsidP="00E9055C">
          <w:pPr>
            <w:pStyle w:val="081CEEC6F6ED4486814FADABE4F6EF89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0ABAD65FC1C43A4BA4AA885DCD67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D31F9-3DD1-4C44-860A-C2B7BAAD9FD9}"/>
      </w:docPartPr>
      <w:docPartBody>
        <w:p w:rsidR="00340D7B" w:rsidRDefault="00E9055C" w:rsidP="00E9055C">
          <w:pPr>
            <w:pStyle w:val="50ABAD65FC1C43A4BA4AA885DCD67478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719FC5FE814F49A732C7D51A6ECE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590BEE-6FA4-4A29-9505-BC2C12A3B993}"/>
      </w:docPartPr>
      <w:docPartBody>
        <w:p w:rsidR="00340D7B" w:rsidRDefault="00E9055C" w:rsidP="00E9055C">
          <w:pPr>
            <w:pStyle w:val="43719FC5FE814F49A732C7D51A6ECEA9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16776D0DEB40C9A066BA4793BD1B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CEBBB2-C742-45E9-92FE-C4DCF1E8930E}"/>
      </w:docPartPr>
      <w:docPartBody>
        <w:p w:rsidR="00340D7B" w:rsidRDefault="00E9055C" w:rsidP="00E9055C">
          <w:pPr>
            <w:pStyle w:val="4D16776D0DEB40C9A066BA4793BD1B55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86B466DDC8D42809CFA2F972A569E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5745DD-7F84-45EA-B2CB-8AB51D414CE0}"/>
      </w:docPartPr>
      <w:docPartBody>
        <w:p w:rsidR="00340D7B" w:rsidRDefault="00E9055C" w:rsidP="00E9055C">
          <w:pPr>
            <w:pStyle w:val="886B466DDC8D42809CFA2F972A569E60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1418E2B5E541CC9B5592D484153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703376-64E3-4E25-9BE2-1C6C0F538DDE}"/>
      </w:docPartPr>
      <w:docPartBody>
        <w:p w:rsidR="00340D7B" w:rsidRDefault="00E9055C" w:rsidP="00E9055C">
          <w:pPr>
            <w:pStyle w:val="531418E2B5E541CC9B5592D4841538FA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4B822667F5A4F5D96E90CB63328FE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DA289D-5D4C-4544-A1AA-E9E139820146}"/>
      </w:docPartPr>
      <w:docPartBody>
        <w:p w:rsidR="00340D7B" w:rsidRDefault="00E9055C" w:rsidP="00E9055C">
          <w:pPr>
            <w:pStyle w:val="94B822667F5A4F5D96E90CB63328FE5C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C32C4AC3DAF48BB824A9465D5279B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89E347-A19C-4D2B-AC45-57C07E8108E8}"/>
      </w:docPartPr>
      <w:docPartBody>
        <w:p w:rsidR="00340D7B" w:rsidRDefault="00E9055C" w:rsidP="00E9055C">
          <w:pPr>
            <w:pStyle w:val="FC32C4AC3DAF48BB824A9465D5279BEA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591F31A8C1340F89FA3A51DC5A3D7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2ED0E0-9C1B-4E66-B032-52D5B7BC0654}"/>
      </w:docPartPr>
      <w:docPartBody>
        <w:p w:rsidR="00340D7B" w:rsidRDefault="00E9055C" w:rsidP="00E9055C">
          <w:pPr>
            <w:pStyle w:val="A591F31A8C1340F89FA3A51DC5A3D767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D4DDABE0F7D45388D5E019F9C51B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9745C7-ECC8-41BC-B29D-4BEB1B580849}"/>
      </w:docPartPr>
      <w:docPartBody>
        <w:p w:rsidR="00340D7B" w:rsidRDefault="00E9055C" w:rsidP="00E9055C">
          <w:pPr>
            <w:pStyle w:val="BD4DDABE0F7D45388D5E019F9C51BC38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7B4089A94844DDAB079C52E265218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80D1E-15F6-417B-8A27-1B23675BCD6A}"/>
      </w:docPartPr>
      <w:docPartBody>
        <w:p w:rsidR="00340D7B" w:rsidRDefault="00E9055C" w:rsidP="00E9055C">
          <w:pPr>
            <w:pStyle w:val="E7B4089A94844DDAB079C52E265218E4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03E5AFD87044B49CA49CBDF1ECB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E01246-6CCF-4977-8A19-74A414E5A24D}"/>
      </w:docPartPr>
      <w:docPartBody>
        <w:p w:rsidR="00340D7B" w:rsidRDefault="00E9055C" w:rsidP="00E9055C">
          <w:pPr>
            <w:pStyle w:val="6203E5AFD87044B49CA49CBDF1ECB6F4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171DC1D3224A8E9E9D441E9EC71D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2C9C83-1F4C-4BBD-9E3C-C58BF41DBD32}"/>
      </w:docPartPr>
      <w:docPartBody>
        <w:p w:rsidR="00340D7B" w:rsidRDefault="00E9055C" w:rsidP="00E9055C">
          <w:pPr>
            <w:pStyle w:val="BB171DC1D3224A8E9E9D441E9EC71D5E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1958F25C1384CCE92DD0C6DA37C07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EEA92-65C1-4BA6-9D17-52C655A4F995}"/>
      </w:docPartPr>
      <w:docPartBody>
        <w:p w:rsidR="00340D7B" w:rsidRDefault="00E9055C" w:rsidP="00E9055C">
          <w:pPr>
            <w:pStyle w:val="A1958F25C1384CCE92DD0C6DA37C07DE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4AD2E16B31C44FC85657CC6AD6573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C9BA89-C893-4C79-81BC-D7857A535A29}"/>
      </w:docPartPr>
      <w:docPartBody>
        <w:p w:rsidR="00340D7B" w:rsidRDefault="00E9055C" w:rsidP="00E9055C">
          <w:pPr>
            <w:pStyle w:val="94AD2E16B31C44FC85657CC6AD65734E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6CCE428B8E4A268FA5FDFA7C941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BB3637-8BA4-46E7-9CEB-75D18074F363}"/>
      </w:docPartPr>
      <w:docPartBody>
        <w:p w:rsidR="00340D7B" w:rsidRDefault="00E9055C" w:rsidP="00E9055C">
          <w:pPr>
            <w:pStyle w:val="9F6CCE428B8E4A268FA5FDFA7C941EE9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4A51183AF9454580F47C97E68E51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EF3F22-100D-4F43-A128-C9C86E7569FA}"/>
      </w:docPartPr>
      <w:docPartBody>
        <w:p w:rsidR="00340D7B" w:rsidRDefault="00E9055C" w:rsidP="00E9055C">
          <w:pPr>
            <w:pStyle w:val="0B4A51183AF9454580F47C97E68E512E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4E10508BC09453C941C0FE1379619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76C1C8-C873-4ADB-94E8-4ED49CDB777A}"/>
      </w:docPartPr>
      <w:docPartBody>
        <w:p w:rsidR="00340D7B" w:rsidRDefault="00E9055C" w:rsidP="00E9055C">
          <w:pPr>
            <w:pStyle w:val="34E10508BC09453C941C0FE13796197E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8B891FDECE94FF880487091FCBD1B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84D8C-7358-47CE-9425-4293EC665F47}"/>
      </w:docPartPr>
      <w:docPartBody>
        <w:p w:rsidR="00340D7B" w:rsidRDefault="00E9055C" w:rsidP="00E9055C">
          <w:pPr>
            <w:pStyle w:val="B8B891FDECE94FF880487091FCBD1B33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BF5D3B482B4F1DA0B1D110BAD78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D6B0E-1A94-4925-A8EB-08C1B35BF2D4}"/>
      </w:docPartPr>
      <w:docPartBody>
        <w:p w:rsidR="00340D7B" w:rsidRDefault="00E9055C" w:rsidP="00E9055C">
          <w:pPr>
            <w:pStyle w:val="82BF5D3B482B4F1DA0B1D110BAD7870C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60AFB094724D7BA513E15C1E6907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1D8873-4469-4866-A35B-C999BED863E2}"/>
      </w:docPartPr>
      <w:docPartBody>
        <w:p w:rsidR="00340D7B" w:rsidRDefault="00E9055C" w:rsidP="00E9055C">
          <w:pPr>
            <w:pStyle w:val="F960AFB094724D7BA513E15C1E690726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6C67DBB20C341368E5EF757CC52EA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A89EC-E0A2-442B-BAF8-376DA8A1D29B}"/>
      </w:docPartPr>
      <w:docPartBody>
        <w:p w:rsidR="00340D7B" w:rsidRDefault="00E9055C" w:rsidP="00E9055C">
          <w:pPr>
            <w:pStyle w:val="A6C67DBB20C341368E5EF757CC52EA87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2EF5453E8E94226A3E948FC675963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1F8A6-D9F4-48BB-B4A9-4BB43A0116BE}"/>
      </w:docPartPr>
      <w:docPartBody>
        <w:p w:rsidR="00340D7B" w:rsidRDefault="00E9055C" w:rsidP="00E9055C">
          <w:pPr>
            <w:pStyle w:val="92EF5453E8E94226A3E948FC6759634B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D07912017B4524BE3363875783F5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8E97CF-5D9D-401E-879D-2265AF25952F}"/>
      </w:docPartPr>
      <w:docPartBody>
        <w:p w:rsidR="00340D7B" w:rsidRDefault="00E9055C" w:rsidP="00E9055C">
          <w:pPr>
            <w:pStyle w:val="F9D07912017B4524BE3363875783F548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810547375F4405BFBB8D3DBC964F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13FA8F-A52E-43BE-85F9-573BB1917006}"/>
      </w:docPartPr>
      <w:docPartBody>
        <w:p w:rsidR="00340D7B" w:rsidRDefault="00E9055C" w:rsidP="00E9055C">
          <w:pPr>
            <w:pStyle w:val="CB810547375F4405BFBB8D3DBC964F7C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FFDBCAB57E4F0EAA91BE87D1AB09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C6BAA1-B1E5-4F61-98E7-838A87180514}"/>
      </w:docPartPr>
      <w:docPartBody>
        <w:p w:rsidR="00340D7B" w:rsidRDefault="00E9055C" w:rsidP="00E9055C">
          <w:pPr>
            <w:pStyle w:val="A3FFDBCAB57E4F0EAA91BE87D1AB092A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B284469E114EA7A08D4D5FC03E2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4AD6D2-3016-43A9-B092-BA7B4C5D40AB}"/>
      </w:docPartPr>
      <w:docPartBody>
        <w:p w:rsidR="00340D7B" w:rsidRDefault="00E9055C" w:rsidP="00E9055C">
          <w:pPr>
            <w:pStyle w:val="1FB284469E114EA7A08D4D5FC03E2ED0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551F4BDF0FD4661BA5474565D1484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18433-C036-4AD8-8842-ED3F78DA5E50}"/>
      </w:docPartPr>
      <w:docPartBody>
        <w:p w:rsidR="00340D7B" w:rsidRDefault="00E9055C" w:rsidP="00E9055C">
          <w:pPr>
            <w:pStyle w:val="4551F4BDF0FD4661BA5474565D1484F2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B710BF352B4CC697919CAE7E0D4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A3346D-6457-49AF-A44C-9106689DA7A6}"/>
      </w:docPartPr>
      <w:docPartBody>
        <w:p w:rsidR="00340D7B" w:rsidRDefault="00E9055C" w:rsidP="00E9055C">
          <w:pPr>
            <w:pStyle w:val="6EB710BF352B4CC697919CAE7E0D4E13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4B5C167CAA402E8366CD646B41F0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C01F89-B4D1-4257-8B47-0D531BA42F46}"/>
      </w:docPartPr>
      <w:docPartBody>
        <w:p w:rsidR="00340D7B" w:rsidRDefault="00E9055C" w:rsidP="00E9055C">
          <w:pPr>
            <w:pStyle w:val="1E4B5C167CAA402E8366CD646B41F0F5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E64B725474249F788021D2324CCE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6C02C-3275-48A2-8C0D-71B218568044}"/>
      </w:docPartPr>
      <w:docPartBody>
        <w:p w:rsidR="00340D7B" w:rsidRDefault="00E9055C" w:rsidP="00E9055C">
          <w:pPr>
            <w:pStyle w:val="FE64B725474249F788021D2324CCEA97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3E65F448734165BF4AEFE2180A1F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A73F17-D8BF-4E71-973F-FF253FAD78DB}"/>
      </w:docPartPr>
      <w:docPartBody>
        <w:p w:rsidR="00340D7B" w:rsidRDefault="00E9055C" w:rsidP="00E9055C">
          <w:pPr>
            <w:pStyle w:val="C23E65F448734165BF4AEFE2180A1F42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C3791004E04FEEAF16B0F57C50AD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5A50DC-4F7E-4690-9361-FDBC798A1FC0}"/>
      </w:docPartPr>
      <w:docPartBody>
        <w:p w:rsidR="00340D7B" w:rsidRDefault="00E9055C" w:rsidP="00E9055C">
          <w:pPr>
            <w:pStyle w:val="CEC3791004E04FEEAF16B0F57C50AD87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5C"/>
    <w:rsid w:val="00340D7B"/>
    <w:rsid w:val="00E9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9055C"/>
    <w:rPr>
      <w:color w:val="808080"/>
    </w:rPr>
  </w:style>
  <w:style w:type="paragraph" w:customStyle="1" w:styleId="C19B81161266450085287A88772E5607">
    <w:name w:val="C19B81161266450085287A88772E5607"/>
    <w:rsid w:val="00E9055C"/>
  </w:style>
  <w:style w:type="paragraph" w:customStyle="1" w:styleId="4351E6A4BFD34ECBB50AF0DDBDA55360">
    <w:name w:val="4351E6A4BFD34ECBB50AF0DDBDA55360"/>
    <w:rsid w:val="00E9055C"/>
  </w:style>
  <w:style w:type="paragraph" w:customStyle="1" w:styleId="7051F166A34E48098145CFB12B72A772">
    <w:name w:val="7051F166A34E48098145CFB12B72A772"/>
    <w:rsid w:val="00E9055C"/>
  </w:style>
  <w:style w:type="paragraph" w:customStyle="1" w:styleId="EDABB47388764C749CACB03C800CC41C">
    <w:name w:val="EDABB47388764C749CACB03C800CC41C"/>
    <w:rsid w:val="00E9055C"/>
  </w:style>
  <w:style w:type="paragraph" w:customStyle="1" w:styleId="51E75F1FD5CE425B80C25A8B4AB6EF2B">
    <w:name w:val="51E75F1FD5CE425B80C25A8B4AB6EF2B"/>
    <w:rsid w:val="00E9055C"/>
  </w:style>
  <w:style w:type="paragraph" w:customStyle="1" w:styleId="C83BD39D5EC3466B981F049BEEF843B8">
    <w:name w:val="C83BD39D5EC3466B981F049BEEF843B8"/>
    <w:rsid w:val="00E9055C"/>
  </w:style>
  <w:style w:type="paragraph" w:customStyle="1" w:styleId="C59629ED1FDF4C7095FFE1FFA74E6B72">
    <w:name w:val="C59629ED1FDF4C7095FFE1FFA74E6B72"/>
    <w:rsid w:val="00E9055C"/>
  </w:style>
  <w:style w:type="paragraph" w:customStyle="1" w:styleId="3645E3BCDAB04ADE905FDE11AF6DD54A">
    <w:name w:val="3645E3BCDAB04ADE905FDE11AF6DD54A"/>
    <w:rsid w:val="00E9055C"/>
  </w:style>
  <w:style w:type="paragraph" w:customStyle="1" w:styleId="5C0A1A93E07B43298B148DAE4D4610B8">
    <w:name w:val="5C0A1A93E07B43298B148DAE4D4610B8"/>
    <w:rsid w:val="00E9055C"/>
  </w:style>
  <w:style w:type="paragraph" w:customStyle="1" w:styleId="C140F38CD0C04E47A4B98038A5072E84">
    <w:name w:val="C140F38CD0C04E47A4B98038A5072E84"/>
    <w:rsid w:val="00E9055C"/>
  </w:style>
  <w:style w:type="paragraph" w:customStyle="1" w:styleId="12D4FA6BA9494235AF2FF99EEBE78693">
    <w:name w:val="12D4FA6BA9494235AF2FF99EEBE78693"/>
    <w:rsid w:val="00E9055C"/>
  </w:style>
  <w:style w:type="paragraph" w:customStyle="1" w:styleId="6278D612001C45FDAEA048A8A88EC51A">
    <w:name w:val="6278D612001C45FDAEA048A8A88EC51A"/>
    <w:rsid w:val="00E9055C"/>
  </w:style>
  <w:style w:type="paragraph" w:customStyle="1" w:styleId="41118B7D22C847ABB44DF3AE7D66C996">
    <w:name w:val="41118B7D22C847ABB44DF3AE7D66C996"/>
    <w:rsid w:val="00E9055C"/>
  </w:style>
  <w:style w:type="paragraph" w:customStyle="1" w:styleId="67137EFCF1714A449D24AFA0FCAE024D">
    <w:name w:val="67137EFCF1714A449D24AFA0FCAE024D"/>
    <w:rsid w:val="00E9055C"/>
  </w:style>
  <w:style w:type="paragraph" w:customStyle="1" w:styleId="3B556F95DDC94BFCA4B1BBF1ED0E96C1">
    <w:name w:val="3B556F95DDC94BFCA4B1BBF1ED0E96C1"/>
    <w:rsid w:val="00E9055C"/>
  </w:style>
  <w:style w:type="paragraph" w:customStyle="1" w:styleId="179E3DD9932B40F6A7A7F9F7A97D253F">
    <w:name w:val="179E3DD9932B40F6A7A7F9F7A97D253F"/>
    <w:rsid w:val="00E9055C"/>
  </w:style>
  <w:style w:type="paragraph" w:customStyle="1" w:styleId="081CEEC6F6ED4486814FADABE4F6EF89">
    <w:name w:val="081CEEC6F6ED4486814FADABE4F6EF89"/>
    <w:rsid w:val="00E9055C"/>
  </w:style>
  <w:style w:type="paragraph" w:customStyle="1" w:styleId="50ABAD65FC1C43A4BA4AA885DCD67478">
    <w:name w:val="50ABAD65FC1C43A4BA4AA885DCD67478"/>
    <w:rsid w:val="00E9055C"/>
  </w:style>
  <w:style w:type="paragraph" w:customStyle="1" w:styleId="43719FC5FE814F49A732C7D51A6ECEA9">
    <w:name w:val="43719FC5FE814F49A732C7D51A6ECEA9"/>
    <w:rsid w:val="00E9055C"/>
  </w:style>
  <w:style w:type="paragraph" w:customStyle="1" w:styleId="4D16776D0DEB40C9A066BA4793BD1B55">
    <w:name w:val="4D16776D0DEB40C9A066BA4793BD1B55"/>
    <w:rsid w:val="00E9055C"/>
  </w:style>
  <w:style w:type="paragraph" w:customStyle="1" w:styleId="886B466DDC8D42809CFA2F972A569E60">
    <w:name w:val="886B466DDC8D42809CFA2F972A569E60"/>
    <w:rsid w:val="00E9055C"/>
  </w:style>
  <w:style w:type="paragraph" w:customStyle="1" w:styleId="531418E2B5E541CC9B5592D4841538FA">
    <w:name w:val="531418E2B5E541CC9B5592D4841538FA"/>
    <w:rsid w:val="00E9055C"/>
  </w:style>
  <w:style w:type="paragraph" w:customStyle="1" w:styleId="CDB75049C0234F8584263241683B1DAD">
    <w:name w:val="CDB75049C0234F8584263241683B1DAD"/>
    <w:rsid w:val="00E9055C"/>
  </w:style>
  <w:style w:type="paragraph" w:customStyle="1" w:styleId="94B822667F5A4F5D96E90CB63328FE5C">
    <w:name w:val="94B822667F5A4F5D96E90CB63328FE5C"/>
    <w:rsid w:val="00E9055C"/>
  </w:style>
  <w:style w:type="paragraph" w:customStyle="1" w:styleId="FC32C4AC3DAF48BB824A9465D5279BEA">
    <w:name w:val="FC32C4AC3DAF48BB824A9465D5279BEA"/>
    <w:rsid w:val="00E9055C"/>
  </w:style>
  <w:style w:type="paragraph" w:customStyle="1" w:styleId="A591F31A8C1340F89FA3A51DC5A3D767">
    <w:name w:val="A591F31A8C1340F89FA3A51DC5A3D767"/>
    <w:rsid w:val="00E9055C"/>
  </w:style>
  <w:style w:type="paragraph" w:customStyle="1" w:styleId="BD4DDABE0F7D45388D5E019F9C51BC38">
    <w:name w:val="BD4DDABE0F7D45388D5E019F9C51BC38"/>
    <w:rsid w:val="00E9055C"/>
  </w:style>
  <w:style w:type="paragraph" w:customStyle="1" w:styleId="E7B4089A94844DDAB079C52E265218E4">
    <w:name w:val="E7B4089A94844DDAB079C52E265218E4"/>
    <w:rsid w:val="00E9055C"/>
  </w:style>
  <w:style w:type="paragraph" w:customStyle="1" w:styleId="8BAAF04CA473409B8A1B8A340BFE2289">
    <w:name w:val="8BAAF04CA473409B8A1B8A340BFE2289"/>
    <w:rsid w:val="00E9055C"/>
  </w:style>
  <w:style w:type="paragraph" w:customStyle="1" w:styleId="6203E5AFD87044B49CA49CBDF1ECB6F4">
    <w:name w:val="6203E5AFD87044B49CA49CBDF1ECB6F4"/>
    <w:rsid w:val="00E9055C"/>
  </w:style>
  <w:style w:type="paragraph" w:customStyle="1" w:styleId="BB171DC1D3224A8E9E9D441E9EC71D5E">
    <w:name w:val="BB171DC1D3224A8E9E9D441E9EC71D5E"/>
    <w:rsid w:val="00E9055C"/>
  </w:style>
  <w:style w:type="paragraph" w:customStyle="1" w:styleId="A1958F25C1384CCE92DD0C6DA37C07DE">
    <w:name w:val="A1958F25C1384CCE92DD0C6DA37C07DE"/>
    <w:rsid w:val="00E9055C"/>
  </w:style>
  <w:style w:type="paragraph" w:customStyle="1" w:styleId="94AD2E16B31C44FC85657CC6AD65734E">
    <w:name w:val="94AD2E16B31C44FC85657CC6AD65734E"/>
    <w:rsid w:val="00E9055C"/>
  </w:style>
  <w:style w:type="paragraph" w:customStyle="1" w:styleId="9F6CCE428B8E4A268FA5FDFA7C941EE9">
    <w:name w:val="9F6CCE428B8E4A268FA5FDFA7C941EE9"/>
    <w:rsid w:val="00E9055C"/>
  </w:style>
  <w:style w:type="paragraph" w:customStyle="1" w:styleId="0B4A51183AF9454580F47C97E68E512E">
    <w:name w:val="0B4A51183AF9454580F47C97E68E512E"/>
    <w:rsid w:val="00E9055C"/>
  </w:style>
  <w:style w:type="paragraph" w:customStyle="1" w:styleId="FA02A053AD02446FA2245628F80727D1">
    <w:name w:val="FA02A053AD02446FA2245628F80727D1"/>
    <w:rsid w:val="00E9055C"/>
  </w:style>
  <w:style w:type="paragraph" w:customStyle="1" w:styleId="34E10508BC09453C941C0FE13796197E">
    <w:name w:val="34E10508BC09453C941C0FE13796197E"/>
    <w:rsid w:val="00E9055C"/>
  </w:style>
  <w:style w:type="paragraph" w:customStyle="1" w:styleId="B8B891FDECE94FF880487091FCBD1B33">
    <w:name w:val="B8B891FDECE94FF880487091FCBD1B33"/>
    <w:rsid w:val="00E9055C"/>
  </w:style>
  <w:style w:type="paragraph" w:customStyle="1" w:styleId="82BF5D3B482B4F1DA0B1D110BAD7870C">
    <w:name w:val="82BF5D3B482B4F1DA0B1D110BAD7870C"/>
    <w:rsid w:val="00E9055C"/>
  </w:style>
  <w:style w:type="paragraph" w:customStyle="1" w:styleId="F960AFB094724D7BA513E15C1E690726">
    <w:name w:val="F960AFB094724D7BA513E15C1E690726"/>
    <w:rsid w:val="00E9055C"/>
  </w:style>
  <w:style w:type="paragraph" w:customStyle="1" w:styleId="A6C67DBB20C341368E5EF757CC52EA87">
    <w:name w:val="A6C67DBB20C341368E5EF757CC52EA87"/>
    <w:rsid w:val="00E9055C"/>
  </w:style>
  <w:style w:type="paragraph" w:customStyle="1" w:styleId="92EF5453E8E94226A3E948FC6759634B">
    <w:name w:val="92EF5453E8E94226A3E948FC6759634B"/>
    <w:rsid w:val="00E9055C"/>
  </w:style>
  <w:style w:type="paragraph" w:customStyle="1" w:styleId="F9D07912017B4524BE3363875783F548">
    <w:name w:val="F9D07912017B4524BE3363875783F548"/>
    <w:rsid w:val="00E9055C"/>
  </w:style>
  <w:style w:type="paragraph" w:customStyle="1" w:styleId="CB810547375F4405BFBB8D3DBC964F7C">
    <w:name w:val="CB810547375F4405BFBB8D3DBC964F7C"/>
    <w:rsid w:val="00E9055C"/>
  </w:style>
  <w:style w:type="paragraph" w:customStyle="1" w:styleId="6138DBDE524441BFA7703D9A5325B523">
    <w:name w:val="6138DBDE524441BFA7703D9A5325B523"/>
    <w:rsid w:val="00E9055C"/>
  </w:style>
  <w:style w:type="paragraph" w:customStyle="1" w:styleId="A3FFDBCAB57E4F0EAA91BE87D1AB092A">
    <w:name w:val="A3FFDBCAB57E4F0EAA91BE87D1AB092A"/>
    <w:rsid w:val="00E9055C"/>
  </w:style>
  <w:style w:type="paragraph" w:customStyle="1" w:styleId="1FB284469E114EA7A08D4D5FC03E2ED0">
    <w:name w:val="1FB284469E114EA7A08D4D5FC03E2ED0"/>
    <w:rsid w:val="00E9055C"/>
  </w:style>
  <w:style w:type="paragraph" w:customStyle="1" w:styleId="4551F4BDF0FD4661BA5474565D1484F2">
    <w:name w:val="4551F4BDF0FD4661BA5474565D1484F2"/>
    <w:rsid w:val="00E9055C"/>
  </w:style>
  <w:style w:type="paragraph" w:customStyle="1" w:styleId="6EB710BF352B4CC697919CAE7E0D4E13">
    <w:name w:val="6EB710BF352B4CC697919CAE7E0D4E13"/>
    <w:rsid w:val="00E9055C"/>
  </w:style>
  <w:style w:type="paragraph" w:customStyle="1" w:styleId="1E4B5C167CAA402E8366CD646B41F0F5">
    <w:name w:val="1E4B5C167CAA402E8366CD646B41F0F5"/>
    <w:rsid w:val="00E9055C"/>
  </w:style>
  <w:style w:type="paragraph" w:customStyle="1" w:styleId="FE64B725474249F788021D2324CCEA97">
    <w:name w:val="FE64B725474249F788021D2324CCEA97"/>
    <w:rsid w:val="00E9055C"/>
  </w:style>
  <w:style w:type="paragraph" w:customStyle="1" w:styleId="C23E65F448734165BF4AEFE2180A1F42">
    <w:name w:val="C23E65F448734165BF4AEFE2180A1F42"/>
    <w:rsid w:val="00E9055C"/>
  </w:style>
  <w:style w:type="paragraph" w:customStyle="1" w:styleId="CEC3791004E04FEEAF16B0F57C50AD87">
    <w:name w:val="CEC3791004E04FEEAF16B0F57C50AD87"/>
    <w:rsid w:val="00E905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ns:customPropertyEditors xmlns:tns="http://schemas.microsoft.com/office/2006/customDocumentInformationPanel">
  <tns:showOnOpen>true</tns:showOnOpen>
  <tns:defaultPropertyEditorNamespace>Standard properties</tns:defaultPropertyEditorNamespace>
</tns:customPropertyEditors>
</file>

<file path=customXml/itemProps1.xml><?xml version="1.0" encoding="utf-8"?>
<ds:datastoreItem xmlns:ds="http://schemas.openxmlformats.org/officeDocument/2006/customXml" ds:itemID="{052B0170-0969-4253-842A-95344355D5ED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19AA26D2.dotm</Template>
  <TotalTime>159</TotalTime>
  <Pages>10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Institute of Technology</Company>
  <LinksUpToDate>false</LinksUpToDate>
  <CharactersWithSpaces>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 Robertson</dc:creator>
  <cp:keywords/>
  <dc:description/>
  <cp:lastModifiedBy>Gay Robertson</cp:lastModifiedBy>
  <cp:revision>12</cp:revision>
  <dcterms:created xsi:type="dcterms:W3CDTF">2017-03-30T00:13:00Z</dcterms:created>
  <dcterms:modified xsi:type="dcterms:W3CDTF">2018-07-01T21:04:00Z</dcterms:modified>
</cp:coreProperties>
</file>