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24" w:space="0" w:color="A5A5A5" w:themeColor="accent3"/>
          <w:bottom w:val="single" w:sz="24" w:space="0" w:color="A5A5A5" w:themeColor="accent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elephone message form"/>
      </w:tblPr>
      <w:tblGrid>
        <w:gridCol w:w="5400"/>
        <w:gridCol w:w="5400"/>
      </w:tblGrid>
      <w:tr w:rsidR="00EE1668" w:rsidTr="001675D3">
        <w:trPr>
          <w:trHeight w:val="2835"/>
        </w:trPr>
        <w:tc>
          <w:tcPr>
            <w:tcW w:w="5400" w:type="dxa"/>
            <w:tcBorders>
              <w:bottom w:val="single" w:sz="24" w:space="0" w:color="A5A5A5" w:themeColor="accent3"/>
              <w:right w:val="single" w:sz="8" w:space="0" w:color="A5A5A5" w:themeColor="accent3"/>
            </w:tcBorders>
            <w:tcMar>
              <w:left w:w="0" w:type="dxa"/>
              <w:right w:w="0" w:type="dxa"/>
            </w:tcMar>
          </w:tcPr>
          <w:tbl>
            <w:tblPr>
              <w:tblW w:w="5000" w:type="pct"/>
              <w:shd w:val="clear" w:color="auto" w:fill="FFFFFF" w:themeFill="background1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"/>
            </w:tblPr>
            <w:tblGrid>
              <w:gridCol w:w="1594"/>
              <w:gridCol w:w="3791"/>
            </w:tblGrid>
            <w:tr w:rsidR="00EE1668" w:rsidTr="001675D3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EE1668" w:rsidRDefault="001675D3">
                  <w:pPr>
                    <w:pStyle w:val="Heading1"/>
                  </w:pPr>
                  <w:bookmarkStart w:id="0" w:name="_GoBack"/>
                  <w:bookmarkEnd w:id="0"/>
                  <w:r>
                    <w:t>Name:</w:t>
                  </w:r>
                </w:p>
              </w:tc>
              <w:tc>
                <w:tcPr>
                  <w:tcW w:w="3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E1668" w:rsidRDefault="00EE1668">
                  <w:pPr>
                    <w:pStyle w:val="Messagefor"/>
                  </w:pPr>
                </w:p>
              </w:tc>
            </w:tr>
            <w:tr w:rsidR="00EE1668" w:rsidTr="001675D3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EE1668" w:rsidRDefault="001675D3">
                  <w:pPr>
                    <w:pStyle w:val="Heading2"/>
                  </w:pPr>
                  <w:r>
                    <w:t>Date | time</w:t>
                  </w:r>
                </w:p>
              </w:tc>
              <w:tc>
                <w:tcPr>
                  <w:tcW w:w="3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E1668" w:rsidRDefault="00EE1668"/>
              </w:tc>
            </w:tr>
            <w:tr w:rsidR="001675D3" w:rsidTr="001675D3">
              <w:trPr>
                <w:trHeight w:val="116"/>
              </w:trPr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1675D3" w:rsidRDefault="001675D3">
                  <w:pPr>
                    <w:pStyle w:val="Heading2"/>
                  </w:pPr>
                  <w:r>
                    <w:t>Description of Problem</w:t>
                  </w:r>
                </w:p>
              </w:tc>
              <w:tc>
                <w:tcPr>
                  <w:tcW w:w="37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675D3" w:rsidRDefault="001675D3"/>
              </w:tc>
            </w:tr>
            <w:tr w:rsidR="001675D3" w:rsidTr="001675D3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1675D3" w:rsidRDefault="001675D3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675D3" w:rsidRDefault="001675D3"/>
              </w:tc>
            </w:tr>
            <w:tr w:rsidR="001675D3" w:rsidTr="001675D3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1675D3" w:rsidRDefault="001675D3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675D3" w:rsidRDefault="001675D3"/>
              </w:tc>
            </w:tr>
            <w:tr w:rsidR="001675D3" w:rsidTr="001675D3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1675D3" w:rsidRDefault="001675D3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1675D3" w:rsidRDefault="001675D3"/>
              </w:tc>
            </w:tr>
            <w:tr w:rsidR="00EE1668" w:rsidTr="001675D3">
              <w:tc>
                <w:tcPr>
                  <w:tcW w:w="1595" w:type="dxa"/>
                  <w:shd w:val="clear" w:color="auto" w:fill="FFFFFF" w:themeFill="background1"/>
                </w:tcPr>
                <w:p w:rsidR="00EE1668" w:rsidRDefault="001675D3">
                  <w:pPr>
                    <w:pStyle w:val="Heading2"/>
                  </w:pPr>
                  <w:r>
                    <w:t>Problem:</w:t>
                  </w:r>
                </w:p>
                <w:p w:rsidR="001675D3" w:rsidRPr="001675D3" w:rsidRDefault="001675D3" w:rsidP="001675D3"/>
              </w:tc>
              <w:tc>
                <w:tcPr>
                  <w:tcW w:w="3795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EE1668" w:rsidRDefault="001675D3">
                  <w:r>
                    <w:rPr>
                      <w:noProof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3F90AEB" wp14:editId="74249D7B">
                            <wp:simplePos x="0" y="0"/>
                            <wp:positionH relativeFrom="column">
                              <wp:posOffset>947801</wp:posOffset>
                            </wp:positionH>
                            <wp:positionV relativeFrom="paragraph">
                              <wp:posOffset>370815</wp:posOffset>
                            </wp:positionV>
                            <wp:extent cx="182880" cy="109728"/>
                            <wp:effectExtent l="0" t="0" r="26670" b="2413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9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04C09C7" id="Rectangle 2" o:spid="_x0000_s1026" style="position:absolute;margin-left:74.65pt;margin-top:29.2pt;width:14.4pt;height:8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" filled="f" strokecolor="#1f4d78 [1604]" strokeweight="1pt"/>
                        </w:pict>
                      </mc:Fallback>
                    </mc:AlternateContent>
                  </w:r>
                  <w:r>
                    <w:rPr>
                      <w:noProof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BBA6CCC" wp14:editId="79ECA459">
                            <wp:simplePos x="0" y="0"/>
                            <wp:positionH relativeFrom="column">
                              <wp:posOffset>943991</wp:posOffset>
                            </wp:positionH>
                            <wp:positionV relativeFrom="paragraph">
                              <wp:posOffset>123495</wp:posOffset>
                            </wp:positionV>
                            <wp:extent cx="182880" cy="109728"/>
                            <wp:effectExtent l="0" t="0" r="26670" b="2413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9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27A7DA1" id="Rectangle 1" o:spid="_x0000_s1026" style="position:absolute;margin-left:74.35pt;margin-top:9.7pt;width:14.4pt;height: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" filled="f" strokecolor="#1f4d78 [1604]" strokeweight="1pt"/>
                        </w:pict>
                      </mc:Fallback>
                    </mc:AlternateContent>
                  </w:r>
                  <w:r>
                    <w:t>Solved:</w:t>
                  </w:r>
                  <w:r>
                    <w:tab/>
                  </w:r>
                  <w:r>
                    <w:tab/>
                  </w:r>
                  <w:r>
                    <w:br/>
                  </w:r>
                  <w:r>
                    <w:br/>
                    <w:t>Escalated:</w:t>
                  </w:r>
                  <w:r>
                    <w:tab/>
                  </w:r>
                </w:p>
              </w:tc>
            </w:tr>
          </w:tbl>
          <w:p w:rsidR="00EE1668" w:rsidRDefault="00EE1668"/>
        </w:tc>
        <w:tc>
          <w:tcPr>
            <w:tcW w:w="5400" w:type="dxa"/>
            <w:tcBorders>
              <w:top w:val="single" w:sz="24" w:space="0" w:color="A5A5A5" w:themeColor="accent3"/>
              <w:left w:val="single" w:sz="8" w:space="0" w:color="A5A5A5" w:themeColor="accent3"/>
              <w:bottom w:val="nil"/>
            </w:tcBorders>
            <w:tcMar>
              <w:left w:w="0" w:type="dxa"/>
              <w:right w:w="0" w:type="dxa"/>
            </w:tcMar>
          </w:tcPr>
          <w:p w:rsidR="00EE1668" w:rsidRDefault="001675D3">
            <w:pPr>
              <w:pStyle w:val="Heading2"/>
            </w:pPr>
            <w:r>
              <w:t>I responded to this by:</w:t>
            </w:r>
          </w:p>
          <w:p w:rsidR="00EE1668" w:rsidRDefault="00EE1668"/>
        </w:tc>
      </w:tr>
      <w:tr w:rsidR="00EE1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2"/>
            <w:tcBorders>
              <w:top w:val="single" w:sz="24" w:space="0" w:color="A5A5A5" w:themeColor="accent3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E1668" w:rsidRDefault="00EE1668">
            <w:pPr>
              <w:pStyle w:val="spacer"/>
            </w:pPr>
          </w:p>
        </w:tc>
      </w:tr>
      <w:tr w:rsidR="00EE1668">
        <w:trPr>
          <w:trHeight w:val="2835"/>
        </w:trPr>
        <w:tc>
          <w:tcPr>
            <w:tcW w:w="5400" w:type="dxa"/>
            <w:tcBorders>
              <w:top w:val="nil"/>
              <w:bottom w:val="single" w:sz="24" w:space="0" w:color="A5A5A5" w:themeColor="accent3"/>
              <w:right w:val="single" w:sz="8" w:space="0" w:color="A5A5A5" w:themeColor="accent3"/>
            </w:tcBorders>
            <w:tcMar>
              <w:left w:w="0" w:type="dxa"/>
              <w:right w:w="0" w:type="dxa"/>
            </w:tcMar>
          </w:tcPr>
          <w:tbl>
            <w:tblPr>
              <w:tblW w:w="5000" w:type="pct"/>
              <w:shd w:val="clear" w:color="auto" w:fill="FFFFFF" w:themeFill="background1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"/>
            </w:tblPr>
            <w:tblGrid>
              <w:gridCol w:w="1594"/>
              <w:gridCol w:w="3791"/>
            </w:tblGrid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1"/>
                  </w:pPr>
                  <w:r>
                    <w:t>Name:</w:t>
                  </w:r>
                </w:p>
              </w:tc>
              <w:tc>
                <w:tcPr>
                  <w:tcW w:w="3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Messagefor"/>
                  </w:pPr>
                </w:p>
              </w:tc>
            </w:tr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  <w:r>
                    <w:t>Date | time</w:t>
                  </w:r>
                </w:p>
              </w:tc>
              <w:tc>
                <w:tcPr>
                  <w:tcW w:w="3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rPr>
                <w:trHeight w:val="116"/>
              </w:trPr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  <w:r>
                    <w:t>Description of Problem</w:t>
                  </w:r>
                </w:p>
              </w:tc>
              <w:tc>
                <w:tcPr>
                  <w:tcW w:w="37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c>
                <w:tcPr>
                  <w:tcW w:w="1595" w:type="dxa"/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  <w:r>
                    <w:t>Problem:</w:t>
                  </w:r>
                </w:p>
                <w:p w:rsidR="00A064D7" w:rsidRPr="001675D3" w:rsidRDefault="00A064D7" w:rsidP="00A064D7"/>
              </w:tc>
              <w:tc>
                <w:tcPr>
                  <w:tcW w:w="3795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r>
                    <w:rPr>
                      <w:noProof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62933C2" wp14:editId="25B38946">
                            <wp:simplePos x="0" y="0"/>
                            <wp:positionH relativeFrom="column">
                              <wp:posOffset>947801</wp:posOffset>
                            </wp:positionH>
                            <wp:positionV relativeFrom="paragraph">
                              <wp:posOffset>370815</wp:posOffset>
                            </wp:positionV>
                            <wp:extent cx="182880" cy="109728"/>
                            <wp:effectExtent l="0" t="0" r="26670" b="24130"/>
                            <wp:wrapNone/>
                            <wp:docPr id="3" name="Rectangl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9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CFA8630" id="Rectangle 3" o:spid="_x0000_s1026" style="position:absolute;margin-left:74.65pt;margin-top:29.2pt;width:14.4pt;height:8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" filled="f" strokecolor="#1f4d78 [1604]" strokeweight="1pt"/>
                        </w:pict>
                      </mc:Fallback>
                    </mc:AlternateContent>
                  </w:r>
                  <w:r>
                    <w:rPr>
                      <w:noProof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73A5F634" wp14:editId="40E31670">
                            <wp:simplePos x="0" y="0"/>
                            <wp:positionH relativeFrom="column">
                              <wp:posOffset>943991</wp:posOffset>
                            </wp:positionH>
                            <wp:positionV relativeFrom="paragraph">
                              <wp:posOffset>123495</wp:posOffset>
                            </wp:positionV>
                            <wp:extent cx="182880" cy="109728"/>
                            <wp:effectExtent l="0" t="0" r="26670" b="24130"/>
                            <wp:wrapNone/>
                            <wp:docPr id="4" name="Rectangl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9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B4111D3" id="Rectangle 4" o:spid="_x0000_s1026" style="position:absolute;margin-left:74.35pt;margin-top:9.7pt;width:14.4pt;height:8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" filled="f" strokecolor="#1f4d78 [1604]" strokeweight="1pt"/>
                        </w:pict>
                      </mc:Fallback>
                    </mc:AlternateContent>
                  </w:r>
                  <w:r>
                    <w:t>Solved:</w:t>
                  </w:r>
                  <w:r>
                    <w:tab/>
                  </w:r>
                  <w:r>
                    <w:tab/>
                  </w:r>
                  <w:r>
                    <w:br/>
                  </w:r>
                  <w:r>
                    <w:br/>
                    <w:t>Escalated:</w:t>
                  </w:r>
                  <w:r>
                    <w:tab/>
                  </w:r>
                </w:p>
              </w:tc>
            </w:tr>
          </w:tbl>
          <w:p w:rsidR="00EE1668" w:rsidRDefault="00EE1668"/>
        </w:tc>
        <w:tc>
          <w:tcPr>
            <w:tcW w:w="5400" w:type="dxa"/>
            <w:tcBorders>
              <w:top w:val="nil"/>
              <w:left w:val="single" w:sz="8" w:space="0" w:color="A5A5A5" w:themeColor="accent3"/>
              <w:bottom w:val="single" w:sz="24" w:space="0" w:color="A5A5A5" w:themeColor="accent3"/>
            </w:tcBorders>
            <w:tcMar>
              <w:left w:w="0" w:type="dxa"/>
              <w:right w:w="0" w:type="dxa"/>
            </w:tcMar>
          </w:tcPr>
          <w:p w:rsidR="0026758B" w:rsidRDefault="0026758B" w:rsidP="0026758B">
            <w:pPr>
              <w:pStyle w:val="Heading2"/>
            </w:pPr>
            <w:r>
              <w:t>I responded to this by:</w:t>
            </w:r>
          </w:p>
          <w:p w:rsidR="00EE1668" w:rsidRDefault="00EE1668"/>
        </w:tc>
      </w:tr>
      <w:tr w:rsidR="00EE1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2"/>
            <w:tcBorders>
              <w:top w:val="single" w:sz="24" w:space="0" w:color="A5A5A5" w:themeColor="accent3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E1668" w:rsidRDefault="00EE1668">
            <w:pPr>
              <w:pStyle w:val="spacer"/>
            </w:pPr>
          </w:p>
        </w:tc>
      </w:tr>
      <w:tr w:rsidR="00EE1668">
        <w:trPr>
          <w:trHeight w:val="2835"/>
        </w:trPr>
        <w:tc>
          <w:tcPr>
            <w:tcW w:w="5400" w:type="dxa"/>
            <w:tcBorders>
              <w:top w:val="nil"/>
              <w:bottom w:val="single" w:sz="24" w:space="0" w:color="A5A5A5" w:themeColor="accent3"/>
              <w:right w:val="single" w:sz="8" w:space="0" w:color="A5A5A5" w:themeColor="accent3"/>
            </w:tcBorders>
            <w:tcMar>
              <w:left w:w="0" w:type="dxa"/>
              <w:right w:w="0" w:type="dxa"/>
            </w:tcMar>
          </w:tcPr>
          <w:tbl>
            <w:tblPr>
              <w:tblW w:w="5000" w:type="pct"/>
              <w:shd w:val="clear" w:color="auto" w:fill="FFFFFF" w:themeFill="background1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"/>
            </w:tblPr>
            <w:tblGrid>
              <w:gridCol w:w="1594"/>
              <w:gridCol w:w="3791"/>
            </w:tblGrid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1"/>
                  </w:pPr>
                  <w:r>
                    <w:t>Name:</w:t>
                  </w:r>
                </w:p>
              </w:tc>
              <w:tc>
                <w:tcPr>
                  <w:tcW w:w="3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Messagefor"/>
                  </w:pPr>
                </w:p>
              </w:tc>
            </w:tr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  <w:r>
                    <w:t>Date | time</w:t>
                  </w:r>
                </w:p>
              </w:tc>
              <w:tc>
                <w:tcPr>
                  <w:tcW w:w="3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rPr>
                <w:trHeight w:val="116"/>
              </w:trPr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  <w:r>
                    <w:t>Description of Problem</w:t>
                  </w:r>
                </w:p>
              </w:tc>
              <w:tc>
                <w:tcPr>
                  <w:tcW w:w="37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c>
                <w:tcPr>
                  <w:tcW w:w="1595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</w:p>
              </w:tc>
              <w:tc>
                <w:tcPr>
                  <w:tcW w:w="37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/>
              </w:tc>
            </w:tr>
            <w:tr w:rsidR="00A064D7" w:rsidTr="00A064D7">
              <w:tc>
                <w:tcPr>
                  <w:tcW w:w="1595" w:type="dxa"/>
                  <w:shd w:val="clear" w:color="auto" w:fill="FFFFFF" w:themeFill="background1"/>
                </w:tcPr>
                <w:p w:rsidR="00A064D7" w:rsidRDefault="00A064D7" w:rsidP="00A064D7">
                  <w:pPr>
                    <w:pStyle w:val="Heading2"/>
                  </w:pPr>
                  <w:r>
                    <w:t>Problem:</w:t>
                  </w:r>
                </w:p>
                <w:p w:rsidR="00A064D7" w:rsidRPr="001675D3" w:rsidRDefault="00A064D7" w:rsidP="00A064D7"/>
              </w:tc>
              <w:tc>
                <w:tcPr>
                  <w:tcW w:w="3795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A064D7" w:rsidRDefault="00A064D7" w:rsidP="00A064D7">
                  <w:r>
                    <w:rPr>
                      <w:noProof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2DAEEA0" wp14:editId="240112D2">
                            <wp:simplePos x="0" y="0"/>
                            <wp:positionH relativeFrom="column">
                              <wp:posOffset>947801</wp:posOffset>
                            </wp:positionH>
                            <wp:positionV relativeFrom="paragraph">
                              <wp:posOffset>370815</wp:posOffset>
                            </wp:positionV>
                            <wp:extent cx="182880" cy="109728"/>
                            <wp:effectExtent l="0" t="0" r="26670" b="24130"/>
                            <wp:wrapNone/>
                            <wp:docPr id="5" name="Rectangl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9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257F0E6" id="Rectangle 5" o:spid="_x0000_s1026" style="position:absolute;margin-left:74.65pt;margin-top:29.2pt;width:14.4pt;height:8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" filled="f" strokecolor="#1f4d78 [1604]" strokeweight="1pt"/>
                        </w:pict>
                      </mc:Fallback>
                    </mc:AlternateContent>
                  </w:r>
                  <w:r>
                    <w:rPr>
                      <w:noProof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583BB996" wp14:editId="064BA249">
                            <wp:simplePos x="0" y="0"/>
                            <wp:positionH relativeFrom="column">
                              <wp:posOffset>943991</wp:posOffset>
                            </wp:positionH>
                            <wp:positionV relativeFrom="paragraph">
                              <wp:posOffset>123495</wp:posOffset>
                            </wp:positionV>
                            <wp:extent cx="182880" cy="109728"/>
                            <wp:effectExtent l="0" t="0" r="26670" b="24130"/>
                            <wp:wrapNone/>
                            <wp:docPr id="6" name="Rectangl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97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EBB4A5C" id="Rectangle 6" o:spid="_x0000_s1026" style="position:absolute;margin-left:74.35pt;margin-top:9.7pt;width:14.4pt;height:8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" filled="f" strokecolor="#1f4d78 [1604]" strokeweight="1pt"/>
                        </w:pict>
                      </mc:Fallback>
                    </mc:AlternateContent>
                  </w:r>
                  <w:r>
                    <w:t>Solved:</w:t>
                  </w:r>
                  <w:r>
                    <w:tab/>
                  </w:r>
                  <w:r>
                    <w:tab/>
                  </w:r>
                  <w:r>
                    <w:br/>
                  </w:r>
                  <w:r>
                    <w:br/>
                    <w:t>Escalated:</w:t>
                  </w:r>
                  <w:r>
                    <w:tab/>
                  </w:r>
                </w:p>
              </w:tc>
            </w:tr>
          </w:tbl>
          <w:p w:rsidR="00EE1668" w:rsidRDefault="00EE1668"/>
        </w:tc>
        <w:tc>
          <w:tcPr>
            <w:tcW w:w="5400" w:type="dxa"/>
            <w:tcBorders>
              <w:top w:val="nil"/>
              <w:left w:val="single" w:sz="8" w:space="0" w:color="A5A5A5" w:themeColor="accent3"/>
              <w:bottom w:val="single" w:sz="24" w:space="0" w:color="A5A5A5" w:themeColor="accent3"/>
            </w:tcBorders>
            <w:tcMar>
              <w:left w:w="0" w:type="dxa"/>
              <w:right w:w="0" w:type="dxa"/>
            </w:tcMar>
          </w:tcPr>
          <w:p w:rsidR="0026758B" w:rsidRDefault="0026758B" w:rsidP="0026758B">
            <w:pPr>
              <w:pStyle w:val="Heading2"/>
            </w:pPr>
            <w:r>
              <w:t>I responded to this by:</w:t>
            </w:r>
          </w:p>
          <w:p w:rsidR="00EE1668" w:rsidRDefault="00EE1668"/>
        </w:tc>
      </w:tr>
      <w:tr w:rsidR="00EE1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00" w:type="dxa"/>
            <w:gridSpan w:val="2"/>
            <w:tcBorders>
              <w:top w:val="single" w:sz="24" w:space="0" w:color="A5A5A5" w:themeColor="accent3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E1668" w:rsidRDefault="00EE1668">
            <w:pPr>
              <w:pStyle w:val="spacer"/>
            </w:pPr>
          </w:p>
        </w:tc>
      </w:tr>
    </w:tbl>
    <w:p w:rsidR="00EE1668" w:rsidRDefault="00EE1668">
      <w:pPr>
        <w:pStyle w:val="spacer"/>
      </w:pPr>
    </w:p>
    <w:sectPr w:rsidR="00EE1668">
      <w:headerReference w:type="default" r:id="rId7"/>
      <w:footerReference w:type="default" r:id="rId8"/>
      <w:pgSz w:w="12240" w:h="15840"/>
      <w:pgMar w:top="576" w:right="720" w:bottom="576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EAA" w:rsidRDefault="00736EAA">
      <w:r>
        <w:separator/>
      </w:r>
    </w:p>
    <w:p w:rsidR="00736EAA" w:rsidRDefault="00736EAA"/>
  </w:endnote>
  <w:endnote w:type="continuationSeparator" w:id="0">
    <w:p w:rsidR="00736EAA" w:rsidRDefault="00736EAA">
      <w:r>
        <w:continuationSeparator/>
      </w:r>
    </w:p>
    <w:p w:rsidR="00736EAA" w:rsidRDefault="00736E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68" w:rsidRDefault="0026758B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3A102A">
      <w:rPr>
        <w:noProof/>
      </w:rPr>
      <w:t>1</w:t>
    </w:r>
    <w:r>
      <w:fldChar w:fldCharType="end"/>
    </w:r>
    <w:r>
      <w:t xml:space="preserve"> | 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EAA" w:rsidRDefault="00736EAA">
      <w:r>
        <w:separator/>
      </w:r>
    </w:p>
    <w:p w:rsidR="00736EAA" w:rsidRDefault="00736EAA"/>
  </w:footnote>
  <w:footnote w:type="continuationSeparator" w:id="0">
    <w:p w:rsidR="00736EAA" w:rsidRDefault="00736EAA">
      <w:r>
        <w:continuationSeparator/>
      </w:r>
    </w:p>
    <w:p w:rsidR="00736EAA" w:rsidRDefault="00736E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668" w:rsidRPr="001675D3" w:rsidRDefault="001675D3" w:rsidP="00146AF1">
    <w:pPr>
      <w:pStyle w:val="Header"/>
      <w:jc w:val="center"/>
      <w:rPr>
        <w:lang w:val="en-NZ"/>
      </w:rPr>
    </w:pPr>
    <w:r>
      <w:rPr>
        <w:lang w:val="en-NZ"/>
      </w:rPr>
      <w:t>Hardware/Software Troubleshooting 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D3"/>
    <w:rsid w:val="00146AF1"/>
    <w:rsid w:val="001675D3"/>
    <w:rsid w:val="0026758B"/>
    <w:rsid w:val="003A102A"/>
    <w:rsid w:val="005F3A8B"/>
    <w:rsid w:val="00736EAA"/>
    <w:rsid w:val="008A1D73"/>
    <w:rsid w:val="00A064D7"/>
    <w:rsid w:val="00D21EB6"/>
    <w:rsid w:val="00D60D08"/>
    <w:rsid w:val="00EE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171465A-22BD-4999-8AFB-E852BCCE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0" w:line="240" w:lineRule="auto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C45911" w:themeColor="accent2" w:themeShade="BF"/>
      <w:kern w:val="28"/>
    </w:rPr>
  </w:style>
  <w:style w:type="paragraph" w:styleId="Heading2">
    <w:name w:val="heading 2"/>
    <w:basedOn w:val="Normal"/>
    <w:next w:val="Normal"/>
    <w:unhideWhenUsed/>
    <w:qFormat/>
    <w:pPr>
      <w:outlineLvl w:val="1"/>
    </w:pPr>
    <w:rPr>
      <w:rFonts w:asciiTheme="majorHAnsi" w:eastAsiaTheme="majorEastAsia" w:hAnsiTheme="majorHAnsi" w:cstheme="majorBidi"/>
      <w:color w:val="2E74B5" w:themeColor="accent1" w:themeShade="BF"/>
      <w:kern w:val="22"/>
      <w14:ligatures w14:val="standar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"/>
    <w:unhideWhenUsed/>
    <w:pPr>
      <w:pBdr>
        <w:bottom w:val="thinThickLargeGap" w:sz="24" w:space="1" w:color="5B9BD5" w:themeColor="accent1"/>
      </w:pBdr>
      <w:spacing w:before="0" w:after="240"/>
      <w:jc w:val="right"/>
    </w:pPr>
    <w:rPr>
      <w:rFonts w:asciiTheme="majorHAnsi" w:eastAsiaTheme="majorEastAsia" w:hAnsiTheme="majorHAnsi" w:cstheme="majorBidi"/>
      <w:color w:val="44546A" w:themeColor="text2"/>
      <w:sz w:val="56"/>
      <w:szCs w:val="56"/>
    </w:rPr>
  </w:style>
  <w:style w:type="character" w:customStyle="1" w:styleId="HeaderChar">
    <w:name w:val="Header Char"/>
    <w:basedOn w:val="DefaultParagraphFont"/>
    <w:link w:val="Header"/>
    <w:uiPriority w:val="1"/>
    <w:rPr>
      <w:rFonts w:asciiTheme="majorHAnsi" w:eastAsiaTheme="majorEastAsia" w:hAnsiTheme="majorHAnsi" w:cstheme="majorBidi"/>
      <w:color w:val="44546A" w:themeColor="text2"/>
      <w:sz w:val="56"/>
      <w:szCs w:val="56"/>
    </w:rPr>
  </w:style>
  <w:style w:type="paragraph" w:styleId="Footer">
    <w:name w:val="footer"/>
    <w:basedOn w:val="Normal"/>
    <w:link w:val="FooterChar"/>
    <w:uiPriority w:val="1"/>
    <w:unhideWhenUsed/>
    <w:rPr>
      <w:color w:val="44546A" w:themeColor="text2"/>
    </w:rPr>
  </w:style>
  <w:style w:type="character" w:customStyle="1" w:styleId="FooterChar">
    <w:name w:val="Footer Char"/>
    <w:basedOn w:val="DefaultParagraphFont"/>
    <w:link w:val="Footer"/>
    <w:uiPriority w:val="1"/>
    <w:rPr>
      <w:rFonts w:asciiTheme="minorHAnsi" w:eastAsiaTheme="minorEastAsia" w:hAnsiTheme="minorHAnsi" w:cstheme="minorBidi"/>
      <w:color w:val="44546A" w:themeColor="text2"/>
      <w:sz w:val="20"/>
      <w:szCs w:val="2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uiPriority w:val="1"/>
    <w:pPr>
      <w:spacing w:before="0"/>
      <w:ind w:left="0"/>
    </w:pPr>
    <w:rPr>
      <w:sz w:val="16"/>
      <w:szCs w:val="16"/>
    </w:rPr>
  </w:style>
  <w:style w:type="paragraph" w:customStyle="1" w:styleId="Messagefor">
    <w:name w:val="Message for"/>
    <w:basedOn w:val="Normal"/>
    <w:qFormat/>
    <w:rPr>
      <w:color w:val="C45911" w:themeColor="accent2" w:themeShade="BF"/>
    </w:rPr>
  </w:style>
  <w:style w:type="paragraph" w:styleId="NormalWeb">
    <w:name w:val="Normal (Web)"/>
    <w:basedOn w:val="Normal"/>
    <w:uiPriority w:val="99"/>
    <w:semiHidden/>
    <w:unhideWhenUsed/>
    <w:rsid w:val="008A1D73"/>
    <w:pPr>
      <w:spacing w:before="100" w:beforeAutospacing="1" w:after="100" w:afterAutospacing="1"/>
      <w:ind w:left="0" w:right="0"/>
    </w:pPr>
    <w:rPr>
      <w:rFonts w:ascii="Times New Roman" w:hAnsi="Times New Roman" w:cs="Times New Roman"/>
      <w:sz w:val="24"/>
      <w:szCs w:val="24"/>
      <w:lang w:val="en-N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oheyl\AppData\Roaming\Microsoft\Templates\Telephone%20message%20lo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B7FE3BF-1779-425D-84A5-AE2491593C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Telephone message log.dotx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Toohey</dc:creator>
  <cp:keywords/>
  <cp:lastModifiedBy>Gay Robertson</cp:lastModifiedBy>
  <cp:revision>2</cp:revision>
  <dcterms:created xsi:type="dcterms:W3CDTF">2017-03-31T00:24:00Z</dcterms:created>
  <dcterms:modified xsi:type="dcterms:W3CDTF">2017-03-31T00:24:00Z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TC034630969991</vt:lpwstr>
  </property>
</Properties>
</file>