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C6" w:rsidRDefault="009366DC" w:rsidP="009366DC">
      <w:pPr>
        <w:pStyle w:val="Title"/>
      </w:pPr>
      <w:r>
        <w:t>3.00 Presenting in a Digital Environment</w:t>
      </w:r>
    </w:p>
    <w:p w:rsidR="009366DC" w:rsidRDefault="009366DC" w:rsidP="0081577C">
      <w:pPr>
        <w:pStyle w:val="Heading1"/>
        <w:rPr>
          <w:caps w:val="0"/>
        </w:rPr>
      </w:pPr>
    </w:p>
    <w:p w:rsidR="004A1325" w:rsidRDefault="007263C6" w:rsidP="0081577C">
      <w:pPr>
        <w:pStyle w:val="Heading1"/>
        <w:rPr>
          <w:caps w:val="0"/>
        </w:rPr>
      </w:pPr>
      <w:r>
        <w:rPr>
          <w:caps w:val="0"/>
        </w:rPr>
        <w:t>PowerP</w:t>
      </w:r>
      <w:r w:rsidRPr="00776753">
        <w:rPr>
          <w:caps w:val="0"/>
        </w:rPr>
        <w:t>oint Presentation Plan</w:t>
      </w:r>
    </w:p>
    <w:p w:rsidR="007263C6" w:rsidRDefault="007263C6" w:rsidP="007263C6"/>
    <w:p w:rsidR="007263C6" w:rsidRPr="007263C6" w:rsidRDefault="007263C6" w:rsidP="007263C6"/>
    <w:p w:rsidR="00D83B7E" w:rsidRDefault="007263C6" w:rsidP="004A1325">
      <w:pPr>
        <w:pStyle w:val="Heading1"/>
      </w:pPr>
      <w:bookmarkStart w:id="0" w:name="OLE_LINK1"/>
      <w:r>
        <w:rPr>
          <w:caps w:val="0"/>
        </w:rPr>
        <w:t xml:space="preserve">KEY YOUR NAME:  </w:t>
      </w:r>
      <w:sdt>
        <w:sdtPr>
          <w:id w:val="1854759898"/>
          <w:placeholder>
            <w:docPart w:val="DefaultPlaceholder_1082065158"/>
          </w:placeholder>
          <w:showingPlcHdr/>
          <w:text/>
        </w:sdtPr>
        <w:sdtEndPr/>
        <w:sdtContent>
          <w:r w:rsidR="00E20C63" w:rsidRPr="00851231">
            <w:rPr>
              <w:rStyle w:val="PlaceholderText"/>
            </w:rPr>
            <w:t>Click here to enter text.</w:t>
          </w:r>
        </w:sdtContent>
      </w:sdt>
    </w:p>
    <w:p w:rsidR="007263C6" w:rsidRDefault="007263C6" w:rsidP="007263C6"/>
    <w:p w:rsidR="007263C6" w:rsidRDefault="007263C6" w:rsidP="007263C6"/>
    <w:p w:rsidR="004A1325" w:rsidRDefault="007263C6" w:rsidP="00F06E2B">
      <w:pPr>
        <w:pStyle w:val="Heading1"/>
        <w:spacing w:after="0"/>
        <w:rPr>
          <w:caps w:val="0"/>
          <w:sz w:val="40"/>
        </w:rPr>
      </w:pPr>
      <w:r w:rsidRPr="007E79A7">
        <w:rPr>
          <w:caps w:val="0"/>
          <w:sz w:val="40"/>
        </w:rPr>
        <w:t>Section 1</w:t>
      </w:r>
    </w:p>
    <w:p w:rsidR="008705A8" w:rsidRPr="00F06E2B" w:rsidRDefault="008705A8" w:rsidP="00F06E2B">
      <w:pPr>
        <w:spacing w:after="240"/>
        <w:rPr>
          <w:b/>
          <w:i/>
          <w:color w:val="4F81BD" w:themeColor="accent1"/>
        </w:rPr>
      </w:pPr>
      <w:r w:rsidRPr="00F06E2B">
        <w:rPr>
          <w:b/>
          <w:i/>
          <w:color w:val="4F81BD" w:themeColor="accent1"/>
        </w:rPr>
        <w:t>Use the information from the presentation Intro to planning and design to fill in the theory</w:t>
      </w:r>
    </w:p>
    <w:bookmarkEnd w:id="0"/>
    <w:p w:rsidR="004A1325" w:rsidRDefault="001E7F0D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The topic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FF0000"/>
          <w:sz w:val="28"/>
        </w:rPr>
        <w:id w:val="395558986"/>
        <w:placeholder>
          <w:docPart w:val="DefaultPlaceholder_1082065158"/>
        </w:placeholder>
        <w:showingPlcHdr/>
        <w:text w:multiLine="1"/>
      </w:sdtPr>
      <w:sdtEndPr/>
      <w:sdtContent>
        <w:p w:rsidR="001E7F0D" w:rsidRDefault="00CB0FAE" w:rsidP="009366D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FF0000"/>
            </w:rPr>
            <w:t>Click here to enter text.</w:t>
          </w:r>
        </w:p>
      </w:sdtContent>
    </w:sdt>
    <w:p w:rsidR="001E7F0D" w:rsidRDefault="001E7F0D" w:rsidP="004A1325"/>
    <w:p w:rsidR="007263C6" w:rsidRDefault="007263C6" w:rsidP="004A1325"/>
    <w:p w:rsidR="001E7F0D" w:rsidRDefault="001E7F0D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The purpose of your presentation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0070C0"/>
          <w:sz w:val="28"/>
        </w:rPr>
        <w:id w:val="-99812259"/>
        <w:placeholder>
          <w:docPart w:val="DefaultPlaceholder_1082065158"/>
        </w:placeholder>
        <w:showingPlcHdr/>
        <w:text w:multiLine="1"/>
      </w:sdtPr>
      <w:sdtEndPr/>
      <w:sdtContent>
        <w:p w:rsidR="001E7F0D" w:rsidRDefault="007263C6" w:rsidP="009366D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0070C0"/>
              <w:sz w:val="28"/>
            </w:rPr>
            <w:t>Click here to enter text.</w:t>
          </w:r>
        </w:p>
      </w:sdtContent>
    </w:sdt>
    <w:p w:rsidR="001E7F0D" w:rsidRDefault="001E7F0D" w:rsidP="007263C6"/>
    <w:p w:rsidR="007263C6" w:rsidRDefault="007263C6" w:rsidP="007263C6"/>
    <w:p w:rsidR="001E7F0D" w:rsidRDefault="001E7F0D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Your target audience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7030A0"/>
          <w:sz w:val="28"/>
        </w:rPr>
        <w:id w:val="-62644052"/>
        <w:placeholder>
          <w:docPart w:val="DefaultPlaceholder_1082065158"/>
        </w:placeholder>
        <w:showingPlcHdr/>
        <w:text w:multiLine="1"/>
      </w:sdtPr>
      <w:sdtEndPr/>
      <w:sdtContent>
        <w:p w:rsidR="0076734C" w:rsidRDefault="007263C6" w:rsidP="009366D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7030A0"/>
            </w:rPr>
            <w:t>Click here to enter text.</w:t>
          </w:r>
        </w:p>
      </w:sdtContent>
    </w:sdt>
    <w:p w:rsidR="001E7F0D" w:rsidRDefault="001E7F0D" w:rsidP="001E7F0D"/>
    <w:p w:rsidR="007263C6" w:rsidRDefault="007263C6" w:rsidP="001E7F0D"/>
    <w:p w:rsidR="001E7F0D" w:rsidRDefault="00CB0FAE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Choose t</w:t>
      </w:r>
      <w:r w:rsidR="00F50D82" w:rsidRPr="0081577C">
        <w:rPr>
          <w:b/>
        </w:rPr>
        <w:t>he method of presentation to be used</w:t>
      </w:r>
      <w:r w:rsidR="00A013DE">
        <w:rPr>
          <w:b/>
        </w:rPr>
        <w:t xml:space="preserve"> </w:t>
      </w:r>
      <w:r w:rsidR="00BF5025">
        <w:rPr>
          <w:b/>
        </w:rPr>
        <w:t>to target your audience and get your message across: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800000"/>
          <w:sz w:val="28"/>
        </w:rPr>
        <w:id w:val="2086798475"/>
        <w:placeholder>
          <w:docPart w:val="DefaultPlaceholder_-1854013439"/>
        </w:placeholder>
        <w:showingPlcHdr/>
        <w:comboBox>
          <w:listItem w:value="Choose an item."/>
          <w:listItem w:displayText="Informative" w:value="Informative"/>
          <w:listItem w:displayText="Persuasive" w:value="Persuasive"/>
        </w:comboBox>
      </w:sdtPr>
      <w:sdtEndPr/>
      <w:sdtContent>
        <w:p w:rsidR="001E7F0D" w:rsidRDefault="00CB0FAE" w:rsidP="009366D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800000"/>
              <w:sz w:val="28"/>
            </w:rPr>
            <w:t>Choose an item.</w:t>
          </w:r>
        </w:p>
      </w:sdtContent>
    </w:sdt>
    <w:p w:rsidR="001E7F0D" w:rsidRDefault="001E7F0D" w:rsidP="001E7F0D"/>
    <w:p w:rsidR="0076734C" w:rsidRDefault="0076734C" w:rsidP="0076734C"/>
    <w:p w:rsidR="007263C6" w:rsidRDefault="007263C6" w:rsidP="0076734C"/>
    <w:p w:rsidR="001E7F0D" w:rsidRDefault="008351CC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905785">
        <w:rPr>
          <w:b/>
        </w:rPr>
        <w:t xml:space="preserve">Specifications </w:t>
      </w:r>
      <w:r w:rsidR="00E51115">
        <w:rPr>
          <w:b/>
        </w:rPr>
        <w:t>from</w:t>
      </w:r>
      <w:r w:rsidRPr="00905785">
        <w:rPr>
          <w:b/>
        </w:rPr>
        <w:t xml:space="preserve"> the brief</w:t>
      </w:r>
      <w:r w:rsidR="008166D8" w:rsidRPr="00905785">
        <w:rPr>
          <w:b/>
        </w:rPr>
        <w:t xml:space="preserve"> (constraints</w:t>
      </w:r>
      <w:r w:rsidR="00C352AA" w:rsidRPr="00905785">
        <w:rPr>
          <w:b/>
        </w:rPr>
        <w:t xml:space="preserve"> for design including formatting, animation, transition</w:t>
      </w:r>
      <w:r w:rsidR="00CB0FAE">
        <w:rPr>
          <w:b/>
        </w:rPr>
        <w:t>, sound</w:t>
      </w:r>
      <w:r w:rsidR="008166D8" w:rsidRPr="00905785">
        <w:rPr>
          <w:b/>
        </w:rPr>
        <w:t>)</w:t>
      </w:r>
      <w:r w:rsidRPr="00905785">
        <w:rPr>
          <w:b/>
        </w:rPr>
        <w:t>: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215868" w:themeColor="accent5" w:themeShade="80"/>
          <w:sz w:val="28"/>
        </w:rPr>
        <w:alias w:val="Press Enter between constraint items"/>
        <w:tag w:val="Press Enter between constraint items"/>
        <w:id w:val="1627204071"/>
        <w:placeholder>
          <w:docPart w:val="DefaultPlaceholder_1082065158"/>
        </w:placeholder>
        <w:showingPlcHdr/>
        <w:text w:multiLine="1"/>
      </w:sdtPr>
      <w:sdtEndPr/>
      <w:sdtContent>
        <w:p w:rsidR="0076734C" w:rsidRDefault="007263C6" w:rsidP="00EA53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215868" w:themeColor="accent5" w:themeShade="80"/>
              <w:sz w:val="28"/>
            </w:rPr>
            <w:t>Click here to enter text.</w:t>
          </w:r>
        </w:p>
      </w:sdtContent>
    </w:sdt>
    <w:p w:rsidR="0076734C" w:rsidRDefault="0076734C" w:rsidP="001E7F0D"/>
    <w:p w:rsidR="007263C6" w:rsidRDefault="007263C6" w:rsidP="001E7F0D"/>
    <w:p w:rsidR="0076734C" w:rsidRDefault="00BF5025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Names of Graphics, text and media files</w:t>
      </w:r>
      <w:r w:rsidR="0076734C" w:rsidRPr="0076734C">
        <w:rPr>
          <w:b/>
        </w:rPr>
        <w:t xml:space="preserve"> to be</w:t>
      </w:r>
      <w:r>
        <w:rPr>
          <w:b/>
        </w:rPr>
        <w:t xml:space="preserve"> used which will need referencing, as well as your own image names</w:t>
      </w:r>
      <w:r w:rsidR="00BF52D5">
        <w:rPr>
          <w:b/>
        </w:rPr>
        <w:t>:</w:t>
      </w:r>
    </w:p>
    <w:p w:rsidR="009366DC" w:rsidRPr="009366DC" w:rsidRDefault="009366DC" w:rsidP="009366DC">
      <w:pPr>
        <w:rPr>
          <w:b/>
        </w:rPr>
      </w:pPr>
    </w:p>
    <w:sdt>
      <w:sdtPr>
        <w:rPr>
          <w:color w:val="E36C0A" w:themeColor="accent6" w:themeShade="BF"/>
          <w:sz w:val="28"/>
        </w:rPr>
        <w:alias w:val="Press Enter between filenames"/>
        <w:tag w:val="Press Enter between filenames"/>
        <w:id w:val="-64116235"/>
        <w:placeholder>
          <w:docPart w:val="DefaultPlaceholder_1082065158"/>
        </w:placeholder>
        <w:showingPlcHdr/>
        <w:text w:multiLine="1"/>
      </w:sdtPr>
      <w:sdtEndPr/>
      <w:sdtContent>
        <w:p w:rsidR="00EA53AE" w:rsidRDefault="007263C6" w:rsidP="007263C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CB0FAE">
            <w:rPr>
              <w:rStyle w:val="PlaceholderText"/>
              <w:color w:val="E36C0A" w:themeColor="accent6" w:themeShade="BF"/>
              <w:sz w:val="28"/>
            </w:rPr>
            <w:t>Click here to enter text.</w:t>
          </w:r>
        </w:p>
      </w:sdtContent>
    </w:sdt>
    <w:p w:rsidR="004A1325" w:rsidRDefault="004A1325" w:rsidP="004A1325">
      <w:pPr>
        <w:jc w:val="center"/>
        <w:rPr>
          <w:rFonts w:ascii="Tahoma" w:hAnsi="Tahoma" w:cs="Tahoma"/>
          <w:b/>
          <w:color w:val="auto"/>
        </w:rPr>
      </w:pPr>
    </w:p>
    <w:p w:rsidR="007263C6" w:rsidRDefault="007263C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51115" w:rsidRDefault="00E51115" w:rsidP="00E51115">
      <w:pPr>
        <w:rPr>
          <w:sz w:val="24"/>
          <w:szCs w:val="24"/>
        </w:rPr>
      </w:pPr>
    </w:p>
    <w:p w:rsidR="004A1325" w:rsidRPr="007E79A7" w:rsidRDefault="007E79A7" w:rsidP="004A1325">
      <w:pPr>
        <w:pStyle w:val="Heading1"/>
        <w:rPr>
          <w:sz w:val="40"/>
        </w:rPr>
      </w:pPr>
      <w:r w:rsidRPr="007E79A7">
        <w:rPr>
          <w:caps w:val="0"/>
          <w:sz w:val="40"/>
        </w:rPr>
        <w:t>Section 2</w:t>
      </w:r>
    </w:p>
    <w:p w:rsidR="004A1325" w:rsidRPr="00C43641" w:rsidRDefault="004A1325" w:rsidP="004A1325">
      <w:pPr>
        <w:pStyle w:val="Heading1"/>
        <w:rPr>
          <w:szCs w:val="28"/>
        </w:rPr>
      </w:pPr>
      <w:r w:rsidRPr="00C43641">
        <w:t>storyboard</w:t>
      </w:r>
    </w:p>
    <w:p w:rsidR="004A1325" w:rsidRPr="004868B7" w:rsidRDefault="004A1325" w:rsidP="004A1325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>You must have at least 8 slides (panels).</w:t>
      </w:r>
    </w:p>
    <w:p w:rsidR="007223AC" w:rsidRPr="004868B7" w:rsidRDefault="007223AC" w:rsidP="007223AC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>Each panel must include the “title” of the slide.  The “title” should indicate the contents of the slide.</w:t>
      </w:r>
    </w:p>
    <w:p w:rsidR="004A1325" w:rsidRPr="004868B7" w:rsidRDefault="004A1325" w:rsidP="004A1325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 xml:space="preserve">Each panel should roughly </w:t>
      </w:r>
      <w:r w:rsidR="00BA604E" w:rsidRPr="004868B7">
        <w:rPr>
          <w:sz w:val="24"/>
        </w:rPr>
        <w:t>indicate</w:t>
      </w:r>
      <w:r w:rsidRPr="004868B7">
        <w:rPr>
          <w:sz w:val="24"/>
        </w:rPr>
        <w:t xml:space="preserve"> where objects are placed (text, pictures, etc).</w:t>
      </w:r>
      <w:r w:rsidR="00BA604E" w:rsidRPr="004868B7">
        <w:rPr>
          <w:sz w:val="24"/>
        </w:rPr>
        <w:t xml:space="preserve">  Key eg</w:t>
      </w:r>
      <w:r w:rsidR="007223AC" w:rsidRPr="004868B7">
        <w:rPr>
          <w:sz w:val="24"/>
        </w:rPr>
        <w:t xml:space="preserve"> bulleted</w:t>
      </w:r>
      <w:r w:rsidR="00BA604E" w:rsidRPr="004868B7">
        <w:rPr>
          <w:sz w:val="24"/>
        </w:rPr>
        <w:t xml:space="preserve"> text on the left, graphic on the right, top right graphic, bottom left graphic etc</w:t>
      </w:r>
    </w:p>
    <w:p w:rsidR="00BF52D5" w:rsidRPr="004868B7" w:rsidRDefault="00BF52D5" w:rsidP="004A1325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>Each panel should demonstrate balance</w:t>
      </w:r>
      <w:r w:rsidR="00030B55" w:rsidRPr="004868B7">
        <w:rPr>
          <w:sz w:val="24"/>
        </w:rPr>
        <w:t>,</w:t>
      </w:r>
      <w:r w:rsidRPr="004868B7">
        <w:rPr>
          <w:sz w:val="24"/>
        </w:rPr>
        <w:t xml:space="preserve"> harmony</w:t>
      </w:r>
      <w:r w:rsidR="00030B55" w:rsidRPr="004868B7">
        <w:rPr>
          <w:sz w:val="24"/>
        </w:rPr>
        <w:t xml:space="preserve"> and </w:t>
      </w:r>
      <w:r w:rsidR="005E37B3" w:rsidRPr="004868B7">
        <w:rPr>
          <w:sz w:val="24"/>
        </w:rPr>
        <w:t>sequence</w:t>
      </w:r>
      <w:r w:rsidRPr="004868B7">
        <w:rPr>
          <w:sz w:val="24"/>
        </w:rPr>
        <w:t>.</w:t>
      </w:r>
    </w:p>
    <w:p w:rsidR="00905785" w:rsidRPr="004868B7" w:rsidRDefault="00905785" w:rsidP="004A1325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 xml:space="preserve">Under each slide, </w:t>
      </w:r>
      <w:r w:rsidR="00BA604E" w:rsidRPr="004868B7">
        <w:rPr>
          <w:sz w:val="24"/>
        </w:rPr>
        <w:t xml:space="preserve">list </w:t>
      </w:r>
      <w:r w:rsidRPr="004868B7">
        <w:rPr>
          <w:sz w:val="24"/>
        </w:rPr>
        <w:t>the name</w:t>
      </w:r>
      <w:r w:rsidR="00BA604E" w:rsidRPr="004868B7">
        <w:rPr>
          <w:sz w:val="24"/>
        </w:rPr>
        <w:t>s</w:t>
      </w:r>
      <w:r w:rsidRPr="004868B7">
        <w:rPr>
          <w:sz w:val="24"/>
        </w:rPr>
        <w:t xml:space="preserve"> of any graphic files you are including and if text from a file is used, </w:t>
      </w:r>
      <w:r w:rsidR="00BA604E" w:rsidRPr="004868B7">
        <w:rPr>
          <w:sz w:val="24"/>
        </w:rPr>
        <w:t>list</w:t>
      </w:r>
      <w:r w:rsidRPr="004868B7">
        <w:rPr>
          <w:sz w:val="24"/>
        </w:rPr>
        <w:t xml:space="preserve"> the name of this file also.</w:t>
      </w:r>
      <w:r w:rsidR="007223AC" w:rsidRPr="004868B7">
        <w:rPr>
          <w:sz w:val="24"/>
        </w:rPr>
        <w:t xml:space="preserve">  </w:t>
      </w:r>
    </w:p>
    <w:p w:rsidR="004A1325" w:rsidRPr="004868B7" w:rsidRDefault="004A1325" w:rsidP="004A1325">
      <w:pPr>
        <w:pStyle w:val="BodyText3"/>
        <w:numPr>
          <w:ilvl w:val="0"/>
          <w:numId w:val="2"/>
        </w:numPr>
        <w:spacing w:line="360" w:lineRule="auto"/>
        <w:rPr>
          <w:sz w:val="24"/>
        </w:rPr>
      </w:pPr>
      <w:r w:rsidRPr="004868B7">
        <w:rPr>
          <w:sz w:val="24"/>
        </w:rPr>
        <w:t>The order of the panels should be consistent with effective communication (make sense! – have a beginning, middle and end! – follow a logical sequence!)</w:t>
      </w:r>
    </w:p>
    <w:p w:rsidR="00105941" w:rsidRDefault="00105941" w:rsidP="00105941">
      <w:pPr>
        <w:pStyle w:val="BodyText3"/>
        <w:spacing w:line="360" w:lineRule="auto"/>
      </w:pPr>
    </w:p>
    <w:p w:rsidR="0082485D" w:rsidRDefault="0082485D" w:rsidP="00105941">
      <w:pPr>
        <w:pStyle w:val="BodyText3"/>
        <w:spacing w:line="360" w:lineRule="auto"/>
      </w:pPr>
    </w:p>
    <w:p w:rsidR="00402F5C" w:rsidRDefault="00402F5C" w:rsidP="00105941">
      <w:pPr>
        <w:pStyle w:val="BodyText3"/>
        <w:spacing w:line="360" w:lineRule="auto"/>
      </w:pPr>
    </w:p>
    <w:p w:rsidR="00105941" w:rsidRPr="007223AC" w:rsidRDefault="00105941" w:rsidP="00105941">
      <w:pPr>
        <w:pStyle w:val="BodyText3"/>
        <w:spacing w:line="360" w:lineRule="auto"/>
        <w:rPr>
          <w:sz w:val="24"/>
        </w:rPr>
      </w:pPr>
      <w:r w:rsidRPr="007223AC">
        <w:rPr>
          <w:sz w:val="24"/>
        </w:rPr>
        <w:t>This is an example of what a panel might indicate when filled in:</w:t>
      </w:r>
    </w:p>
    <w:p w:rsidR="0082485D" w:rsidRDefault="0082485D" w:rsidP="00105941">
      <w:pPr>
        <w:pStyle w:val="BodyText3"/>
        <w:spacing w:line="360" w:lineRule="auto"/>
      </w:pPr>
    </w:p>
    <w:p w:rsidR="0082485D" w:rsidRDefault="00402F5C" w:rsidP="00105941">
      <w:pPr>
        <w:pStyle w:val="BodyText3"/>
        <w:spacing w:line="360" w:lineRule="auto"/>
      </w:pPr>
      <w:r>
        <w:rPr>
          <w:noProof/>
          <w:lang w:val="en-NZ" w:eastAsia="en-NZ"/>
        </w:rPr>
        <w:drawing>
          <wp:inline distT="0" distB="0" distL="0" distR="0">
            <wp:extent cx="5971309" cy="2142118"/>
            <wp:effectExtent l="19050" t="19050" r="10795" b="10795"/>
            <wp:docPr id="2" name="Picture 2" descr="C:\Users\Gayr\AppData\Local\Temp\SNAGHTML49aa0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yr\AppData\Local\Temp\SNAGHTML49aa08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367" cy="2151107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800000"/>
                      </a:solidFill>
                    </a:ln>
                  </pic:spPr>
                </pic:pic>
              </a:graphicData>
            </a:graphic>
          </wp:inline>
        </w:drawing>
      </w:r>
    </w:p>
    <w:p w:rsidR="00105941" w:rsidRDefault="00105941" w:rsidP="00105941">
      <w:pPr>
        <w:pStyle w:val="BodyText3"/>
        <w:spacing w:line="360" w:lineRule="auto"/>
      </w:pPr>
    </w:p>
    <w:p w:rsidR="004868B7" w:rsidRDefault="004868B7" w:rsidP="00105941">
      <w:pPr>
        <w:pStyle w:val="BodyText3"/>
        <w:spacing w:line="360" w:lineRule="auto"/>
      </w:pPr>
    </w:p>
    <w:p w:rsidR="004868B7" w:rsidRPr="004A1325" w:rsidRDefault="004868B7" w:rsidP="00105941">
      <w:pPr>
        <w:pStyle w:val="BodyText3"/>
        <w:spacing w:line="360" w:lineRule="auto"/>
      </w:pPr>
    </w:p>
    <w:p w:rsidR="004A1325" w:rsidRPr="004868B7" w:rsidRDefault="004868B7" w:rsidP="004A1325">
      <w:pPr>
        <w:pStyle w:val="BodyText3"/>
        <w:rPr>
          <w:rFonts w:ascii="Tahoma" w:hAnsi="Tahoma" w:cs="Tahoma"/>
          <w:color w:val="FF0000"/>
          <w:sz w:val="40"/>
        </w:rPr>
      </w:pPr>
      <w:r w:rsidRPr="004868B7">
        <w:rPr>
          <w:rFonts w:ascii="Tahoma" w:hAnsi="Tahoma" w:cs="Tahoma"/>
          <w:color w:val="FF0000"/>
          <w:sz w:val="40"/>
        </w:rPr>
        <w:t>Fill in the panels on the following pages:</w:t>
      </w:r>
    </w:p>
    <w:p w:rsidR="004A1325" w:rsidRPr="00563B64" w:rsidRDefault="004A1325" w:rsidP="004A1325">
      <w:pPr>
        <w:pStyle w:val="BodyText3"/>
        <w:spacing w:beforeLines="50" w:before="120" w:afterLines="50" w:after="120"/>
        <w:jc w:val="center"/>
        <w:rPr>
          <w:rFonts w:ascii="Tahoma" w:hAnsi="Tahoma" w:cs="Tahoma"/>
          <w:b/>
          <w:bCs/>
          <w:sz w:val="22"/>
        </w:rPr>
      </w:pPr>
      <w:r w:rsidRPr="00563B64">
        <w:rPr>
          <w:rFonts w:ascii="Tahoma" w:hAnsi="Tahoma" w:cs="Tahoma"/>
          <w:sz w:val="22"/>
        </w:rPr>
        <w:br w:type="page"/>
      </w:r>
    </w:p>
    <w:p w:rsidR="009519F2" w:rsidRPr="007223AC" w:rsidRDefault="009519F2" w:rsidP="00086BE2">
      <w:pPr>
        <w:rPr>
          <w:color w:val="E36C0A" w:themeColor="accent6" w:themeShade="BF"/>
        </w:rPr>
      </w:pPr>
      <w:r w:rsidRPr="007223AC">
        <w:rPr>
          <w:color w:val="E36C0A" w:themeColor="accent6" w:themeShade="BF"/>
        </w:rPr>
        <w:lastRenderedPageBreak/>
        <w:t>Slide 1 (topic/purpose plus your name and the name of the Company if appropriate)</w:t>
      </w:r>
    </w:p>
    <w:sdt>
      <w:sdtPr>
        <w:alias w:val="Where will text appear?"/>
        <w:tag w:val="Where will text appear?"/>
        <w:id w:val="137850148"/>
        <w:placeholder>
          <w:docPart w:val="B082F6AF02E249788DF30D97993E61E5"/>
        </w:placeholder>
        <w:showingPlcHdr/>
        <w:text w:multiLine="1"/>
      </w:sdtPr>
      <w:sdtEndPr/>
      <w:sdtContent>
        <w:p w:rsidR="0082485D" w:rsidRDefault="007223AC" w:rsidP="0082485D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9519F2" w:rsidRPr="004A1325" w:rsidRDefault="009519F2" w:rsidP="009519F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400830160"/>
        <w:placeholder>
          <w:docPart w:val="7D5859612F014793A2C31F7AA5C58BD1"/>
        </w:placeholder>
        <w:showingPlcHdr/>
        <w:text w:multiLine="1"/>
      </w:sdtPr>
      <w:sdtEndPr/>
      <w:sdtContent>
        <w:p w:rsidR="0082485D" w:rsidRDefault="007223AC" w:rsidP="0082485D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9519F2" w:rsidRPr="004A1325" w:rsidRDefault="009519F2" w:rsidP="009519F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9519F2" w:rsidRPr="00531B03" w:rsidRDefault="009519F2" w:rsidP="00531B03"/>
    <w:sdt>
      <w:sdtPr>
        <w:alias w:val="List names of graphic files if used"/>
        <w:tag w:val="List names of graphic files to use"/>
        <w:id w:val="768975993"/>
        <w:placeholder>
          <w:docPart w:val="96C6D06AF1C64E318C9FE4D9315389DE"/>
        </w:placeholder>
        <w:showingPlcHdr/>
        <w:text w:multiLine="1"/>
      </w:sdtPr>
      <w:sdtEndPr/>
      <w:sdtContent>
        <w:p w:rsidR="00531B03" w:rsidRDefault="007223AC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if used"/>
        <w:tag w:val="List names of text files to use"/>
        <w:id w:val="378363560"/>
        <w:placeholder>
          <w:docPart w:val="12358243530F48069E1A6E414D752699"/>
        </w:placeholder>
        <w:showingPlcHdr/>
        <w:text w:multiLine="1"/>
      </w:sdtPr>
      <w:sdtEndPr/>
      <w:sdtContent>
        <w:p w:rsidR="00531B03" w:rsidRDefault="007223AC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4A1325" w:rsidRDefault="004A1325" w:rsidP="00531B03"/>
    <w:p w:rsidR="00531B03" w:rsidRPr="00531B03" w:rsidRDefault="00531B03" w:rsidP="00531B03"/>
    <w:p w:rsidR="009519F2" w:rsidRPr="007223AC" w:rsidRDefault="00531B03" w:rsidP="00FC368C">
      <w:pPr>
        <w:rPr>
          <w:b/>
          <w:color w:val="4BACC6" w:themeColor="accent5"/>
        </w:rPr>
      </w:pPr>
      <w:r w:rsidRPr="007223AC">
        <w:rPr>
          <w:b/>
          <w:color w:val="4BACC6" w:themeColor="accent5"/>
        </w:rPr>
        <w:t xml:space="preserve">Slide 2 Title: </w:t>
      </w:r>
      <w:sdt>
        <w:sdtPr>
          <w:rPr>
            <w:b/>
            <w:color w:val="4BACC6" w:themeColor="accent5"/>
          </w:rPr>
          <w:alias w:val="Title of Slide 2"/>
          <w:tag w:val="Title of Slide 2"/>
          <w:id w:val="2102223263"/>
          <w:placeholder>
            <w:docPart w:val="DefaultPlaceholder_1082065158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4BACC6" w:themeColor="accent5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2073487074"/>
        <w:placeholder>
          <w:docPart w:val="46E0714EF4104EE09F288704A48B7A89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469906059"/>
        <w:placeholder>
          <w:docPart w:val="BB17403C15DE4EDEA5C40FC52BB00875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-566023893"/>
        <w:placeholder>
          <w:docPart w:val="2966BDEA92CD442CA0CA704BCAFE0E6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1288975059"/>
        <w:placeholder>
          <w:docPart w:val="199774ADA6CA43B6A45B622BD58B94AA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9519F2" w:rsidRPr="00531B03" w:rsidRDefault="009519F2" w:rsidP="00531B03"/>
    <w:p w:rsidR="009519F2" w:rsidRPr="00531B03" w:rsidRDefault="009519F2" w:rsidP="00531B03"/>
    <w:p w:rsidR="00531B03" w:rsidRPr="007223AC" w:rsidRDefault="00531B03" w:rsidP="00531B03">
      <w:pPr>
        <w:rPr>
          <w:b/>
          <w:color w:val="8064A2" w:themeColor="accent4"/>
        </w:rPr>
      </w:pPr>
      <w:r w:rsidRPr="007223AC">
        <w:rPr>
          <w:b/>
          <w:color w:val="8064A2" w:themeColor="accent4"/>
        </w:rPr>
        <w:t xml:space="preserve">Slide 3 Title: </w:t>
      </w:r>
      <w:sdt>
        <w:sdtPr>
          <w:rPr>
            <w:b/>
            <w:color w:val="8064A2" w:themeColor="accent4"/>
          </w:rPr>
          <w:alias w:val="Title of Slide 3"/>
          <w:tag w:val="Title of Slide 3"/>
          <w:id w:val="1652552249"/>
          <w:placeholder>
            <w:docPart w:val="8D72CD516A9A43CDA1BD7E94BB1A835A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8064A2" w:themeColor="accent4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701089324"/>
        <w:placeholder>
          <w:docPart w:val="E32E4B86D4754800B7DC0ED89C362711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620845970"/>
        <w:placeholder>
          <w:docPart w:val="A63F14F8EE654CFCB28E2834EE193C38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1959984246"/>
        <w:placeholder>
          <w:docPart w:val="1F99565554524C719CA992E930F8149F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1647421684"/>
        <w:placeholder>
          <w:docPart w:val="366FAF6EDBA242FEABDEEC46798C317C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4F6228" w:themeColor="accent3" w:themeShade="80"/>
        </w:rPr>
      </w:pPr>
      <w:r w:rsidRPr="007223AC">
        <w:rPr>
          <w:b/>
          <w:color w:val="4F6228" w:themeColor="accent3" w:themeShade="80"/>
        </w:rPr>
        <w:t xml:space="preserve">Slide 4 Title: </w:t>
      </w:r>
      <w:sdt>
        <w:sdtPr>
          <w:rPr>
            <w:b/>
            <w:color w:val="4F6228" w:themeColor="accent3" w:themeShade="80"/>
          </w:rPr>
          <w:alias w:val="Title of Slide 4"/>
          <w:tag w:val="Title of Slide 4"/>
          <w:id w:val="2054878353"/>
          <w:placeholder>
            <w:docPart w:val="1497E0684EB443EE9AFBF1904F8D4E10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4F6228" w:themeColor="accent3" w:themeShade="80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658071968"/>
        <w:placeholder>
          <w:docPart w:val="4CE7E22C7179496DB4E1A8E27AE5B072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787930801"/>
        <w:placeholder>
          <w:docPart w:val="5607A3D8376E43209982736B9C1BA254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-1585833391"/>
        <w:placeholder>
          <w:docPart w:val="F29B0F376FEB4E2E9F98A2DCA5515E5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758066674"/>
        <w:placeholder>
          <w:docPart w:val="78086B1D8BBC478F9357B7FCAAB95E34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943634" w:themeColor="accent2" w:themeShade="BF"/>
        </w:rPr>
      </w:pPr>
      <w:r w:rsidRPr="007223AC">
        <w:rPr>
          <w:b/>
          <w:color w:val="943634" w:themeColor="accent2" w:themeShade="BF"/>
        </w:rPr>
        <w:lastRenderedPageBreak/>
        <w:t xml:space="preserve">Slide 5 Title: </w:t>
      </w:r>
      <w:sdt>
        <w:sdtPr>
          <w:rPr>
            <w:b/>
            <w:color w:val="943634" w:themeColor="accent2" w:themeShade="BF"/>
          </w:rPr>
          <w:alias w:val="Title of Slide 5"/>
          <w:tag w:val="Title of Slide 5"/>
          <w:id w:val="1497379848"/>
          <w:placeholder>
            <w:docPart w:val="5920950121CE4F09A45994A4BFF0FC2C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943634" w:themeColor="accent2" w:themeShade="BF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1915894024"/>
        <w:placeholder>
          <w:docPart w:val="0B86D3B7BEFF4AFB911F17DD9FC4B8AB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1015805570"/>
        <w:placeholder>
          <w:docPart w:val="0C271E778AEC4EDDB8D5CAB81E575166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1180397858"/>
        <w:placeholder>
          <w:docPart w:val="E7AFC0184ED54AE8BC6827040034B493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1850521677"/>
        <w:placeholder>
          <w:docPart w:val="36251D3D93B34B73B77CEEC41973A993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244061" w:themeColor="accent1" w:themeShade="80"/>
        </w:rPr>
      </w:pPr>
      <w:r w:rsidRPr="007223AC">
        <w:rPr>
          <w:b/>
          <w:color w:val="244061" w:themeColor="accent1" w:themeShade="80"/>
        </w:rPr>
        <w:t xml:space="preserve">Slide 6 Title: </w:t>
      </w:r>
      <w:sdt>
        <w:sdtPr>
          <w:rPr>
            <w:b/>
            <w:color w:val="244061" w:themeColor="accent1" w:themeShade="80"/>
          </w:rPr>
          <w:alias w:val="Title of Slide 6"/>
          <w:tag w:val="Title of Slide 6"/>
          <w:id w:val="-590854595"/>
          <w:placeholder>
            <w:docPart w:val="B015B8E78F9845E4A0A2C57009404649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244061" w:themeColor="accent1" w:themeShade="80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234947730"/>
        <w:placeholder>
          <w:docPart w:val="EE430E1E879343439F241060803F7E2C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520740630"/>
        <w:placeholder>
          <w:docPart w:val="A3C5C0C2256143CD8B2CB74349EC50A9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-1264992203"/>
        <w:placeholder>
          <w:docPart w:val="F2653F50A9E44742ADB1403041566F6B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618568317"/>
        <w:placeholder>
          <w:docPart w:val="756231BC2B3A428C80B812BEB546CE6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948A54" w:themeColor="background2" w:themeShade="80"/>
        </w:rPr>
      </w:pPr>
      <w:r w:rsidRPr="007223AC">
        <w:rPr>
          <w:b/>
          <w:color w:val="948A54" w:themeColor="background2" w:themeShade="80"/>
        </w:rPr>
        <w:t xml:space="preserve">Slide </w:t>
      </w:r>
      <w:r w:rsidR="00BA604E" w:rsidRPr="007223AC">
        <w:rPr>
          <w:b/>
          <w:color w:val="948A54" w:themeColor="background2" w:themeShade="80"/>
        </w:rPr>
        <w:t>7</w:t>
      </w:r>
      <w:r w:rsidRPr="007223AC">
        <w:rPr>
          <w:b/>
          <w:color w:val="948A54" w:themeColor="background2" w:themeShade="80"/>
        </w:rPr>
        <w:t xml:space="preserve"> Title: </w:t>
      </w:r>
      <w:sdt>
        <w:sdtPr>
          <w:rPr>
            <w:b/>
            <w:color w:val="948A54" w:themeColor="background2" w:themeShade="80"/>
          </w:rPr>
          <w:alias w:val="Title of Slide 7"/>
          <w:tag w:val="Title of Slide 7"/>
          <w:id w:val="-2124766309"/>
          <w:placeholder>
            <w:docPart w:val="3E14997762D34D8886ABB43E0459EB86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948A54" w:themeColor="background2" w:themeShade="80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484323412"/>
        <w:placeholder>
          <w:docPart w:val="A806E32395B54594913FD0D86504291B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1778829853"/>
        <w:placeholder>
          <w:docPart w:val="2DD46ED3E36943809C77A36C9746865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619883001"/>
        <w:placeholder>
          <w:docPart w:val="48253261ADC147BC80024DDC93E0868D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84745111"/>
        <w:placeholder>
          <w:docPart w:val="53E93A5C0C0646A49DD27E9C98265691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595959" w:themeColor="text1" w:themeTint="A6"/>
        </w:rPr>
      </w:pPr>
      <w:r w:rsidRPr="007223AC">
        <w:rPr>
          <w:b/>
          <w:color w:val="595959" w:themeColor="text1" w:themeTint="A6"/>
        </w:rPr>
        <w:t xml:space="preserve">Slide 8 Title: </w:t>
      </w:r>
      <w:sdt>
        <w:sdtPr>
          <w:rPr>
            <w:b/>
            <w:color w:val="595959" w:themeColor="text1" w:themeTint="A6"/>
          </w:rPr>
          <w:alias w:val="Title of Slide 8"/>
          <w:tag w:val="Title of Slide 8"/>
          <w:id w:val="1765347976"/>
          <w:placeholder>
            <w:docPart w:val="50EECB55DB824A078FCCBD87B39F73AA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595959" w:themeColor="text1" w:themeTint="A6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729042575"/>
        <w:placeholder>
          <w:docPart w:val="A154F46692A14106BC9793D8F33A1ED3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410282204"/>
        <w:placeholder>
          <w:docPart w:val="D88F8FBDF3334D269BB20826189AC60A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602694972"/>
        <w:placeholder>
          <w:docPart w:val="A0CE1583DD2A4D08A53FAC73803FE97E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73053146"/>
        <w:placeholder>
          <w:docPart w:val="1DE7EC580A1A413CBFAE146C429E61C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Pr="00531B03" w:rsidRDefault="00531B03" w:rsidP="00531B03"/>
    <w:p w:rsidR="009519F2" w:rsidRPr="00BA604E" w:rsidRDefault="00531B03" w:rsidP="009519F2">
      <w:pPr>
        <w:rPr>
          <w:b/>
          <w:sz w:val="32"/>
        </w:rPr>
      </w:pPr>
      <w:r w:rsidRPr="00BA604E">
        <w:rPr>
          <w:b/>
          <w:sz w:val="32"/>
        </w:rPr>
        <w:t>Optional extra slide concepts to fill in:</w:t>
      </w:r>
    </w:p>
    <w:p w:rsidR="00531B03" w:rsidRDefault="00531B03" w:rsidP="009519F2"/>
    <w:p w:rsidR="00531B03" w:rsidRPr="00531B03" w:rsidRDefault="00531B03" w:rsidP="00531B03"/>
    <w:p w:rsidR="00531B03" w:rsidRPr="007223AC" w:rsidRDefault="00531B03" w:rsidP="00531B03">
      <w:pPr>
        <w:rPr>
          <w:b/>
          <w:color w:val="1F497D" w:themeColor="text2"/>
        </w:rPr>
      </w:pPr>
      <w:r w:rsidRPr="007223AC">
        <w:rPr>
          <w:b/>
          <w:color w:val="1F497D" w:themeColor="text2"/>
        </w:rPr>
        <w:t xml:space="preserve">Slide 9 Title: </w:t>
      </w:r>
      <w:sdt>
        <w:sdtPr>
          <w:rPr>
            <w:b/>
            <w:color w:val="1F497D" w:themeColor="text2"/>
          </w:rPr>
          <w:alias w:val="Title of Slide 9"/>
          <w:tag w:val="Title of Slide 9"/>
          <w:id w:val="1085962977"/>
          <w:placeholder>
            <w:docPart w:val="B04F9B2AC4F941EFB79CB145CDA6713E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1F497D" w:themeColor="text2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1388071409"/>
        <w:placeholder>
          <w:docPart w:val="6BCF6973B6BB41A4A1EA7D81067C858F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11999301"/>
        <w:placeholder>
          <w:docPart w:val="6D4F46B9958B4D3A82A69BB422C34986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1316069580"/>
        <w:placeholder>
          <w:docPart w:val="30FB142A1DF64E6DB876A1A63A34455F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367954745"/>
        <w:placeholder>
          <w:docPart w:val="184897CBAAD248849160ADA8F4CBF7F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Default="00531B03" w:rsidP="00531B03"/>
    <w:p w:rsidR="007223AC" w:rsidRPr="00531B03" w:rsidRDefault="007223AC" w:rsidP="00531B03"/>
    <w:p w:rsidR="00531B03" w:rsidRPr="007223AC" w:rsidRDefault="00531B03" w:rsidP="00531B03">
      <w:pPr>
        <w:rPr>
          <w:b/>
          <w:color w:val="4F81BD" w:themeColor="accent1"/>
        </w:rPr>
      </w:pPr>
      <w:r w:rsidRPr="007223AC">
        <w:rPr>
          <w:b/>
          <w:color w:val="4F81BD" w:themeColor="accent1"/>
        </w:rPr>
        <w:t xml:space="preserve">Slide 10 Title: </w:t>
      </w:r>
      <w:sdt>
        <w:sdtPr>
          <w:rPr>
            <w:b/>
            <w:color w:val="4F81BD" w:themeColor="accent1"/>
          </w:rPr>
          <w:alias w:val="Title of Slide 10"/>
          <w:tag w:val="Title of Slide 10"/>
          <w:id w:val="384839808"/>
          <w:placeholder>
            <w:docPart w:val="F3946E27456A42BA81EC65DCEF256A35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4F81BD" w:themeColor="accent1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-25412643"/>
        <w:placeholder>
          <w:docPart w:val="3DF251F1341E4DFBA42C30FB584F6391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577910732"/>
        <w:placeholder>
          <w:docPart w:val="381010836D81449B8A24DEB5E4469DE9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-356196990"/>
        <w:placeholder>
          <w:docPart w:val="8540229073474BA5AA84635BF128D065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714537703"/>
        <w:placeholder>
          <w:docPart w:val="E135ED1F587C42E0BCD1301C168A9C79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Default="00531B03" w:rsidP="00531B03"/>
    <w:p w:rsidR="007223AC" w:rsidRPr="00531B03" w:rsidRDefault="007223AC" w:rsidP="00531B03"/>
    <w:p w:rsidR="00531B03" w:rsidRPr="007223AC" w:rsidRDefault="00531B03" w:rsidP="00531B03">
      <w:pPr>
        <w:rPr>
          <w:b/>
          <w:color w:val="C0504D" w:themeColor="accent2"/>
        </w:rPr>
      </w:pPr>
      <w:r w:rsidRPr="007223AC">
        <w:rPr>
          <w:b/>
          <w:color w:val="C0504D" w:themeColor="accent2"/>
        </w:rPr>
        <w:t xml:space="preserve">Slide 11 Title: </w:t>
      </w:r>
      <w:sdt>
        <w:sdtPr>
          <w:rPr>
            <w:b/>
            <w:color w:val="C0504D" w:themeColor="accent2"/>
          </w:rPr>
          <w:alias w:val="Title of Slide 11"/>
          <w:tag w:val="Title of Slide 11"/>
          <w:id w:val="53749756"/>
          <w:placeholder>
            <w:docPart w:val="D05CEB94E9A443E4A4AD580D65E27214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C0504D" w:themeColor="accent2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906731325"/>
        <w:placeholder>
          <w:docPart w:val="C2D34A0D0D8647E08CF143EDF78E4190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997695452"/>
        <w:placeholder>
          <w:docPart w:val="623E2B2871A246BF8BFBE0FE8BB2D44D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242231438"/>
        <w:placeholder>
          <w:docPart w:val="1C18824B1C8146BB9DA27B0F0977FDD0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798028471"/>
        <w:placeholder>
          <w:docPart w:val="08752946CC274AD3B4EDEF8AEC685155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Default="00531B03" w:rsidP="00531B03"/>
    <w:p w:rsidR="007223AC" w:rsidRPr="00531B03" w:rsidRDefault="007223AC" w:rsidP="00531B03"/>
    <w:p w:rsidR="00531B03" w:rsidRPr="00531B03" w:rsidRDefault="00531B03" w:rsidP="00531B03"/>
    <w:p w:rsidR="00531B03" w:rsidRPr="007223AC" w:rsidRDefault="00531B03" w:rsidP="00531B03">
      <w:pPr>
        <w:rPr>
          <w:b/>
          <w:color w:val="8064A2" w:themeColor="accent4"/>
        </w:rPr>
      </w:pPr>
      <w:r w:rsidRPr="007223AC">
        <w:rPr>
          <w:b/>
          <w:color w:val="8064A2" w:themeColor="accent4"/>
        </w:rPr>
        <w:t xml:space="preserve">Slide 12 Title: </w:t>
      </w:r>
      <w:sdt>
        <w:sdtPr>
          <w:rPr>
            <w:b/>
            <w:color w:val="8064A2" w:themeColor="accent4"/>
          </w:rPr>
          <w:alias w:val="Title of Slide 12"/>
          <w:tag w:val="Title of Slide 12"/>
          <w:id w:val="193119931"/>
          <w:placeholder>
            <w:docPart w:val="3EFB5157EA0942A781F4B760E8E4F3C7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8064A2" w:themeColor="accent4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1581252250"/>
        <w:placeholder>
          <w:docPart w:val="B825CF36D6F645028201248E6C744A55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854959742"/>
        <w:placeholder>
          <w:docPart w:val="59724691D8D44C52856CCE811547638B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338130663"/>
        <w:placeholder>
          <w:docPart w:val="389ACC3566CA474F9CC47644EF4623D7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967125114"/>
        <w:placeholder>
          <w:docPart w:val="099A6D11FD8541D6964ED6D489B94213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531B03" w:rsidRDefault="00531B03" w:rsidP="00531B03"/>
    <w:p w:rsidR="007223AC" w:rsidRPr="00531B03" w:rsidRDefault="007223AC" w:rsidP="00531B03"/>
    <w:p w:rsidR="00531B03" w:rsidRPr="007223AC" w:rsidRDefault="00531B03" w:rsidP="00531B03">
      <w:pPr>
        <w:rPr>
          <w:b/>
          <w:color w:val="0070C0"/>
        </w:rPr>
      </w:pPr>
      <w:r w:rsidRPr="007223AC">
        <w:rPr>
          <w:b/>
          <w:color w:val="0070C0"/>
        </w:rPr>
        <w:t xml:space="preserve">Slide 13 Title: </w:t>
      </w:r>
      <w:sdt>
        <w:sdtPr>
          <w:rPr>
            <w:b/>
            <w:color w:val="0070C0"/>
          </w:rPr>
          <w:alias w:val="Title of Slide 13"/>
          <w:tag w:val="Title of Slide 13"/>
          <w:id w:val="-5987226"/>
          <w:placeholder>
            <w:docPart w:val="EBD0414859E84903AF9B4075D2D729E8"/>
          </w:placeholder>
          <w:showingPlcHdr/>
          <w:text/>
        </w:sdtPr>
        <w:sdtEndPr/>
        <w:sdtContent>
          <w:r w:rsidRPr="007223AC">
            <w:rPr>
              <w:rStyle w:val="PlaceholderText"/>
              <w:b/>
              <w:color w:val="0070C0"/>
            </w:rPr>
            <w:t>Click here to enter text.</w:t>
          </w:r>
        </w:sdtContent>
      </w:sdt>
    </w:p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text appear?"/>
        <w:tag w:val="Where will text appear?"/>
        <w:id w:val="763340869"/>
        <w:placeholder>
          <w:docPart w:val="D7F513ED75CE46F9A367AF4BFEA4863A"/>
        </w:placeholder>
        <w:showingPlcHdr/>
        <w:text w:multiLine="1"/>
      </w:sdtPr>
      <w:sdtEndPr/>
      <w:sdtContent>
        <w:p w:rsidR="00531B03" w:rsidRPr="004A1325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sdt>
      <w:sdtPr>
        <w:alias w:val="Where will graphics appear?"/>
        <w:tag w:val="Where will graphics appear?"/>
        <w:id w:val="-1101800059"/>
        <w:placeholder>
          <w:docPart w:val="4B721E5DDB604E8D8C8B788E84DE7176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4A1325" w:rsidRDefault="00531B03" w:rsidP="00531B0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31B03" w:rsidRPr="00531B03" w:rsidRDefault="00531B03" w:rsidP="00531B03"/>
    <w:sdt>
      <w:sdtPr>
        <w:alias w:val="List names of graphic files to use"/>
        <w:tag w:val="List names of graphic files to use"/>
        <w:id w:val="-1543816468"/>
        <w:placeholder>
          <w:docPart w:val="6FBB5A33FE0B49D09C81683EDD2AB069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sdt>
      <w:sdtPr>
        <w:alias w:val="List names of text files to use"/>
        <w:tag w:val="List names of text files to use"/>
        <w:id w:val="-1296823666"/>
        <w:placeholder>
          <w:docPart w:val="A05CAF1221884EB082C51EA51F8CEEBD"/>
        </w:placeholder>
        <w:showingPlcHdr/>
        <w:text w:multiLine="1"/>
      </w:sdtPr>
      <w:sdtEndPr/>
      <w:sdtContent>
        <w:p w:rsidR="00531B03" w:rsidRDefault="00531B03" w:rsidP="00531B03">
          <w:pPr>
            <w:pBdr>
              <w:top w:val="single" w:sz="24" w:space="1" w:color="auto"/>
              <w:left w:val="single" w:sz="24" w:space="4" w:color="auto"/>
              <w:bottom w:val="single" w:sz="24" w:space="1" w:color="auto"/>
              <w:right w:val="single" w:sz="24" w:space="4" w:color="auto"/>
            </w:pBdr>
          </w:pPr>
          <w:r w:rsidRPr="00851231">
            <w:rPr>
              <w:rStyle w:val="PlaceholderText"/>
            </w:rPr>
            <w:t>Click here to enter text.</w:t>
          </w:r>
        </w:p>
      </w:sdtContent>
    </w:sdt>
    <w:p w:rsidR="00531B03" w:rsidRPr="00531B03" w:rsidRDefault="00531B03" w:rsidP="00531B03"/>
    <w:p w:rsidR="004A1325" w:rsidRDefault="004A1325" w:rsidP="00BA604E">
      <w:r>
        <w:br w:type="page"/>
      </w:r>
    </w:p>
    <w:p w:rsidR="004A1325" w:rsidRDefault="004A1325" w:rsidP="004A1325"/>
    <w:p w:rsidR="004A1325" w:rsidRPr="007E79A7" w:rsidRDefault="007E79A7" w:rsidP="004A1325">
      <w:pPr>
        <w:pStyle w:val="Heading1"/>
        <w:rPr>
          <w:sz w:val="40"/>
        </w:rPr>
      </w:pPr>
      <w:r w:rsidRPr="007E79A7">
        <w:rPr>
          <w:caps w:val="0"/>
          <w:sz w:val="40"/>
        </w:rPr>
        <w:t xml:space="preserve">Section 3 </w:t>
      </w:r>
    </w:p>
    <w:p w:rsidR="004A1325" w:rsidRPr="00004F85" w:rsidRDefault="004A1325" w:rsidP="004A1325">
      <w:pPr>
        <w:rPr>
          <w:b/>
        </w:rPr>
      </w:pPr>
      <w:r>
        <w:rPr>
          <w:b/>
        </w:rPr>
        <w:t>Check</w:t>
      </w:r>
      <w:r w:rsidRPr="00004F85">
        <w:rPr>
          <w:b/>
        </w:rPr>
        <w:t xml:space="preserve"> your presentation</w:t>
      </w:r>
      <w:r>
        <w:rPr>
          <w:b/>
        </w:rPr>
        <w:t xml:space="preserve">- if you can tick all of these items, you SHOULD have achieved your purpose.  </w:t>
      </w:r>
    </w:p>
    <w:p w:rsidR="004A1325" w:rsidRDefault="004A1325" w:rsidP="004A1325"/>
    <w:p w:rsidR="00FD3ADF" w:rsidRDefault="00FD3ADF" w:rsidP="00FD3AD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FD3ADF" w:rsidRPr="00321717" w:rsidTr="00FD3ADF">
        <w:tc>
          <w:tcPr>
            <w:tcW w:w="4365" w:type="pct"/>
            <w:shd w:val="clear" w:color="auto" w:fill="C6D9F1" w:themeFill="text2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Structure of the presentation (sequence or order of presentation)</w:t>
            </w:r>
          </w:p>
        </w:tc>
        <w:tc>
          <w:tcPr>
            <w:tcW w:w="339" w:type="pct"/>
            <w:shd w:val="clear" w:color="auto" w:fill="C6D9F1" w:themeFill="text2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296" w:type="pct"/>
            <w:shd w:val="clear" w:color="auto" w:fill="C6D9F1" w:themeFill="text2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No</w:t>
            </w:r>
          </w:p>
        </w:tc>
      </w:tr>
      <w:tr w:rsidR="00FD3ADF" w:rsidRPr="00321717" w:rsidTr="005F1CFF">
        <w:trPr>
          <w:trHeight w:val="113"/>
        </w:trPr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Does the presentation have an introduction slide that presents the topic of the presentation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18727722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46688467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rPr>
          <w:trHeight w:val="113"/>
        </w:trPr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Does the presentation have  at least 7 more slides with information relating to the topic and does the presentation have flow - a beginning, a middle and an end – to ensure effective communication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52645146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95471562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FD3ADF" w:rsidRPr="00321717" w:rsidRDefault="00FD3ADF" w:rsidP="00FD3ADF">
      <w:pPr>
        <w:spacing w:line="1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FD3ADF" w:rsidRPr="00321717" w:rsidTr="00FD3AD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Visual appeal of the presentation (principles of screen layout and information presentation)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No</w:t>
            </w:r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Does the use of suitable background colours make the text easy to see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20908475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1146586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Are the font sizes,  types and colours easy to read and can be seen clearly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659085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36720360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Do the bulleted lists make the text easy to read – have you used too much text per bullet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14638829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16677827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Are there spelling mistakes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783948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7016620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Are the layouts of each slide balanced – are they good to look at (pleasing to the eye)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9890017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76122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FD3ADF" w:rsidP="005F1CFF">
            <w:pPr>
              <w:rPr>
                <w:bCs/>
                <w:sz w:val="24"/>
                <w:szCs w:val="24"/>
              </w:rPr>
            </w:pPr>
            <w:r w:rsidRPr="00321717">
              <w:rPr>
                <w:bCs/>
                <w:sz w:val="24"/>
                <w:szCs w:val="24"/>
              </w:rPr>
              <w:t>Do the layouts chosen help to get the main points of the presentation over to you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06784307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D3ADF" w:rsidRPr="00321717" w:rsidRDefault="00A911B9" w:rsidP="005F1CFF">
            <w:pPr>
              <w:rPr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03838145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FD3ADF" w:rsidRPr="00321717" w:rsidRDefault="00FD3ADF" w:rsidP="00FD3ADF">
      <w:pPr>
        <w:spacing w:line="1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5"/>
        <w:gridCol w:w="686"/>
        <w:gridCol w:w="503"/>
      </w:tblGrid>
      <w:tr w:rsidR="00FD3ADF" w:rsidRPr="00321717" w:rsidTr="00FD3ADF">
        <w:tc>
          <w:tcPr>
            <w:tcW w:w="4397" w:type="pct"/>
            <w:shd w:val="clear" w:color="auto" w:fill="CCC0D9" w:themeFill="accent4" w:themeFillTint="6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Use of Graphics and Sound           -    optional - Custom Animation, Movies</w:t>
            </w:r>
          </w:p>
        </w:tc>
        <w:tc>
          <w:tcPr>
            <w:tcW w:w="348" w:type="pct"/>
            <w:shd w:val="clear" w:color="auto" w:fill="CCC0D9" w:themeFill="accent4" w:themeFillTint="6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255" w:type="pct"/>
            <w:shd w:val="clear" w:color="auto" w:fill="CCC0D9" w:themeFill="accent4" w:themeFillTint="6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b/>
                <w:bCs/>
                <w:sz w:val="24"/>
                <w:szCs w:val="24"/>
              </w:rPr>
            </w:pPr>
            <w:r w:rsidRPr="00321717">
              <w:rPr>
                <w:b/>
                <w:bCs/>
                <w:sz w:val="24"/>
                <w:szCs w:val="24"/>
              </w:rPr>
              <w:t>No</w:t>
            </w:r>
          </w:p>
        </w:tc>
      </w:tr>
      <w:tr w:rsidR="00FD3ADF" w:rsidRPr="00321717" w:rsidTr="005F1CFF">
        <w:tc>
          <w:tcPr>
            <w:tcW w:w="439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FD3AD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Do you feel that the images used help to understand the text in the presentation and are the images clear and not distorted and appropriately sized</w:t>
            </w:r>
          </w:p>
        </w:tc>
        <w:tc>
          <w:tcPr>
            <w:tcW w:w="34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74554484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5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04174421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9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Does the sound run throughout the presentation</w:t>
            </w:r>
          </w:p>
        </w:tc>
        <w:tc>
          <w:tcPr>
            <w:tcW w:w="34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38648555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5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5273148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9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 xml:space="preserve">Does the transition effect help the presentation run smoothly and not distract you </w:t>
            </w:r>
          </w:p>
        </w:tc>
        <w:tc>
          <w:tcPr>
            <w:tcW w:w="34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8577131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5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6787553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9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Extra: Do you feel that the animations and/or movies (if used) are relevant to the purpose and do not distract you</w:t>
            </w:r>
          </w:p>
        </w:tc>
        <w:tc>
          <w:tcPr>
            <w:tcW w:w="34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39253233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5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A911B9" w:rsidP="005F1C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33819149"/>
                <w14:checkbox>
                  <w14:checked w14:val="0"/>
                  <w14:checkedState w14:val="0050" w14:font="Wingdings 2"/>
                  <w14:uncheckedState w14:val="2610" w14:font="Arial"/>
                </w14:checkbox>
              </w:sdtPr>
              <w:sdtEndPr/>
              <w:sdtContent>
                <w:r w:rsidR="00FD3ADF" w:rsidRPr="0032171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3ADF" w:rsidRPr="00321717" w:rsidTr="005F1CFF">
        <w:tc>
          <w:tcPr>
            <w:tcW w:w="439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sz w:val="24"/>
                <w:szCs w:val="24"/>
              </w:rPr>
            </w:pPr>
            <w:r w:rsidRPr="00321717">
              <w:rPr>
                <w:sz w:val="24"/>
                <w:szCs w:val="24"/>
              </w:rPr>
              <w:t>Have you complied with copyright requirements for all media used</w:t>
            </w:r>
          </w:p>
        </w:tc>
        <w:tc>
          <w:tcPr>
            <w:tcW w:w="34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rFonts w:ascii="MS Gothic" w:eastAsia="MS Gothic" w:hAnsi="MS Gothic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3ADF" w:rsidRPr="00321717" w:rsidRDefault="00FD3ADF" w:rsidP="005F1CFF">
            <w:pPr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</w:tbl>
    <w:p w:rsidR="00FD3ADF" w:rsidRPr="00321717" w:rsidRDefault="00FD3ADF" w:rsidP="00FD3ADF">
      <w:pPr>
        <w:spacing w:line="120" w:lineRule="exact"/>
        <w:rPr>
          <w:sz w:val="24"/>
          <w:szCs w:val="24"/>
        </w:rPr>
      </w:pPr>
    </w:p>
    <w:p w:rsidR="00E32DB1" w:rsidRDefault="00E32DB1" w:rsidP="004A1325"/>
    <w:p w:rsidR="004A1325" w:rsidRDefault="004A1325" w:rsidP="004A1325">
      <w:pPr>
        <w:rPr>
          <w:rStyle w:val="why"/>
        </w:rPr>
      </w:pPr>
    </w:p>
    <w:p w:rsidR="00E32DB1" w:rsidRDefault="00E32DB1" w:rsidP="004A1325">
      <w:pPr>
        <w:rPr>
          <w:rStyle w:val="why"/>
        </w:rPr>
      </w:pPr>
    </w:p>
    <w:p w:rsidR="00AC4750" w:rsidRPr="007263C6" w:rsidRDefault="004A1325" w:rsidP="004A1325">
      <w:pPr>
        <w:rPr>
          <w:b/>
          <w:sz w:val="28"/>
        </w:rPr>
      </w:pPr>
      <w:r w:rsidRPr="007263C6">
        <w:rPr>
          <w:b/>
          <w:sz w:val="28"/>
        </w:rPr>
        <w:t>If you find anything to be changed, make these chang</w:t>
      </w:r>
      <w:r w:rsidR="000309FD" w:rsidRPr="007263C6">
        <w:rPr>
          <w:b/>
          <w:sz w:val="28"/>
        </w:rPr>
        <w:t xml:space="preserve">es and save your </w:t>
      </w:r>
      <w:r w:rsidR="005E37B3" w:rsidRPr="007263C6">
        <w:rPr>
          <w:b/>
          <w:sz w:val="28"/>
        </w:rPr>
        <w:t>presentation.</w:t>
      </w:r>
    </w:p>
    <w:p w:rsidR="00C33109" w:rsidRDefault="00C33109" w:rsidP="004A1325"/>
    <w:p w:rsidR="00516D57" w:rsidRDefault="00516D57" w:rsidP="00516D57"/>
    <w:p w:rsidR="00516D57" w:rsidRDefault="00516D57" w:rsidP="00516D57"/>
    <w:p w:rsidR="00516D57" w:rsidRDefault="00516D57" w:rsidP="00516D57">
      <w:pPr>
        <w:numPr>
          <w:ilvl w:val="0"/>
          <w:numId w:val="4"/>
        </w:numPr>
        <w:tabs>
          <w:tab w:val="clear" w:pos="567"/>
        </w:tabs>
        <w:spacing w:after="120" w:line="360" w:lineRule="auto"/>
        <w:ind w:left="1418" w:right="225" w:hanging="709"/>
        <w:rPr>
          <w:sz w:val="28"/>
        </w:rPr>
      </w:pPr>
      <w:r>
        <w:rPr>
          <w:sz w:val="28"/>
        </w:rPr>
        <w:t xml:space="preserve">Your </w:t>
      </w:r>
      <w:r w:rsidRPr="00EA5E19">
        <w:rPr>
          <w:b/>
          <w:sz w:val="28"/>
        </w:rPr>
        <w:t>completed</w:t>
      </w:r>
      <w:r>
        <w:rPr>
          <w:sz w:val="28"/>
        </w:rPr>
        <w:t xml:space="preserve"> plan must be</w:t>
      </w:r>
    </w:p>
    <w:p w:rsidR="00516D57" w:rsidRDefault="00516D57" w:rsidP="00516D57">
      <w:pPr>
        <w:spacing w:line="360" w:lineRule="auto"/>
        <w:ind w:left="1418" w:right="225"/>
        <w:rPr>
          <w:rStyle w:val="Hyperlink"/>
          <w:sz w:val="28"/>
        </w:rPr>
      </w:pPr>
      <w:proofErr w:type="gramStart"/>
      <w:r>
        <w:rPr>
          <w:sz w:val="28"/>
        </w:rPr>
        <w:t>email</w:t>
      </w:r>
      <w:r w:rsidR="007263C6">
        <w:rPr>
          <w:sz w:val="28"/>
        </w:rPr>
        <w:t>ed</w:t>
      </w:r>
      <w:proofErr w:type="gramEnd"/>
      <w:r>
        <w:rPr>
          <w:sz w:val="28"/>
        </w:rPr>
        <w:t xml:space="preserve"> to </w:t>
      </w:r>
      <w:hyperlink r:id="rId8" w:history="1">
        <w:r w:rsidR="00FD3ADF" w:rsidRPr="00024527">
          <w:rPr>
            <w:rStyle w:val="Hyperlink"/>
            <w:sz w:val="28"/>
          </w:rPr>
          <w:t>nzcc3@eit.ac.nz</w:t>
        </w:r>
      </w:hyperlink>
    </w:p>
    <w:p w:rsidR="00516D57" w:rsidRDefault="007263C6" w:rsidP="00516D57">
      <w:pPr>
        <w:ind w:left="1418" w:right="225"/>
        <w:rPr>
          <w:b/>
          <w:sz w:val="28"/>
        </w:rPr>
      </w:pPr>
      <w:proofErr w:type="gramStart"/>
      <w:r>
        <w:rPr>
          <w:b/>
          <w:sz w:val="28"/>
        </w:rPr>
        <w:t>with</w:t>
      </w:r>
      <w:proofErr w:type="gramEnd"/>
      <w:r>
        <w:rPr>
          <w:b/>
          <w:sz w:val="28"/>
        </w:rPr>
        <w:t xml:space="preserve"> your completed presentation</w:t>
      </w:r>
      <w:r w:rsidR="00C05DC7">
        <w:rPr>
          <w:b/>
          <w:sz w:val="28"/>
        </w:rPr>
        <w:t>, the printout to a oxps or pdf file</w:t>
      </w:r>
      <w:bookmarkStart w:id="1" w:name="_GoBack"/>
      <w:bookmarkEnd w:id="1"/>
      <w:r>
        <w:rPr>
          <w:b/>
          <w:sz w:val="28"/>
        </w:rPr>
        <w:t xml:space="preserve"> and the</w:t>
      </w:r>
      <w:r w:rsidR="00321717">
        <w:rPr>
          <w:b/>
          <w:sz w:val="28"/>
        </w:rPr>
        <w:t xml:space="preserve"> 2</w:t>
      </w:r>
      <w:r>
        <w:rPr>
          <w:b/>
          <w:sz w:val="28"/>
        </w:rPr>
        <w:t xml:space="preserve"> graphic files required</w:t>
      </w:r>
    </w:p>
    <w:p w:rsidR="00C33109" w:rsidRDefault="00C33109" w:rsidP="00C33109"/>
    <w:sectPr w:rsidR="00C33109" w:rsidSect="00B76C1F">
      <w:footerReference w:type="default" r:id="rId9"/>
      <w:pgSz w:w="11906" w:h="16838" w:code="9"/>
      <w:pgMar w:top="284" w:right="1021" w:bottom="567" w:left="102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3C6" w:rsidRDefault="007263C6">
      <w:r>
        <w:separator/>
      </w:r>
    </w:p>
  </w:endnote>
  <w:endnote w:type="continuationSeparator" w:id="0">
    <w:p w:rsidR="007263C6" w:rsidRDefault="0072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3C6" w:rsidRPr="00776753" w:rsidRDefault="007263C6" w:rsidP="00FC368C">
    <w:pPr>
      <w:pStyle w:val="Footer"/>
    </w:pPr>
    <w:r>
      <w:tab/>
    </w:r>
    <w:r w:rsidRPr="00776753">
      <w:t xml:space="preserve">Page </w:t>
    </w:r>
    <w:r w:rsidRPr="00776753">
      <w:fldChar w:fldCharType="begin"/>
    </w:r>
    <w:r w:rsidRPr="00776753">
      <w:instrText xml:space="preserve"> PAGE </w:instrText>
    </w:r>
    <w:r w:rsidRPr="00776753">
      <w:fldChar w:fldCharType="separate"/>
    </w:r>
    <w:r w:rsidR="00A911B9">
      <w:rPr>
        <w:noProof/>
      </w:rPr>
      <w:t>7</w:t>
    </w:r>
    <w:r w:rsidRPr="00776753">
      <w:fldChar w:fldCharType="end"/>
    </w:r>
    <w:r w:rsidRPr="00776753">
      <w:t xml:space="preserve"> of </w:t>
    </w:r>
    <w:r w:rsidRPr="00776753">
      <w:fldChar w:fldCharType="begin"/>
    </w:r>
    <w:r w:rsidRPr="00776753">
      <w:instrText xml:space="preserve"> NUMPAGES </w:instrText>
    </w:r>
    <w:r w:rsidRPr="00776753">
      <w:fldChar w:fldCharType="separate"/>
    </w:r>
    <w:r w:rsidR="00A911B9">
      <w:rPr>
        <w:noProof/>
      </w:rPr>
      <w:t>7</w:t>
    </w:r>
    <w:r w:rsidRPr="00776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3C6" w:rsidRDefault="007263C6">
      <w:r>
        <w:separator/>
      </w:r>
    </w:p>
  </w:footnote>
  <w:footnote w:type="continuationSeparator" w:id="0">
    <w:p w:rsidR="007263C6" w:rsidRDefault="00726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2" type="#_x0000_t75" style="width:10.65pt;height:10.65pt" o:bullet="t">
        <v:imagedata r:id="rId1" o:title="mso193"/>
      </v:shape>
    </w:pict>
  </w:numPicBullet>
  <w:abstractNum w:abstractNumId="0" w15:restartNumberingAfterBreak="0">
    <w:nsid w:val="1BD27503"/>
    <w:multiLevelType w:val="hybridMultilevel"/>
    <w:tmpl w:val="DE363C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B0959"/>
    <w:multiLevelType w:val="singleLevel"/>
    <w:tmpl w:val="745440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12D85"/>
    <w:multiLevelType w:val="hybridMultilevel"/>
    <w:tmpl w:val="1EA2B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O/2xnB+sYPSJOoVMYzB6+ygWhF4/HQIYptUvSy0octTQWzUc1BcHiW+Ybd2Y8Q3+Ux0y4i3VUgwy+aE78wczw==" w:salt="6AsdoJCIfcPDkUpYJWq8Xg=="/>
  <w:defaultTabStop w:val="720"/>
  <w:defaultTableStyle w:val="TableGrid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9A"/>
    <w:rsid w:val="00020B69"/>
    <w:rsid w:val="000309FD"/>
    <w:rsid w:val="00030B55"/>
    <w:rsid w:val="00086BE2"/>
    <w:rsid w:val="0008745F"/>
    <w:rsid w:val="000C6B92"/>
    <w:rsid w:val="00105941"/>
    <w:rsid w:val="00130348"/>
    <w:rsid w:val="0014579F"/>
    <w:rsid w:val="00146C75"/>
    <w:rsid w:val="001A585D"/>
    <w:rsid w:val="001C06EC"/>
    <w:rsid w:val="001C3070"/>
    <w:rsid w:val="001D4880"/>
    <w:rsid w:val="001E7F0D"/>
    <w:rsid w:val="00203659"/>
    <w:rsid w:val="00220878"/>
    <w:rsid w:val="002705D2"/>
    <w:rsid w:val="00291F9F"/>
    <w:rsid w:val="00321717"/>
    <w:rsid w:val="00324D95"/>
    <w:rsid w:val="00370060"/>
    <w:rsid w:val="003703EA"/>
    <w:rsid w:val="003A1191"/>
    <w:rsid w:val="003D10C2"/>
    <w:rsid w:val="00402F5C"/>
    <w:rsid w:val="00456327"/>
    <w:rsid w:val="00473409"/>
    <w:rsid w:val="004868B7"/>
    <w:rsid w:val="004A1325"/>
    <w:rsid w:val="004F5EBF"/>
    <w:rsid w:val="00516D57"/>
    <w:rsid w:val="00531B03"/>
    <w:rsid w:val="00540EC0"/>
    <w:rsid w:val="00557049"/>
    <w:rsid w:val="00562E3B"/>
    <w:rsid w:val="005D371D"/>
    <w:rsid w:val="005E37B3"/>
    <w:rsid w:val="005F0697"/>
    <w:rsid w:val="00605F23"/>
    <w:rsid w:val="00643712"/>
    <w:rsid w:val="00660F5E"/>
    <w:rsid w:val="00662A58"/>
    <w:rsid w:val="00674C28"/>
    <w:rsid w:val="006B74F0"/>
    <w:rsid w:val="006D6FF3"/>
    <w:rsid w:val="006E4160"/>
    <w:rsid w:val="006F6111"/>
    <w:rsid w:val="007029D6"/>
    <w:rsid w:val="007223AC"/>
    <w:rsid w:val="00723E88"/>
    <w:rsid w:val="007263C6"/>
    <w:rsid w:val="0076734C"/>
    <w:rsid w:val="007908A4"/>
    <w:rsid w:val="007C64B3"/>
    <w:rsid w:val="007E79A7"/>
    <w:rsid w:val="007F79BB"/>
    <w:rsid w:val="0081577C"/>
    <w:rsid w:val="008166D8"/>
    <w:rsid w:val="0082485D"/>
    <w:rsid w:val="008351CC"/>
    <w:rsid w:val="008705A8"/>
    <w:rsid w:val="008B043A"/>
    <w:rsid w:val="008D68C4"/>
    <w:rsid w:val="00905785"/>
    <w:rsid w:val="00915633"/>
    <w:rsid w:val="009366DC"/>
    <w:rsid w:val="009473D5"/>
    <w:rsid w:val="009519F2"/>
    <w:rsid w:val="009C2E88"/>
    <w:rsid w:val="009F6FE7"/>
    <w:rsid w:val="00A013DE"/>
    <w:rsid w:val="00A808DA"/>
    <w:rsid w:val="00A87736"/>
    <w:rsid w:val="00A911B9"/>
    <w:rsid w:val="00A96DBC"/>
    <w:rsid w:val="00AC4750"/>
    <w:rsid w:val="00AD4F40"/>
    <w:rsid w:val="00AE12C8"/>
    <w:rsid w:val="00B1727C"/>
    <w:rsid w:val="00B42A9D"/>
    <w:rsid w:val="00B64546"/>
    <w:rsid w:val="00B76C1F"/>
    <w:rsid w:val="00B87A6B"/>
    <w:rsid w:val="00BA604E"/>
    <w:rsid w:val="00BC621B"/>
    <w:rsid w:val="00BF5025"/>
    <w:rsid w:val="00BF52D5"/>
    <w:rsid w:val="00C05DC7"/>
    <w:rsid w:val="00C33109"/>
    <w:rsid w:val="00C352AA"/>
    <w:rsid w:val="00C453F5"/>
    <w:rsid w:val="00C6199A"/>
    <w:rsid w:val="00CA658B"/>
    <w:rsid w:val="00CB0FAE"/>
    <w:rsid w:val="00D1489E"/>
    <w:rsid w:val="00D55F0E"/>
    <w:rsid w:val="00D83B7E"/>
    <w:rsid w:val="00DA34C4"/>
    <w:rsid w:val="00DC3BFD"/>
    <w:rsid w:val="00E20B11"/>
    <w:rsid w:val="00E20C63"/>
    <w:rsid w:val="00E32DB1"/>
    <w:rsid w:val="00E45A7F"/>
    <w:rsid w:val="00E51115"/>
    <w:rsid w:val="00EA1822"/>
    <w:rsid w:val="00EA53AE"/>
    <w:rsid w:val="00EF5E48"/>
    <w:rsid w:val="00F06E2B"/>
    <w:rsid w:val="00F50D82"/>
    <w:rsid w:val="00F76B51"/>
    <w:rsid w:val="00FC368C"/>
    <w:rsid w:val="00FD3ADF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96E4676"/>
  <w15:docId w15:val="{B7232410-A3AF-428B-8442-2D04F14D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77C"/>
    <w:rPr>
      <w:rFonts w:asciiTheme="minorHAnsi" w:hAnsiTheme="minorHAnsi"/>
      <w:color w:val="000000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366DC"/>
    <w:pPr>
      <w:keepNext/>
      <w:keepLines/>
      <w:spacing w:after="240" w:line="240" w:lineRule="atLeast"/>
      <w:outlineLvl w:val="0"/>
    </w:pPr>
    <w:rPr>
      <w:rFonts w:ascii="Maiandra GD" w:hAnsi="Maiandra GD"/>
      <w:b/>
      <w:caps/>
      <w:color w:val="800000"/>
      <w:spacing w:val="20"/>
      <w:kern w:val="16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A1325"/>
    <w:rPr>
      <w:rFonts w:ascii="Comic Sans MS" w:hAnsi="Comic Sans MS"/>
      <w:color w:val="FF0000"/>
      <w:sz w:val="24"/>
      <w:u w:val="single"/>
    </w:rPr>
  </w:style>
  <w:style w:type="paragraph" w:styleId="Footer">
    <w:name w:val="footer"/>
    <w:basedOn w:val="Normal"/>
    <w:rsid w:val="004A1325"/>
    <w:pPr>
      <w:keepLines/>
      <w:tabs>
        <w:tab w:val="left" w:pos="4320"/>
        <w:tab w:val="right" w:pos="9480"/>
      </w:tabs>
      <w:spacing w:line="240" w:lineRule="atLeast"/>
      <w:ind w:left="57" w:right="57"/>
    </w:pPr>
    <w:rPr>
      <w:spacing w:val="15"/>
      <w:sz w:val="20"/>
    </w:rPr>
  </w:style>
  <w:style w:type="paragraph" w:styleId="Header">
    <w:name w:val="header"/>
    <w:basedOn w:val="Normal"/>
    <w:rsid w:val="004A1325"/>
    <w:pPr>
      <w:tabs>
        <w:tab w:val="center" w:pos="4153"/>
        <w:tab w:val="right" w:pos="8306"/>
      </w:tabs>
    </w:pPr>
    <w:rPr>
      <w:sz w:val="18"/>
    </w:rPr>
  </w:style>
  <w:style w:type="paragraph" w:styleId="BodyText3">
    <w:name w:val="Body Text 3"/>
    <w:basedOn w:val="Normal"/>
    <w:rsid w:val="004A1325"/>
    <w:rPr>
      <w:color w:val="auto"/>
      <w:sz w:val="20"/>
    </w:rPr>
  </w:style>
  <w:style w:type="table" w:styleId="TableGrid">
    <w:name w:val="Table Grid"/>
    <w:basedOn w:val="TableNormal"/>
    <w:rsid w:val="00557049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character" w:customStyle="1" w:styleId="why">
    <w:name w:val="why"/>
    <w:rsid w:val="004A1325"/>
    <w:rPr>
      <w:i/>
      <w:color w:val="000080"/>
      <w:sz w:val="20"/>
    </w:rPr>
  </w:style>
  <w:style w:type="paragraph" w:styleId="ListParagraph">
    <w:name w:val="List Paragraph"/>
    <w:basedOn w:val="Normal"/>
    <w:uiPriority w:val="34"/>
    <w:qFormat/>
    <w:rsid w:val="0081577C"/>
    <w:pPr>
      <w:ind w:left="720"/>
      <w:contextualSpacing/>
    </w:pPr>
  </w:style>
  <w:style w:type="paragraph" w:customStyle="1" w:styleId="smallline">
    <w:name w:val="smallline"/>
    <w:basedOn w:val="Normal"/>
    <w:qFormat/>
    <w:rsid w:val="0081577C"/>
    <w:pPr>
      <w:spacing w:line="120" w:lineRule="exact"/>
    </w:pPr>
  </w:style>
  <w:style w:type="character" w:styleId="PlaceholderText">
    <w:name w:val="Placeholder Text"/>
    <w:basedOn w:val="DefaultParagraphFont"/>
    <w:uiPriority w:val="99"/>
    <w:semiHidden/>
    <w:rsid w:val="00E20C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C63"/>
    <w:rPr>
      <w:rFonts w:ascii="Tahoma" w:hAnsi="Tahoma" w:cs="Tahoma"/>
      <w:color w:val="000000"/>
      <w:sz w:val="16"/>
      <w:szCs w:val="16"/>
      <w:lang w:val="en-AU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366DC"/>
    <w:pPr>
      <w:contextualSpacing/>
    </w:pPr>
    <w:rPr>
      <w:rFonts w:asciiTheme="majorHAnsi" w:eastAsiaTheme="majorEastAsia" w:hAnsiTheme="majorHAnsi" w:cstheme="majorBidi"/>
      <w:color w:val="4F6228" w:themeColor="accent3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6DC"/>
    <w:rPr>
      <w:rFonts w:asciiTheme="majorHAnsi" w:eastAsiaTheme="majorEastAsia" w:hAnsiTheme="majorHAnsi" w:cstheme="majorBidi"/>
      <w:color w:val="4F6228" w:themeColor="accent3" w:themeShade="80"/>
      <w:spacing w:val="-10"/>
      <w:kern w:val="28"/>
      <w:sz w:val="56"/>
      <w:szCs w:val="5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cc3@eit.ac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EC24D-98EB-4367-B8FD-39D9D9D17177}"/>
      </w:docPartPr>
      <w:docPartBody>
        <w:p w:rsidR="00D37083" w:rsidRDefault="00D37083"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46E0714EF4104EE09F288704A48B7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FB27A-6A5B-4350-A0D6-6E33EB9B3D3E}"/>
      </w:docPartPr>
      <w:docPartBody>
        <w:p w:rsidR="00D37083" w:rsidRDefault="00D37083" w:rsidP="00D37083">
          <w:pPr>
            <w:pStyle w:val="46E0714EF4104EE09F288704A48B7A8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BB17403C15DE4EDEA5C40FC52BB00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7510F-CD89-4F39-A40A-67DA6FBABBF4}"/>
      </w:docPartPr>
      <w:docPartBody>
        <w:p w:rsidR="00D37083" w:rsidRDefault="00D37083" w:rsidP="00D37083">
          <w:pPr>
            <w:pStyle w:val="BB17403C15DE4EDEA5C40FC52BB0087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96C6D06AF1C64E318C9FE4D931538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06BF3-6865-46A1-9684-67C0E04D11AE}"/>
      </w:docPartPr>
      <w:docPartBody>
        <w:p w:rsidR="00D37083" w:rsidRDefault="00D37083" w:rsidP="00D37083">
          <w:pPr>
            <w:pStyle w:val="96C6D06AF1C64E318C9FE4D9315389DE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2358243530F48069E1A6E414D752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CB9B4-A794-4D25-B854-ACBCC5FC3DA5}"/>
      </w:docPartPr>
      <w:docPartBody>
        <w:p w:rsidR="00D37083" w:rsidRDefault="00D37083" w:rsidP="00D37083">
          <w:pPr>
            <w:pStyle w:val="12358243530F48069E1A6E414D75269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2966BDEA92CD442CA0CA704BCAFE0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D3189-CF9C-4D77-85F6-DB1A62B4DA08}"/>
      </w:docPartPr>
      <w:docPartBody>
        <w:p w:rsidR="00D37083" w:rsidRDefault="00D37083" w:rsidP="00D37083">
          <w:pPr>
            <w:pStyle w:val="2966BDEA92CD442CA0CA704BCAFE0E6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99774ADA6CA43B6A45B622BD58B9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1826E-B735-49D9-85FF-5615E3CED1A1}"/>
      </w:docPartPr>
      <w:docPartBody>
        <w:p w:rsidR="00D37083" w:rsidRDefault="00D37083" w:rsidP="00D37083">
          <w:pPr>
            <w:pStyle w:val="199774ADA6CA43B6A45B622BD58B94AA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8D72CD516A9A43CDA1BD7E94BB1A8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48A78-08FC-44F9-84DC-FC52A0BAD6A9}"/>
      </w:docPartPr>
      <w:docPartBody>
        <w:p w:rsidR="00D37083" w:rsidRDefault="00D37083" w:rsidP="00D37083">
          <w:pPr>
            <w:pStyle w:val="8D72CD516A9A43CDA1BD7E94BB1A835A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E32E4B86D4754800B7DC0ED89C362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B063E-F4B5-4EBE-A0CD-79AA17140A3D}"/>
      </w:docPartPr>
      <w:docPartBody>
        <w:p w:rsidR="00D37083" w:rsidRDefault="00D37083" w:rsidP="00D37083">
          <w:pPr>
            <w:pStyle w:val="E32E4B86D4754800B7DC0ED89C362711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63F14F8EE654CFCB28E2834EE193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FF06B-F8EA-4A87-A6C6-12BB0B539694}"/>
      </w:docPartPr>
      <w:docPartBody>
        <w:p w:rsidR="00D37083" w:rsidRDefault="00D37083" w:rsidP="00D37083">
          <w:pPr>
            <w:pStyle w:val="A63F14F8EE654CFCB28E2834EE193C38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F99565554524C719CA992E930F81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FAE7-BBC6-4494-8D53-3F267EE16CED}"/>
      </w:docPartPr>
      <w:docPartBody>
        <w:p w:rsidR="00D37083" w:rsidRDefault="00D37083" w:rsidP="00D37083">
          <w:pPr>
            <w:pStyle w:val="1F99565554524C719CA992E930F8149F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66FAF6EDBA242FEABDEEC46798C3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E205D-C8AF-4A35-86F1-DA5BBD222721}"/>
      </w:docPartPr>
      <w:docPartBody>
        <w:p w:rsidR="00D37083" w:rsidRDefault="00D37083" w:rsidP="00D37083">
          <w:pPr>
            <w:pStyle w:val="366FAF6EDBA242FEABDEEC46798C317C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497E0684EB443EE9AFBF1904F8D4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1750B-ABB6-4DD9-8763-CF85E247705F}"/>
      </w:docPartPr>
      <w:docPartBody>
        <w:p w:rsidR="00D37083" w:rsidRDefault="00D37083" w:rsidP="00D37083">
          <w:pPr>
            <w:pStyle w:val="1497E0684EB443EE9AFBF1904F8D4E10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4CE7E22C7179496DB4E1A8E27AE5B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2410A-1EE4-412A-BAFB-21EF8DB2B1B5}"/>
      </w:docPartPr>
      <w:docPartBody>
        <w:p w:rsidR="00D37083" w:rsidRDefault="00D37083" w:rsidP="00D37083">
          <w:pPr>
            <w:pStyle w:val="4CE7E22C7179496DB4E1A8E27AE5B072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5607A3D8376E43209982736B9C1BA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43B5A-DB1F-48C9-B05B-19F1EEBB2BC0}"/>
      </w:docPartPr>
      <w:docPartBody>
        <w:p w:rsidR="00D37083" w:rsidRDefault="00D37083" w:rsidP="00D37083">
          <w:pPr>
            <w:pStyle w:val="5607A3D8376E43209982736B9C1BA254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F29B0F376FEB4E2E9F98A2DCA5515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A7385-2B63-4F1A-930A-ABFF3ECC87D5}"/>
      </w:docPartPr>
      <w:docPartBody>
        <w:p w:rsidR="00D37083" w:rsidRDefault="00D37083" w:rsidP="00D37083">
          <w:pPr>
            <w:pStyle w:val="F29B0F376FEB4E2E9F98A2DCA5515E5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78086B1D8BBC478F9357B7FCAAB95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C084B-3D65-4836-BC5C-28009B319921}"/>
      </w:docPartPr>
      <w:docPartBody>
        <w:p w:rsidR="00D37083" w:rsidRDefault="00D37083" w:rsidP="00D37083">
          <w:pPr>
            <w:pStyle w:val="78086B1D8BBC478F9357B7FCAAB95E34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5920950121CE4F09A45994A4BFF0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14823-F4CE-44FC-B8DD-803CA0ABDAE0}"/>
      </w:docPartPr>
      <w:docPartBody>
        <w:p w:rsidR="00D37083" w:rsidRDefault="00D37083" w:rsidP="00D37083">
          <w:pPr>
            <w:pStyle w:val="5920950121CE4F09A45994A4BFF0FC2C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0B86D3B7BEFF4AFB911F17DD9FC4B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CED1A-0188-44C8-A26C-2B72E23B936E}"/>
      </w:docPartPr>
      <w:docPartBody>
        <w:p w:rsidR="00D37083" w:rsidRDefault="00D37083" w:rsidP="00D37083">
          <w:pPr>
            <w:pStyle w:val="0B86D3B7BEFF4AFB911F17DD9FC4B8AB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0C271E778AEC4EDDB8D5CAB81E575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4F842-1B0B-49EE-ADDD-89EC47B0B62B}"/>
      </w:docPartPr>
      <w:docPartBody>
        <w:p w:rsidR="00D37083" w:rsidRDefault="00D37083" w:rsidP="00D37083">
          <w:pPr>
            <w:pStyle w:val="0C271E778AEC4EDDB8D5CAB81E575166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E7AFC0184ED54AE8BC6827040034B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7C67E-D61E-4537-B1C0-4A53DF6DFDEF}"/>
      </w:docPartPr>
      <w:docPartBody>
        <w:p w:rsidR="00D37083" w:rsidRDefault="00D37083" w:rsidP="00D37083">
          <w:pPr>
            <w:pStyle w:val="E7AFC0184ED54AE8BC6827040034B493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6251D3D93B34B73B77CEEC41973A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802DA-31DB-4926-A194-7EEB54BB949E}"/>
      </w:docPartPr>
      <w:docPartBody>
        <w:p w:rsidR="00D37083" w:rsidRDefault="00D37083" w:rsidP="00D37083">
          <w:pPr>
            <w:pStyle w:val="36251D3D93B34B73B77CEEC41973A993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B015B8E78F9845E4A0A2C57009404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8D04-5BBB-48C3-A0F5-4FF07345D57A}"/>
      </w:docPartPr>
      <w:docPartBody>
        <w:p w:rsidR="00D37083" w:rsidRDefault="00D37083" w:rsidP="00D37083">
          <w:pPr>
            <w:pStyle w:val="B015B8E78F9845E4A0A2C5700940464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EE430E1E879343439F241060803F7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62B75-7A20-4F14-A8D0-EE1E17C03E61}"/>
      </w:docPartPr>
      <w:docPartBody>
        <w:p w:rsidR="00D37083" w:rsidRDefault="00D37083" w:rsidP="00D37083">
          <w:pPr>
            <w:pStyle w:val="EE430E1E879343439F241060803F7E2C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3C5C0C2256143CD8B2CB74349EC5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79C80-A32E-4DCD-AE1A-ADEB232E9C7B}"/>
      </w:docPartPr>
      <w:docPartBody>
        <w:p w:rsidR="00D37083" w:rsidRDefault="00D37083" w:rsidP="00D37083">
          <w:pPr>
            <w:pStyle w:val="A3C5C0C2256143CD8B2CB74349EC50A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F2653F50A9E44742ADB1403041566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9FAA-258A-4D30-A6C2-F03A0E2E3D43}"/>
      </w:docPartPr>
      <w:docPartBody>
        <w:p w:rsidR="00D37083" w:rsidRDefault="00D37083" w:rsidP="00D37083">
          <w:pPr>
            <w:pStyle w:val="F2653F50A9E44742ADB1403041566F6B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756231BC2B3A428C80B812BEB546C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B0E12-092F-4C1B-830B-CDD2E50AF5F7}"/>
      </w:docPartPr>
      <w:docPartBody>
        <w:p w:rsidR="00D37083" w:rsidRDefault="00D37083" w:rsidP="00D37083">
          <w:pPr>
            <w:pStyle w:val="756231BC2B3A428C80B812BEB546CE6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E14997762D34D8886ABB43E0459E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60B63-C754-4811-BFAC-D923B7985E5C}"/>
      </w:docPartPr>
      <w:docPartBody>
        <w:p w:rsidR="00D37083" w:rsidRDefault="00D37083" w:rsidP="00D37083">
          <w:pPr>
            <w:pStyle w:val="3E14997762D34D8886ABB43E0459EB86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806E32395B54594913FD0D865042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11313-6129-4FD2-BBAD-893813DFB948}"/>
      </w:docPartPr>
      <w:docPartBody>
        <w:p w:rsidR="00D37083" w:rsidRDefault="00D37083" w:rsidP="00D37083">
          <w:pPr>
            <w:pStyle w:val="A806E32395B54594913FD0D86504291B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2DD46ED3E36943809C77A36C97468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A7DAC-BD9A-4EF0-AF2F-81EAC4FBDA8C}"/>
      </w:docPartPr>
      <w:docPartBody>
        <w:p w:rsidR="00D37083" w:rsidRDefault="00D37083" w:rsidP="00D37083">
          <w:pPr>
            <w:pStyle w:val="2DD46ED3E36943809C77A36C9746865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48253261ADC147BC80024DDC93E08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E5580-606D-4D7F-BDB2-1D4D71C8DAE7}"/>
      </w:docPartPr>
      <w:docPartBody>
        <w:p w:rsidR="00D37083" w:rsidRDefault="00D37083" w:rsidP="00D37083">
          <w:pPr>
            <w:pStyle w:val="48253261ADC147BC80024DDC93E0868D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53E93A5C0C0646A49DD27E9C98265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25191-10E0-424E-B1DC-49C49C9C00A9}"/>
      </w:docPartPr>
      <w:docPartBody>
        <w:p w:rsidR="00D37083" w:rsidRDefault="00D37083" w:rsidP="00D37083">
          <w:pPr>
            <w:pStyle w:val="53E93A5C0C0646A49DD27E9C98265691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50EECB55DB824A078FCCBD87B39F7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BCC6E-E763-4286-BC64-5811B5114002}"/>
      </w:docPartPr>
      <w:docPartBody>
        <w:p w:rsidR="00D37083" w:rsidRDefault="00D37083" w:rsidP="00D37083">
          <w:pPr>
            <w:pStyle w:val="50EECB55DB824A078FCCBD87B39F73AA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154F46692A14106BC9793D8F33A1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B514-0FBB-4BFD-AA6A-AB4EA96A5B91}"/>
      </w:docPartPr>
      <w:docPartBody>
        <w:p w:rsidR="00D37083" w:rsidRDefault="00D37083" w:rsidP="00D37083">
          <w:pPr>
            <w:pStyle w:val="A154F46692A14106BC9793D8F33A1ED3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D88F8FBDF3334D269BB20826189AC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37731-4B52-4ECD-A597-E587E5A71BF8}"/>
      </w:docPartPr>
      <w:docPartBody>
        <w:p w:rsidR="00D37083" w:rsidRDefault="00D37083" w:rsidP="00D37083">
          <w:pPr>
            <w:pStyle w:val="D88F8FBDF3334D269BB20826189AC60A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0CE1583DD2A4D08A53FAC73803FE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CF089-BB17-4827-ACB5-79591B098799}"/>
      </w:docPartPr>
      <w:docPartBody>
        <w:p w:rsidR="00D37083" w:rsidRDefault="00D37083" w:rsidP="00D37083">
          <w:pPr>
            <w:pStyle w:val="A0CE1583DD2A4D08A53FAC73803FE97E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DE7EC580A1A413CBFAE146C429E6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6D105-C8B4-4983-8C45-1BE6F0CFD653}"/>
      </w:docPartPr>
      <w:docPartBody>
        <w:p w:rsidR="00D37083" w:rsidRDefault="00D37083" w:rsidP="00D37083">
          <w:pPr>
            <w:pStyle w:val="1DE7EC580A1A413CBFAE146C429E61C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B04F9B2AC4F941EFB79CB145CDA67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E7B51-139C-47CD-86DC-4ABC9709AE81}"/>
      </w:docPartPr>
      <w:docPartBody>
        <w:p w:rsidR="00D37083" w:rsidRDefault="00D37083" w:rsidP="00D37083">
          <w:pPr>
            <w:pStyle w:val="B04F9B2AC4F941EFB79CB145CDA6713E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6BCF6973B6BB41A4A1EA7D81067C8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B0B30-0A1A-45EC-9903-0B6936DDED17}"/>
      </w:docPartPr>
      <w:docPartBody>
        <w:p w:rsidR="00D37083" w:rsidRDefault="00D37083" w:rsidP="00D37083">
          <w:pPr>
            <w:pStyle w:val="6BCF6973B6BB41A4A1EA7D81067C858F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6D4F46B9958B4D3A82A69BB422C34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0C9C4-228D-4731-BAE9-9EEB98B61650}"/>
      </w:docPartPr>
      <w:docPartBody>
        <w:p w:rsidR="00D37083" w:rsidRDefault="00D37083" w:rsidP="00D37083">
          <w:pPr>
            <w:pStyle w:val="6D4F46B9958B4D3A82A69BB422C34986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0FB142A1DF64E6DB876A1A63A344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4EA30-DBE2-41B7-B2B6-25A8D7AEAE70}"/>
      </w:docPartPr>
      <w:docPartBody>
        <w:p w:rsidR="00D37083" w:rsidRDefault="00D37083" w:rsidP="00D37083">
          <w:pPr>
            <w:pStyle w:val="30FB142A1DF64E6DB876A1A63A34455F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84897CBAAD248849160ADA8F4CBF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8CCFC-372D-4DCC-BB62-9AB0B2D28C4F}"/>
      </w:docPartPr>
      <w:docPartBody>
        <w:p w:rsidR="00D37083" w:rsidRDefault="00D37083" w:rsidP="00D37083">
          <w:pPr>
            <w:pStyle w:val="184897CBAAD248849160ADA8F4CBF7F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F3946E27456A42BA81EC65DCEF256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4A722-4E38-4675-863A-94E0D3C9BA9C}"/>
      </w:docPartPr>
      <w:docPartBody>
        <w:p w:rsidR="00D37083" w:rsidRDefault="00D37083" w:rsidP="00D37083">
          <w:pPr>
            <w:pStyle w:val="F3946E27456A42BA81EC65DCEF256A3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DF251F1341E4DFBA42C30FB584F6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C3C87-6DAF-48E6-99F6-672D02BC502C}"/>
      </w:docPartPr>
      <w:docPartBody>
        <w:p w:rsidR="00D37083" w:rsidRDefault="00D37083" w:rsidP="00D37083">
          <w:pPr>
            <w:pStyle w:val="3DF251F1341E4DFBA42C30FB584F6391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81010836D81449B8A24DEB5E4469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B38F6-D3DE-40DC-A13A-2AC3FC86BF9B}"/>
      </w:docPartPr>
      <w:docPartBody>
        <w:p w:rsidR="00D37083" w:rsidRDefault="00D37083" w:rsidP="00D37083">
          <w:pPr>
            <w:pStyle w:val="381010836D81449B8A24DEB5E4469DE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8540229073474BA5AA84635BF128D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321F4-CB66-4FBF-9EC7-18D469DB5011}"/>
      </w:docPartPr>
      <w:docPartBody>
        <w:p w:rsidR="00D37083" w:rsidRDefault="00D37083" w:rsidP="00D37083">
          <w:pPr>
            <w:pStyle w:val="8540229073474BA5AA84635BF128D06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E135ED1F587C42E0BCD1301C168A9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F0A8D-C95C-47B9-B666-A0990EEC7050}"/>
      </w:docPartPr>
      <w:docPartBody>
        <w:p w:rsidR="00D37083" w:rsidRDefault="00D37083" w:rsidP="00D37083">
          <w:pPr>
            <w:pStyle w:val="E135ED1F587C42E0BCD1301C168A9C7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D05CEB94E9A443E4A4AD580D65E27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5EE39-F121-4ADA-9470-52F5FAA560D8}"/>
      </w:docPartPr>
      <w:docPartBody>
        <w:p w:rsidR="00D37083" w:rsidRDefault="00D37083" w:rsidP="00D37083">
          <w:pPr>
            <w:pStyle w:val="D05CEB94E9A443E4A4AD580D65E27214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C2D34A0D0D8647E08CF143EDF78E4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08381-F4FA-415C-BE6B-376A6C34B2C8}"/>
      </w:docPartPr>
      <w:docPartBody>
        <w:p w:rsidR="00D37083" w:rsidRDefault="00D37083" w:rsidP="00D37083">
          <w:pPr>
            <w:pStyle w:val="C2D34A0D0D8647E08CF143EDF78E4190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623E2B2871A246BF8BFBE0FE8BB2D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B6B7-633F-484C-A4E1-A1C8A698E837}"/>
      </w:docPartPr>
      <w:docPartBody>
        <w:p w:rsidR="00D37083" w:rsidRDefault="00D37083" w:rsidP="00D37083">
          <w:pPr>
            <w:pStyle w:val="623E2B2871A246BF8BFBE0FE8BB2D44D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1C18824B1C8146BB9DA27B0F0977F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8450D-98A4-40EB-AC3B-6F2ADD404833}"/>
      </w:docPartPr>
      <w:docPartBody>
        <w:p w:rsidR="00D37083" w:rsidRDefault="00D37083" w:rsidP="00D37083">
          <w:pPr>
            <w:pStyle w:val="1C18824B1C8146BB9DA27B0F0977FDD0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08752946CC274AD3B4EDEF8AEC685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D3A8D-EBBD-48BA-8D25-C29296348B97}"/>
      </w:docPartPr>
      <w:docPartBody>
        <w:p w:rsidR="00D37083" w:rsidRDefault="00D37083" w:rsidP="00D37083">
          <w:pPr>
            <w:pStyle w:val="08752946CC274AD3B4EDEF8AEC68515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EFB5157EA0942A781F4B760E8E4F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9475D-2774-4D7F-90D6-EB17AA4620F5}"/>
      </w:docPartPr>
      <w:docPartBody>
        <w:p w:rsidR="00D37083" w:rsidRDefault="00D37083" w:rsidP="00D37083">
          <w:pPr>
            <w:pStyle w:val="3EFB5157EA0942A781F4B760E8E4F3C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B825CF36D6F645028201248E6C744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469B8-EE98-4768-8AA5-648351D6E53C}"/>
      </w:docPartPr>
      <w:docPartBody>
        <w:p w:rsidR="00D37083" w:rsidRDefault="00D37083" w:rsidP="00D37083">
          <w:pPr>
            <w:pStyle w:val="B825CF36D6F645028201248E6C744A5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59724691D8D44C52856CCE8115476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474B0-3B9A-4ACF-80D4-06559213E6A2}"/>
      </w:docPartPr>
      <w:docPartBody>
        <w:p w:rsidR="00D37083" w:rsidRDefault="00D37083" w:rsidP="00D37083">
          <w:pPr>
            <w:pStyle w:val="59724691D8D44C52856CCE811547638B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389ACC3566CA474F9CC47644EF462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DA216-A50A-4FFA-9334-9A6018D691EC}"/>
      </w:docPartPr>
      <w:docPartBody>
        <w:p w:rsidR="00D37083" w:rsidRDefault="00D37083" w:rsidP="00D37083">
          <w:pPr>
            <w:pStyle w:val="389ACC3566CA474F9CC47644EF4623D7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099A6D11FD8541D6964ED6D489B94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D379C-83D3-448F-9466-9EEDA11C9B55}"/>
      </w:docPartPr>
      <w:docPartBody>
        <w:p w:rsidR="00D37083" w:rsidRDefault="00D37083" w:rsidP="00D37083">
          <w:pPr>
            <w:pStyle w:val="099A6D11FD8541D6964ED6D489B94213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EBD0414859E84903AF9B4075D2D72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BA657-1BFB-4EA5-8AEF-068E5FC73B37}"/>
      </w:docPartPr>
      <w:docPartBody>
        <w:p w:rsidR="00D37083" w:rsidRDefault="00D37083" w:rsidP="00D37083">
          <w:pPr>
            <w:pStyle w:val="EBD0414859E84903AF9B4075D2D729E8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D7F513ED75CE46F9A367AF4BFEA48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3641B-FACA-4394-997B-CC2008D2361C}"/>
      </w:docPartPr>
      <w:docPartBody>
        <w:p w:rsidR="00D37083" w:rsidRDefault="00D37083" w:rsidP="00D37083">
          <w:pPr>
            <w:pStyle w:val="D7F513ED75CE46F9A367AF4BFEA4863A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4B721E5DDB604E8D8C8B788E84DE7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DBEB9-FAAB-4910-959A-4F8F6DFE7FD5}"/>
      </w:docPartPr>
      <w:docPartBody>
        <w:p w:rsidR="00D37083" w:rsidRDefault="00D37083" w:rsidP="00D37083">
          <w:pPr>
            <w:pStyle w:val="4B721E5DDB604E8D8C8B788E84DE7176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6FBB5A33FE0B49D09C81683EDD2AB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A2CC6-CED3-45C9-AABD-F4785D6148EA}"/>
      </w:docPartPr>
      <w:docPartBody>
        <w:p w:rsidR="00D37083" w:rsidRDefault="00D37083" w:rsidP="00D37083">
          <w:pPr>
            <w:pStyle w:val="6FBB5A33FE0B49D09C81683EDD2AB069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A05CAF1221884EB082C51EA51F8CE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FB15C-04D1-472F-B0AB-7DF053B53D01}"/>
      </w:docPartPr>
      <w:docPartBody>
        <w:p w:rsidR="00D37083" w:rsidRDefault="00D37083" w:rsidP="00D37083">
          <w:pPr>
            <w:pStyle w:val="A05CAF1221884EB082C51EA51F8CEEBD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B082F6AF02E249788DF30D97993E6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D196A-5EA9-4332-A8C0-8E214672D826}"/>
      </w:docPartPr>
      <w:docPartBody>
        <w:p w:rsidR="00071FF0" w:rsidRDefault="00D37083" w:rsidP="00D37083">
          <w:pPr>
            <w:pStyle w:val="B082F6AF02E249788DF30D97993E61E5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7D5859612F014793A2C31F7AA5C58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F1132-E0E7-41AD-9AB0-1147B1CC90A4}"/>
      </w:docPartPr>
      <w:docPartBody>
        <w:p w:rsidR="00071FF0" w:rsidRDefault="00D37083" w:rsidP="00D37083">
          <w:pPr>
            <w:pStyle w:val="7D5859612F014793A2C31F7AA5C58BD1"/>
          </w:pPr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CC263-7F46-48FA-893C-E4226997B4C9}"/>
      </w:docPartPr>
      <w:docPartBody>
        <w:p w:rsidR="00A313CD" w:rsidRDefault="003245DF">
          <w:r w:rsidRPr="004A15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83"/>
    <w:rsid w:val="00071FF0"/>
    <w:rsid w:val="003245DF"/>
    <w:rsid w:val="00A313CD"/>
    <w:rsid w:val="00D3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45DF"/>
    <w:rPr>
      <w:color w:val="808080"/>
    </w:rPr>
  </w:style>
  <w:style w:type="paragraph" w:customStyle="1" w:styleId="A3BEBDB45CAA4B2FB55A26EE36AED27B">
    <w:name w:val="A3BEBDB45CAA4B2FB55A26EE36AED27B"/>
    <w:rsid w:val="00D37083"/>
  </w:style>
  <w:style w:type="paragraph" w:customStyle="1" w:styleId="46E0714EF4104EE09F288704A48B7A89">
    <w:name w:val="46E0714EF4104EE09F288704A48B7A89"/>
    <w:rsid w:val="00D37083"/>
  </w:style>
  <w:style w:type="paragraph" w:customStyle="1" w:styleId="BB17403C15DE4EDEA5C40FC52BB00875">
    <w:name w:val="BB17403C15DE4EDEA5C40FC52BB00875"/>
    <w:rsid w:val="00D37083"/>
  </w:style>
  <w:style w:type="paragraph" w:customStyle="1" w:styleId="894625242B3B4106BCFC24F65522E19A">
    <w:name w:val="894625242B3B4106BCFC24F65522E19A"/>
    <w:rsid w:val="00D37083"/>
  </w:style>
  <w:style w:type="paragraph" w:customStyle="1" w:styleId="32E85150F94A4997A2CD89CEC270BB3B">
    <w:name w:val="32E85150F94A4997A2CD89CEC270BB3B"/>
    <w:rsid w:val="00D37083"/>
  </w:style>
  <w:style w:type="paragraph" w:customStyle="1" w:styleId="96C6D06AF1C64E318C9FE4D9315389DE">
    <w:name w:val="96C6D06AF1C64E318C9FE4D9315389DE"/>
    <w:rsid w:val="00D37083"/>
  </w:style>
  <w:style w:type="paragraph" w:customStyle="1" w:styleId="12358243530F48069E1A6E414D752699">
    <w:name w:val="12358243530F48069E1A6E414D752699"/>
    <w:rsid w:val="00D37083"/>
  </w:style>
  <w:style w:type="paragraph" w:customStyle="1" w:styleId="2966BDEA92CD442CA0CA704BCAFE0E67">
    <w:name w:val="2966BDEA92CD442CA0CA704BCAFE0E67"/>
    <w:rsid w:val="00D37083"/>
  </w:style>
  <w:style w:type="paragraph" w:customStyle="1" w:styleId="199774ADA6CA43B6A45B622BD58B94AA">
    <w:name w:val="199774ADA6CA43B6A45B622BD58B94AA"/>
    <w:rsid w:val="00D37083"/>
  </w:style>
  <w:style w:type="paragraph" w:customStyle="1" w:styleId="8D72CD516A9A43CDA1BD7E94BB1A835A">
    <w:name w:val="8D72CD516A9A43CDA1BD7E94BB1A835A"/>
    <w:rsid w:val="00D37083"/>
  </w:style>
  <w:style w:type="paragraph" w:customStyle="1" w:styleId="E32E4B86D4754800B7DC0ED89C362711">
    <w:name w:val="E32E4B86D4754800B7DC0ED89C362711"/>
    <w:rsid w:val="00D37083"/>
  </w:style>
  <w:style w:type="paragraph" w:customStyle="1" w:styleId="A63F14F8EE654CFCB28E2834EE193C38">
    <w:name w:val="A63F14F8EE654CFCB28E2834EE193C38"/>
    <w:rsid w:val="00D37083"/>
  </w:style>
  <w:style w:type="paragraph" w:customStyle="1" w:styleId="1F99565554524C719CA992E930F8149F">
    <w:name w:val="1F99565554524C719CA992E930F8149F"/>
    <w:rsid w:val="00D37083"/>
  </w:style>
  <w:style w:type="paragraph" w:customStyle="1" w:styleId="366FAF6EDBA242FEABDEEC46798C317C">
    <w:name w:val="366FAF6EDBA242FEABDEEC46798C317C"/>
    <w:rsid w:val="00D37083"/>
  </w:style>
  <w:style w:type="paragraph" w:customStyle="1" w:styleId="1497E0684EB443EE9AFBF1904F8D4E10">
    <w:name w:val="1497E0684EB443EE9AFBF1904F8D4E10"/>
    <w:rsid w:val="00D37083"/>
  </w:style>
  <w:style w:type="paragraph" w:customStyle="1" w:styleId="4CE7E22C7179496DB4E1A8E27AE5B072">
    <w:name w:val="4CE7E22C7179496DB4E1A8E27AE5B072"/>
    <w:rsid w:val="00D37083"/>
  </w:style>
  <w:style w:type="paragraph" w:customStyle="1" w:styleId="5607A3D8376E43209982736B9C1BA254">
    <w:name w:val="5607A3D8376E43209982736B9C1BA254"/>
    <w:rsid w:val="00D37083"/>
  </w:style>
  <w:style w:type="paragraph" w:customStyle="1" w:styleId="F29B0F376FEB4E2E9F98A2DCA5515E57">
    <w:name w:val="F29B0F376FEB4E2E9F98A2DCA5515E57"/>
    <w:rsid w:val="00D37083"/>
  </w:style>
  <w:style w:type="paragraph" w:customStyle="1" w:styleId="78086B1D8BBC478F9357B7FCAAB95E34">
    <w:name w:val="78086B1D8BBC478F9357B7FCAAB95E34"/>
    <w:rsid w:val="00D37083"/>
  </w:style>
  <w:style w:type="paragraph" w:customStyle="1" w:styleId="5920950121CE4F09A45994A4BFF0FC2C">
    <w:name w:val="5920950121CE4F09A45994A4BFF0FC2C"/>
    <w:rsid w:val="00D37083"/>
  </w:style>
  <w:style w:type="paragraph" w:customStyle="1" w:styleId="0B86D3B7BEFF4AFB911F17DD9FC4B8AB">
    <w:name w:val="0B86D3B7BEFF4AFB911F17DD9FC4B8AB"/>
    <w:rsid w:val="00D37083"/>
  </w:style>
  <w:style w:type="paragraph" w:customStyle="1" w:styleId="0C271E778AEC4EDDB8D5CAB81E575166">
    <w:name w:val="0C271E778AEC4EDDB8D5CAB81E575166"/>
    <w:rsid w:val="00D37083"/>
  </w:style>
  <w:style w:type="paragraph" w:customStyle="1" w:styleId="E7AFC0184ED54AE8BC6827040034B493">
    <w:name w:val="E7AFC0184ED54AE8BC6827040034B493"/>
    <w:rsid w:val="00D37083"/>
  </w:style>
  <w:style w:type="paragraph" w:customStyle="1" w:styleId="36251D3D93B34B73B77CEEC41973A993">
    <w:name w:val="36251D3D93B34B73B77CEEC41973A993"/>
    <w:rsid w:val="00D37083"/>
  </w:style>
  <w:style w:type="paragraph" w:customStyle="1" w:styleId="B015B8E78F9845E4A0A2C57009404649">
    <w:name w:val="B015B8E78F9845E4A0A2C57009404649"/>
    <w:rsid w:val="00D37083"/>
  </w:style>
  <w:style w:type="paragraph" w:customStyle="1" w:styleId="EE430E1E879343439F241060803F7E2C">
    <w:name w:val="EE430E1E879343439F241060803F7E2C"/>
    <w:rsid w:val="00D37083"/>
  </w:style>
  <w:style w:type="paragraph" w:customStyle="1" w:styleId="A3C5C0C2256143CD8B2CB74349EC50A9">
    <w:name w:val="A3C5C0C2256143CD8B2CB74349EC50A9"/>
    <w:rsid w:val="00D37083"/>
  </w:style>
  <w:style w:type="paragraph" w:customStyle="1" w:styleId="F2653F50A9E44742ADB1403041566F6B">
    <w:name w:val="F2653F50A9E44742ADB1403041566F6B"/>
    <w:rsid w:val="00D37083"/>
  </w:style>
  <w:style w:type="paragraph" w:customStyle="1" w:styleId="756231BC2B3A428C80B812BEB546CE67">
    <w:name w:val="756231BC2B3A428C80B812BEB546CE67"/>
    <w:rsid w:val="00D37083"/>
  </w:style>
  <w:style w:type="paragraph" w:customStyle="1" w:styleId="3E14997762D34D8886ABB43E0459EB86">
    <w:name w:val="3E14997762D34D8886ABB43E0459EB86"/>
    <w:rsid w:val="00D37083"/>
  </w:style>
  <w:style w:type="paragraph" w:customStyle="1" w:styleId="A806E32395B54594913FD0D86504291B">
    <w:name w:val="A806E32395B54594913FD0D86504291B"/>
    <w:rsid w:val="00D37083"/>
  </w:style>
  <w:style w:type="paragraph" w:customStyle="1" w:styleId="2DD46ED3E36943809C77A36C97468657">
    <w:name w:val="2DD46ED3E36943809C77A36C97468657"/>
    <w:rsid w:val="00D37083"/>
  </w:style>
  <w:style w:type="paragraph" w:customStyle="1" w:styleId="48253261ADC147BC80024DDC93E0868D">
    <w:name w:val="48253261ADC147BC80024DDC93E0868D"/>
    <w:rsid w:val="00D37083"/>
  </w:style>
  <w:style w:type="paragraph" w:customStyle="1" w:styleId="53E93A5C0C0646A49DD27E9C98265691">
    <w:name w:val="53E93A5C0C0646A49DD27E9C98265691"/>
    <w:rsid w:val="00D37083"/>
  </w:style>
  <w:style w:type="paragraph" w:customStyle="1" w:styleId="50EECB55DB824A078FCCBD87B39F73AA">
    <w:name w:val="50EECB55DB824A078FCCBD87B39F73AA"/>
    <w:rsid w:val="00D37083"/>
  </w:style>
  <w:style w:type="paragraph" w:customStyle="1" w:styleId="A154F46692A14106BC9793D8F33A1ED3">
    <w:name w:val="A154F46692A14106BC9793D8F33A1ED3"/>
    <w:rsid w:val="00D37083"/>
  </w:style>
  <w:style w:type="paragraph" w:customStyle="1" w:styleId="D88F8FBDF3334D269BB20826189AC60A">
    <w:name w:val="D88F8FBDF3334D269BB20826189AC60A"/>
    <w:rsid w:val="00D37083"/>
  </w:style>
  <w:style w:type="paragraph" w:customStyle="1" w:styleId="A0CE1583DD2A4D08A53FAC73803FE97E">
    <w:name w:val="A0CE1583DD2A4D08A53FAC73803FE97E"/>
    <w:rsid w:val="00D37083"/>
  </w:style>
  <w:style w:type="paragraph" w:customStyle="1" w:styleId="1DE7EC580A1A413CBFAE146C429E61C7">
    <w:name w:val="1DE7EC580A1A413CBFAE146C429E61C7"/>
    <w:rsid w:val="00D37083"/>
  </w:style>
  <w:style w:type="paragraph" w:customStyle="1" w:styleId="B04F9B2AC4F941EFB79CB145CDA6713E">
    <w:name w:val="B04F9B2AC4F941EFB79CB145CDA6713E"/>
    <w:rsid w:val="00D37083"/>
  </w:style>
  <w:style w:type="paragraph" w:customStyle="1" w:styleId="6BCF6973B6BB41A4A1EA7D81067C858F">
    <w:name w:val="6BCF6973B6BB41A4A1EA7D81067C858F"/>
    <w:rsid w:val="00D37083"/>
  </w:style>
  <w:style w:type="paragraph" w:customStyle="1" w:styleId="6D4F46B9958B4D3A82A69BB422C34986">
    <w:name w:val="6D4F46B9958B4D3A82A69BB422C34986"/>
    <w:rsid w:val="00D37083"/>
  </w:style>
  <w:style w:type="paragraph" w:customStyle="1" w:styleId="30FB142A1DF64E6DB876A1A63A34455F">
    <w:name w:val="30FB142A1DF64E6DB876A1A63A34455F"/>
    <w:rsid w:val="00D37083"/>
  </w:style>
  <w:style w:type="paragraph" w:customStyle="1" w:styleId="184897CBAAD248849160ADA8F4CBF7F7">
    <w:name w:val="184897CBAAD248849160ADA8F4CBF7F7"/>
    <w:rsid w:val="00D37083"/>
  </w:style>
  <w:style w:type="paragraph" w:customStyle="1" w:styleId="F3946E27456A42BA81EC65DCEF256A35">
    <w:name w:val="F3946E27456A42BA81EC65DCEF256A35"/>
    <w:rsid w:val="00D37083"/>
  </w:style>
  <w:style w:type="paragraph" w:customStyle="1" w:styleId="3DF251F1341E4DFBA42C30FB584F6391">
    <w:name w:val="3DF251F1341E4DFBA42C30FB584F6391"/>
    <w:rsid w:val="00D37083"/>
  </w:style>
  <w:style w:type="paragraph" w:customStyle="1" w:styleId="381010836D81449B8A24DEB5E4469DE9">
    <w:name w:val="381010836D81449B8A24DEB5E4469DE9"/>
    <w:rsid w:val="00D37083"/>
  </w:style>
  <w:style w:type="paragraph" w:customStyle="1" w:styleId="8540229073474BA5AA84635BF128D065">
    <w:name w:val="8540229073474BA5AA84635BF128D065"/>
    <w:rsid w:val="00D37083"/>
  </w:style>
  <w:style w:type="paragraph" w:customStyle="1" w:styleId="E135ED1F587C42E0BCD1301C168A9C79">
    <w:name w:val="E135ED1F587C42E0BCD1301C168A9C79"/>
    <w:rsid w:val="00D37083"/>
  </w:style>
  <w:style w:type="paragraph" w:customStyle="1" w:styleId="D05CEB94E9A443E4A4AD580D65E27214">
    <w:name w:val="D05CEB94E9A443E4A4AD580D65E27214"/>
    <w:rsid w:val="00D37083"/>
  </w:style>
  <w:style w:type="paragraph" w:customStyle="1" w:styleId="C2D34A0D0D8647E08CF143EDF78E4190">
    <w:name w:val="C2D34A0D0D8647E08CF143EDF78E4190"/>
    <w:rsid w:val="00D37083"/>
  </w:style>
  <w:style w:type="paragraph" w:customStyle="1" w:styleId="623E2B2871A246BF8BFBE0FE8BB2D44D">
    <w:name w:val="623E2B2871A246BF8BFBE0FE8BB2D44D"/>
    <w:rsid w:val="00D37083"/>
  </w:style>
  <w:style w:type="paragraph" w:customStyle="1" w:styleId="1C18824B1C8146BB9DA27B0F0977FDD0">
    <w:name w:val="1C18824B1C8146BB9DA27B0F0977FDD0"/>
    <w:rsid w:val="00D37083"/>
  </w:style>
  <w:style w:type="paragraph" w:customStyle="1" w:styleId="08752946CC274AD3B4EDEF8AEC685155">
    <w:name w:val="08752946CC274AD3B4EDEF8AEC685155"/>
    <w:rsid w:val="00D37083"/>
  </w:style>
  <w:style w:type="paragraph" w:customStyle="1" w:styleId="3EFB5157EA0942A781F4B760E8E4F3C7">
    <w:name w:val="3EFB5157EA0942A781F4B760E8E4F3C7"/>
    <w:rsid w:val="00D37083"/>
  </w:style>
  <w:style w:type="paragraph" w:customStyle="1" w:styleId="B825CF36D6F645028201248E6C744A55">
    <w:name w:val="B825CF36D6F645028201248E6C744A55"/>
    <w:rsid w:val="00D37083"/>
  </w:style>
  <w:style w:type="paragraph" w:customStyle="1" w:styleId="59724691D8D44C52856CCE811547638B">
    <w:name w:val="59724691D8D44C52856CCE811547638B"/>
    <w:rsid w:val="00D37083"/>
  </w:style>
  <w:style w:type="paragraph" w:customStyle="1" w:styleId="389ACC3566CA474F9CC47644EF4623D7">
    <w:name w:val="389ACC3566CA474F9CC47644EF4623D7"/>
    <w:rsid w:val="00D37083"/>
  </w:style>
  <w:style w:type="paragraph" w:customStyle="1" w:styleId="099A6D11FD8541D6964ED6D489B94213">
    <w:name w:val="099A6D11FD8541D6964ED6D489B94213"/>
    <w:rsid w:val="00D37083"/>
  </w:style>
  <w:style w:type="paragraph" w:customStyle="1" w:styleId="EBD0414859E84903AF9B4075D2D729E8">
    <w:name w:val="EBD0414859E84903AF9B4075D2D729E8"/>
    <w:rsid w:val="00D37083"/>
  </w:style>
  <w:style w:type="paragraph" w:customStyle="1" w:styleId="D7F513ED75CE46F9A367AF4BFEA4863A">
    <w:name w:val="D7F513ED75CE46F9A367AF4BFEA4863A"/>
    <w:rsid w:val="00D37083"/>
  </w:style>
  <w:style w:type="paragraph" w:customStyle="1" w:styleId="4B721E5DDB604E8D8C8B788E84DE7176">
    <w:name w:val="4B721E5DDB604E8D8C8B788E84DE7176"/>
    <w:rsid w:val="00D37083"/>
  </w:style>
  <w:style w:type="paragraph" w:customStyle="1" w:styleId="6FBB5A33FE0B49D09C81683EDD2AB069">
    <w:name w:val="6FBB5A33FE0B49D09C81683EDD2AB069"/>
    <w:rsid w:val="00D37083"/>
  </w:style>
  <w:style w:type="paragraph" w:customStyle="1" w:styleId="A05CAF1221884EB082C51EA51F8CEEBD">
    <w:name w:val="A05CAF1221884EB082C51EA51F8CEEBD"/>
    <w:rsid w:val="00D37083"/>
  </w:style>
  <w:style w:type="paragraph" w:customStyle="1" w:styleId="BEB9ECD08B4E46639196417E08EAD138">
    <w:name w:val="BEB9ECD08B4E46639196417E08EAD138"/>
    <w:rsid w:val="00D37083"/>
  </w:style>
  <w:style w:type="paragraph" w:customStyle="1" w:styleId="022EFC96AAD94578A4EF4EF1ECC904DB">
    <w:name w:val="022EFC96AAD94578A4EF4EF1ECC904DB"/>
    <w:rsid w:val="00D37083"/>
  </w:style>
  <w:style w:type="paragraph" w:customStyle="1" w:styleId="7D27981C5AB745B483B0A00E91180A72">
    <w:name w:val="7D27981C5AB745B483B0A00E91180A72"/>
    <w:rsid w:val="00D37083"/>
  </w:style>
  <w:style w:type="paragraph" w:customStyle="1" w:styleId="876468A260FA495CA3507822356E2F24">
    <w:name w:val="876468A260FA495CA3507822356E2F24"/>
    <w:rsid w:val="00D37083"/>
  </w:style>
  <w:style w:type="paragraph" w:customStyle="1" w:styleId="D62D88BBAC16438A8BDC714885732790">
    <w:name w:val="D62D88BBAC16438A8BDC714885732790"/>
    <w:rsid w:val="00D37083"/>
  </w:style>
  <w:style w:type="paragraph" w:customStyle="1" w:styleId="B082F6AF02E249788DF30D97993E61E5">
    <w:name w:val="B082F6AF02E249788DF30D97993E61E5"/>
    <w:rsid w:val="00D37083"/>
  </w:style>
  <w:style w:type="paragraph" w:customStyle="1" w:styleId="7D5859612F014793A2C31F7AA5C58BD1">
    <w:name w:val="7D5859612F014793A2C31F7AA5C58BD1"/>
    <w:rsid w:val="00D370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B8E37F26.dotm</Template>
  <TotalTime>119</TotalTime>
  <Pages>7</Pages>
  <Words>973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 PLAN – SECTION 1</vt:lpstr>
    </vt:vector>
  </TitlesOfParts>
  <Company>EIT</Company>
  <LinksUpToDate>false</LinksUpToDate>
  <CharactersWithSpaces>5762</CharactersWithSpaces>
  <SharedDoc>false</SharedDoc>
  <HLinks>
    <vt:vector size="12" baseType="variant">
      <vt:variant>
        <vt:i4>5308419</vt:i4>
      </vt:variant>
      <vt:variant>
        <vt:i4>3</vt:i4>
      </vt:variant>
      <vt:variant>
        <vt:i4>0</vt:i4>
      </vt:variant>
      <vt:variant>
        <vt:i4>5</vt:i4>
      </vt:variant>
      <vt:variant>
        <vt:lpwstr>http://www.caninegallery.com/</vt:lpwstr>
      </vt:variant>
      <vt:variant>
        <vt:lpwstr/>
      </vt:variant>
      <vt:variant>
        <vt:i4>5308419</vt:i4>
      </vt:variant>
      <vt:variant>
        <vt:i4>0</vt:i4>
      </vt:variant>
      <vt:variant>
        <vt:i4>0</vt:i4>
      </vt:variant>
      <vt:variant>
        <vt:i4>5</vt:i4>
      </vt:variant>
      <vt:variant>
        <vt:lpwstr>http://www.caninegallery.com/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 PLAN – SECTION 1</dc:title>
  <dc:creator>Gay Robertson</dc:creator>
  <cp:lastModifiedBy>Gay Robertson</cp:lastModifiedBy>
  <cp:revision>12</cp:revision>
  <cp:lastPrinted>2012-02-22T19:10:00Z</cp:lastPrinted>
  <dcterms:created xsi:type="dcterms:W3CDTF">2017-08-31T00:10:00Z</dcterms:created>
  <dcterms:modified xsi:type="dcterms:W3CDTF">2019-09-25T01:06:00Z</dcterms:modified>
</cp:coreProperties>
</file>