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6F8" w:rsidRPr="00D037BD" w:rsidRDefault="00E116F8" w:rsidP="003254AF">
      <w:pPr>
        <w:pStyle w:val="JournalHeading"/>
      </w:pPr>
      <w:r w:rsidRPr="00D037BD">
        <w:t>Evaluation &amp; Testing</w:t>
      </w:r>
    </w:p>
    <w:p w:rsidR="00927D9D" w:rsidRDefault="00744C7C" w:rsidP="00927D9D">
      <w:pPr>
        <w:rPr>
          <w:szCs w:val="32"/>
        </w:rPr>
      </w:pPr>
      <w:r>
        <w:rPr>
          <w:szCs w:val="32"/>
        </w:rPr>
        <w:t>Check your website against the list below and make any required corrections.</w:t>
      </w:r>
    </w:p>
    <w:tbl>
      <w:tblPr>
        <w:tblStyle w:val="TableGrid0"/>
        <w:tblW w:w="0" w:type="auto"/>
        <w:tblInd w:w="0" w:type="dxa"/>
        <w:tblCellMar>
          <w:top w:w="60" w:type="dxa"/>
          <w:left w:w="7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8775"/>
        <w:gridCol w:w="864"/>
      </w:tblGrid>
      <w:tr w:rsidR="00CF173C" w:rsidTr="00CF173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vAlign w:val="center"/>
          </w:tcPr>
          <w:p w:rsidR="00CF173C" w:rsidRDefault="00CF173C" w:rsidP="00CF173C">
            <w:pPr>
              <w:tabs>
                <w:tab w:val="center" w:pos="8109"/>
              </w:tabs>
              <w:spacing w:before="60" w:after="60"/>
            </w:pPr>
            <w:r>
              <w:rPr>
                <w:color w:val="FFFFFF"/>
                <w:sz w:val="32"/>
              </w:rPr>
              <w:t xml:space="preserve">Items to check </w:t>
            </w:r>
            <w:r>
              <w:rPr>
                <w:color w:val="FFFFFF"/>
                <w:sz w:val="32"/>
              </w:rPr>
              <w:tab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D7D31" w:themeFill="accent2"/>
            <w:vAlign w:val="center"/>
          </w:tcPr>
          <w:p w:rsidR="00CF173C" w:rsidRDefault="00CF173C" w:rsidP="00CF173C">
            <w:pPr>
              <w:tabs>
                <w:tab w:val="center" w:pos="8109"/>
              </w:tabs>
              <w:spacing w:before="60" w:after="60"/>
            </w:pPr>
            <w:r>
              <w:rPr>
                <w:color w:val="FFFFFF"/>
                <w:sz w:val="20"/>
              </w:rPr>
              <w:t>Tick if correct</w:t>
            </w:r>
          </w:p>
        </w:tc>
      </w:tr>
      <w:tr w:rsidR="00C13151" w:rsidTr="00CF173C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3C" w:rsidRDefault="00CF173C" w:rsidP="00CF173C">
            <w:pPr>
              <w:spacing w:before="60" w:after="60"/>
              <w:ind w:left="101"/>
            </w:pPr>
            <w:r>
              <w:t xml:space="preserve">All four webpages created using a text editor and named appropriately. </w:t>
            </w:r>
          </w:p>
        </w:tc>
        <w:sdt>
          <w:sdtPr>
            <w:id w:val="1843581465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nil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CF173C" w:rsidRDefault="005C46DF" w:rsidP="00CF17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13151" w:rsidTr="00CF173C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3C" w:rsidRDefault="00CF173C" w:rsidP="00CF173C">
            <w:pPr>
              <w:spacing w:before="60" w:after="60"/>
              <w:ind w:left="101"/>
            </w:pPr>
            <w:r>
              <w:t xml:space="preserve">All text must be visible and easy to read (no spelling errors) </w:t>
            </w:r>
          </w:p>
        </w:tc>
        <w:sdt>
          <w:sdtPr>
            <w:id w:val="-1632249162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CF173C" w:rsidRDefault="00CF173C" w:rsidP="00CF17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13151" w:rsidTr="00CF173C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3C" w:rsidRDefault="00CF173C" w:rsidP="00CF173C">
            <w:pPr>
              <w:spacing w:before="60" w:after="60"/>
              <w:ind w:left="101"/>
            </w:pPr>
            <w:r>
              <w:t xml:space="preserve">All images should load quickly and be distortion free. </w:t>
            </w:r>
          </w:p>
        </w:tc>
        <w:sdt>
          <w:sdtPr>
            <w:id w:val="-705406555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CF173C" w:rsidRDefault="00CF173C" w:rsidP="00CF17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13151" w:rsidTr="00CF173C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3C" w:rsidRDefault="00CF173C" w:rsidP="00CF173C">
            <w:pPr>
              <w:spacing w:before="60" w:after="60"/>
              <w:ind w:left="101"/>
            </w:pPr>
            <w:r>
              <w:t xml:space="preserve">Correct content included on each page </w:t>
            </w:r>
          </w:p>
        </w:tc>
        <w:sdt>
          <w:sdtPr>
            <w:id w:val="1741521588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CF173C" w:rsidRDefault="00CF173C" w:rsidP="00CF17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13151" w:rsidTr="00CF173C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3C" w:rsidRDefault="006329E5" w:rsidP="00CF173C">
            <w:pPr>
              <w:spacing w:before="60" w:after="60"/>
              <w:ind w:left="101"/>
            </w:pPr>
            <w:r>
              <w:t>Headings stand out from rest of text and are correct colours</w:t>
            </w:r>
          </w:p>
        </w:tc>
        <w:sdt>
          <w:sdtPr>
            <w:id w:val="1366096208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CF173C" w:rsidRDefault="00CF173C" w:rsidP="00CF17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13151" w:rsidTr="00CF173C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3C" w:rsidRDefault="00CF173C" w:rsidP="00CF173C">
            <w:pPr>
              <w:spacing w:before="60" w:after="60"/>
              <w:ind w:left="101"/>
            </w:pPr>
            <w:r>
              <w:t xml:space="preserve">Two external hyperlinks work </w:t>
            </w:r>
            <w:r w:rsidR="00182EA7">
              <w:t>and open in a new window</w:t>
            </w:r>
          </w:p>
        </w:tc>
        <w:sdt>
          <w:sdtPr>
            <w:id w:val="-595250556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CF173C" w:rsidRDefault="00CF173C" w:rsidP="00CF17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F173C" w:rsidTr="00CF173C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3C" w:rsidRDefault="00CF173C" w:rsidP="00CF173C">
            <w:pPr>
              <w:spacing w:before="60" w:after="60"/>
              <w:ind w:left="101"/>
            </w:pPr>
            <w:r>
              <w:t>Long web page</w:t>
            </w:r>
            <w:r w:rsidR="006329E5">
              <w:t>s have</w:t>
            </w:r>
            <w:r>
              <w:t xml:space="preserve"> link to Top of Page</w:t>
            </w:r>
          </w:p>
        </w:tc>
        <w:sdt>
          <w:sdtPr>
            <w:id w:val="-1533404712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CF173C" w:rsidRDefault="00CF173C" w:rsidP="00CF17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13151" w:rsidTr="00CF173C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3C" w:rsidRDefault="00CF173C" w:rsidP="006329E5">
            <w:pPr>
              <w:spacing w:before="60" w:after="60"/>
              <w:ind w:left="101" w:right="278"/>
            </w:pPr>
            <w:r>
              <w:t xml:space="preserve">Cascading style sheet used to divide page into sections for consistent layout </w:t>
            </w:r>
          </w:p>
        </w:tc>
        <w:sdt>
          <w:sdtPr>
            <w:id w:val="-152415530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CF173C" w:rsidRDefault="00CF173C" w:rsidP="008B064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329E5" w:rsidTr="00FD6DDE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9E5" w:rsidRDefault="006329E5" w:rsidP="006329E5">
            <w:pPr>
              <w:spacing w:before="60" w:after="60"/>
              <w:ind w:left="101" w:right="278"/>
            </w:pPr>
            <w:r>
              <w:t xml:space="preserve">Cascading style sheet used to format text type and sizes, text colours, and background. </w:t>
            </w:r>
          </w:p>
        </w:tc>
        <w:sdt>
          <w:sdtPr>
            <w:id w:val="109622168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6329E5" w:rsidRDefault="006329E5" w:rsidP="00FD6DD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13151" w:rsidTr="00CF173C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3C" w:rsidRDefault="00CF173C" w:rsidP="00CF173C">
            <w:pPr>
              <w:spacing w:before="60" w:after="60"/>
              <w:ind w:left="101"/>
            </w:pPr>
            <w:r>
              <w:t xml:space="preserve">Navigation bar included on all pages. User can navigate directly to any other page from the one they are viewing. </w:t>
            </w:r>
          </w:p>
        </w:tc>
        <w:sdt>
          <w:sdtPr>
            <w:id w:val="947200298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CF173C" w:rsidRDefault="00CF173C" w:rsidP="00CF17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13151" w:rsidTr="00CF173C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3C" w:rsidRDefault="00CF173C" w:rsidP="00CF173C">
            <w:pPr>
              <w:spacing w:before="60" w:after="60"/>
              <w:ind w:left="101"/>
            </w:pPr>
            <w:r>
              <w:t>Text headings formatted using Heading Styles (eg H1</w:t>
            </w:r>
            <w:r w:rsidR="00BF417D">
              <w:t>, H2, H3</w:t>
            </w:r>
            <w:r>
              <w:t xml:space="preserve">) and colours from nameplate </w:t>
            </w:r>
          </w:p>
        </w:tc>
        <w:sdt>
          <w:sdtPr>
            <w:id w:val="-263998752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CF173C" w:rsidRDefault="00CF173C" w:rsidP="00CF17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13151" w:rsidTr="00CF173C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3C" w:rsidRDefault="00CF173C" w:rsidP="00182EA7">
            <w:pPr>
              <w:spacing w:before="60" w:after="60"/>
              <w:ind w:left="101" w:right="129"/>
            </w:pPr>
            <w:r>
              <w:t xml:space="preserve">Nameplate logo included </w:t>
            </w:r>
            <w:r w:rsidR="00182EA7">
              <w:t>in</w:t>
            </w:r>
            <w:r>
              <w:t xml:space="preserve"> the </w:t>
            </w:r>
            <w:r w:rsidR="00182EA7">
              <w:t>footer</w:t>
            </w:r>
            <w:r>
              <w:t xml:space="preserve"> of all pages. </w:t>
            </w:r>
          </w:p>
        </w:tc>
        <w:sdt>
          <w:sdtPr>
            <w:id w:val="-142533258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CF173C" w:rsidRDefault="00CF173C" w:rsidP="00CF17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13151" w:rsidTr="00CF173C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3C" w:rsidRDefault="00CF173C" w:rsidP="00CF173C">
            <w:pPr>
              <w:spacing w:before="60" w:after="60"/>
              <w:ind w:left="101" w:right="267"/>
            </w:pPr>
            <w:r>
              <w:t xml:space="preserve">All media can be used for a commercial website and do not breach any copyright terms of use. </w:t>
            </w:r>
          </w:p>
        </w:tc>
        <w:sdt>
          <w:sdtPr>
            <w:id w:val="-384568215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CF173C" w:rsidRDefault="00CF173C" w:rsidP="00CF17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13151" w:rsidTr="00CF173C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73C" w:rsidRDefault="00CF173C" w:rsidP="00CF173C">
            <w:pPr>
              <w:spacing w:before="60" w:after="60"/>
              <w:ind w:left="101"/>
            </w:pPr>
            <w:r>
              <w:t xml:space="preserve">Accessibility features included for all media e.g. Alt text or Captions </w:t>
            </w:r>
          </w:p>
        </w:tc>
        <w:sdt>
          <w:sdtPr>
            <w:id w:val="-85935627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CF173C" w:rsidRDefault="00CF173C" w:rsidP="00CF17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82EA7" w:rsidTr="00BC22E3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7" w:rsidRDefault="00182EA7" w:rsidP="00BC22E3">
            <w:pPr>
              <w:spacing w:before="60" w:after="60"/>
              <w:ind w:left="101"/>
            </w:pPr>
            <w:r>
              <w:t xml:space="preserve">Folder structure (on disk) for website is logical, well labelled (folder/file names) and easy to locate contents. </w:t>
            </w:r>
          </w:p>
        </w:tc>
        <w:sdt>
          <w:sdtPr>
            <w:id w:val="-35164387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182EA7" w:rsidRDefault="00182EA7" w:rsidP="00BC22E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C13151" w:rsidTr="00CF173C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173C" w:rsidRDefault="00CF173C" w:rsidP="00182EA7">
            <w:pPr>
              <w:spacing w:before="60" w:after="60"/>
              <w:ind w:left="101"/>
            </w:pPr>
            <w:r>
              <w:t xml:space="preserve">Website is tested in two or more browsers and checked for readability (easy to read), legibility (easy to see) and presentation (not distorted or messy). </w:t>
            </w:r>
          </w:p>
        </w:tc>
        <w:sdt>
          <w:sdtPr>
            <w:id w:val="1802193720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0" w:type="auto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CF173C" w:rsidRDefault="00CF173C" w:rsidP="00CF173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F46B03" w:rsidRDefault="00F46B03" w:rsidP="00927D9D"/>
    <w:p w:rsidR="00744C7C" w:rsidRPr="00F46B03" w:rsidRDefault="00182EA7" w:rsidP="00927D9D">
      <w:pPr>
        <w:rPr>
          <w:color w:val="C00000"/>
          <w:sz w:val="40"/>
        </w:rPr>
      </w:pPr>
      <w:r w:rsidRPr="00F46B03">
        <w:rPr>
          <w:color w:val="C00000"/>
          <w:sz w:val="40"/>
        </w:rPr>
        <w:t>List the browsers used:</w:t>
      </w:r>
    </w:p>
    <w:sdt>
      <w:sdtPr>
        <w:alias w:val="Browser 1"/>
        <w:tag w:val="Browser 1"/>
        <w:id w:val="-1694525735"/>
        <w:placeholder>
          <w:docPart w:val="DefaultPlaceholder_-1854013440"/>
        </w:placeholder>
        <w:showingPlcHdr/>
      </w:sdtPr>
      <w:sdtEndPr/>
      <w:sdtContent>
        <w:p w:rsidR="00182EA7" w:rsidRPr="00FA0328" w:rsidRDefault="00182EA7" w:rsidP="00927D9D">
          <w:r w:rsidRPr="008D6706">
            <w:rPr>
              <w:rStyle w:val="PlaceholderText"/>
              <w:rFonts w:eastAsia="SimSun"/>
            </w:rPr>
            <w:t>Click or tap here to enter text.</w:t>
          </w:r>
        </w:p>
      </w:sdtContent>
    </w:sdt>
    <w:sdt>
      <w:sdtPr>
        <w:alias w:val="Browser 2"/>
        <w:tag w:val="Browser 1"/>
        <w:id w:val="-1899512079"/>
        <w:placeholder>
          <w:docPart w:val="5758A6C8AE1348649BE88873A6637CBF"/>
        </w:placeholder>
        <w:showingPlcHdr/>
      </w:sdtPr>
      <w:sdtEndPr/>
      <w:sdtContent>
        <w:p w:rsidR="00182EA7" w:rsidRPr="00F46B03" w:rsidRDefault="00182EA7" w:rsidP="00E116F8">
          <w:r w:rsidRPr="008D6706">
            <w:rPr>
              <w:rStyle w:val="PlaceholderText"/>
              <w:rFonts w:eastAsia="SimSun"/>
            </w:rPr>
            <w:t>Click or tap here to enter text.</w:t>
          </w:r>
        </w:p>
      </w:sdtContent>
    </w:sdt>
    <w:sectPr w:rsidR="00182EA7" w:rsidRPr="00F46B03" w:rsidSect="0068208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851" w:right="1134" w:bottom="851" w:left="113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2AA" w:rsidRDefault="000742AA">
      <w:pPr>
        <w:spacing w:after="0"/>
      </w:pPr>
      <w:r>
        <w:separator/>
      </w:r>
    </w:p>
  </w:endnote>
  <w:endnote w:type="continuationSeparator" w:id="0">
    <w:p w:rsidR="000742AA" w:rsidRDefault="000742A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monBullets">
    <w:altName w:val="Symbol"/>
    <w:charset w:val="02"/>
    <w:family w:val="swiss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  <w:embedRegular r:id="rId1" w:fontKey="{C84F582A-18B5-4D7D-B2D0-4E4F1886E6E3}"/>
    <w:embedBold r:id="rId2" w:fontKey="{52776C47-1409-4F2A-A9C1-F2AA956F735A}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auphin">
    <w:altName w:val="Georgia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3" w:subsetted="1" w:fontKey="{32D9678F-D3FB-4215-92C9-2C312A87ECE2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87A" w:rsidRPr="005466A9" w:rsidRDefault="0040787A" w:rsidP="003254AF">
    <w:pPr>
      <w:pStyle w:val="Footer"/>
    </w:pPr>
    <w:r w:rsidRPr="005466A9">
      <w:t xml:space="preserve">Page </w:t>
    </w:r>
    <w:r w:rsidRPr="005466A9">
      <w:fldChar w:fldCharType="begin"/>
    </w:r>
    <w:r w:rsidRPr="005466A9">
      <w:instrText xml:space="preserve"> PAGE </w:instrText>
    </w:r>
    <w:r w:rsidRPr="005466A9">
      <w:fldChar w:fldCharType="separate"/>
    </w:r>
    <w:r w:rsidR="00682082">
      <w:rPr>
        <w:noProof/>
      </w:rPr>
      <w:t>6</w:t>
    </w:r>
    <w:r w:rsidRPr="005466A9">
      <w:fldChar w:fldCharType="end"/>
    </w:r>
    <w:r w:rsidRPr="005466A9">
      <w:tab/>
    </w:r>
    <w:fldSimple w:instr=" FILENAME   \* MERGEFORMAT ">
      <w:r w:rsidR="007B7A88">
        <w:rPr>
          <w:noProof/>
        </w:rPr>
        <w:t>Web Development Journal.doc</w:t>
      </w:r>
    </w:fldSimple>
    <w:r w:rsidRPr="005466A9">
      <w:tab/>
      <w:t>R. Pascoe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87A" w:rsidRPr="005466A9" w:rsidRDefault="00F46B03" w:rsidP="003254AF">
    <w:pPr>
      <w:pStyle w:val="Footer"/>
      <w:tabs>
        <w:tab w:val="clear" w:pos="4820"/>
        <w:tab w:val="clear" w:pos="9639"/>
        <w:tab w:val="center" w:pos="4680"/>
        <w:tab w:val="right" w:pos="9720"/>
      </w:tabs>
    </w:pPr>
    <w:fldSimple w:instr=" FILENAME   \* MERGEFORMAT ">
      <w:r w:rsidR="007B7A88">
        <w:rPr>
          <w:noProof/>
        </w:rPr>
        <w:t>Web Development Journal.doc</w:t>
      </w:r>
    </w:fldSimple>
    <w:r w:rsidR="0040787A" w:rsidRPr="005466A9">
      <w:tab/>
    </w:r>
    <w:r w:rsidR="00682082">
      <w:tab/>
    </w:r>
    <w:r w:rsidR="0040787A" w:rsidRPr="005466A9">
      <w:t xml:space="preserve">Page </w:t>
    </w:r>
    <w:r w:rsidR="0040787A" w:rsidRPr="005466A9">
      <w:fldChar w:fldCharType="begin"/>
    </w:r>
    <w:r w:rsidR="0040787A" w:rsidRPr="005466A9">
      <w:instrText xml:space="preserve"> PAGE </w:instrText>
    </w:r>
    <w:r w:rsidR="0040787A" w:rsidRPr="005466A9">
      <w:fldChar w:fldCharType="separate"/>
    </w:r>
    <w:r>
      <w:rPr>
        <w:noProof/>
      </w:rPr>
      <w:t>2</w:t>
    </w:r>
    <w:r w:rsidR="0040787A" w:rsidRPr="005466A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2AA" w:rsidRDefault="000742AA">
      <w:pPr>
        <w:spacing w:after="0"/>
      </w:pPr>
      <w:r>
        <w:separator/>
      </w:r>
    </w:p>
  </w:footnote>
  <w:footnote w:type="continuationSeparator" w:id="0">
    <w:p w:rsidR="000742AA" w:rsidRDefault="000742A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87A" w:rsidRDefault="0040787A" w:rsidP="003254AF">
    <w:pPr>
      <w:pStyle w:val="Header"/>
    </w:pPr>
    <w:r w:rsidRPr="00D776DA">
      <w:t xml:space="preserve">© Eastern Institute of Technology – Faculty of Business &amp; Computing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87A" w:rsidRPr="005466A9" w:rsidRDefault="0040787A" w:rsidP="00682082">
    <w:pPr>
      <w:pStyle w:val="Header"/>
      <w:tabs>
        <w:tab w:val="clear" w:pos="4320"/>
        <w:tab w:val="clear" w:pos="8640"/>
        <w:tab w:val="right" w:pos="9498"/>
      </w:tabs>
    </w:pPr>
    <w:r w:rsidRPr="005466A9">
      <w:t>© Eastern Institute of Technology</w:t>
    </w:r>
    <w:r w:rsidR="00682082">
      <w:tab/>
    </w:r>
    <w:r>
      <w:t>Faculty of Business &amp; Computing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E47B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61C52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9C06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D0E9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DA8C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CA3F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381E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1EBC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3A4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7CDF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BB4CBB"/>
    <w:multiLevelType w:val="hybridMultilevel"/>
    <w:tmpl w:val="C68A36A4"/>
    <w:lvl w:ilvl="0" w:tplc="CE80BF48">
      <w:start w:val="1"/>
      <w:numFmt w:val="bullet"/>
      <w:pStyle w:val="ListBullet"/>
      <w:lvlText w:val=""/>
      <w:lvlJc w:val="left"/>
      <w:pPr>
        <w:tabs>
          <w:tab w:val="num" w:pos="0"/>
        </w:tabs>
        <w:ind w:left="0" w:firstLine="0"/>
      </w:pPr>
      <w:rPr>
        <w:rFonts w:ascii="CommonBullets" w:hAnsi="CommonBullet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TrueTypeFonts/>
  <w:saveSubsetFonts/>
  <w:activeWritingStyle w:appName="MSWord" w:lang="en-NZ" w:vendorID="64" w:dllVersion="131078" w:nlCheck="1" w:checkStyle="1"/>
  <w:activeWritingStyle w:appName="MSWord" w:lang="en-GB" w:vendorID="64" w:dllVersion="131078" w:nlCheck="1" w:checkStyle="1"/>
  <w:activeWritingStyle w:appName="MSWord" w:lang="en-AU" w:vendorID="64" w:dllVersion="131078" w:nlCheck="1" w:checkStyle="1"/>
  <w:activeWritingStyle w:appName="MSWord" w:lang="en-US" w:vendorID="64" w:dllVersion="131078" w:nlCheck="1" w:checkStyle="1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ksnEhdQgejQxqmU1rAr9I6bqrWK/MoqwbsRNlVBHybVZpAQTg18ZuTU7Ww0T3c6DZIM8oHc2mGaGVeADUh4Suw==" w:salt="0vASTnPM0XKuTRze8bJY+g==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uppressBottomSpacing/>
    <w:suppressTop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724"/>
    <w:rsid w:val="00016952"/>
    <w:rsid w:val="00052BA8"/>
    <w:rsid w:val="000742AA"/>
    <w:rsid w:val="00076204"/>
    <w:rsid w:val="000C1BB9"/>
    <w:rsid w:val="000C3372"/>
    <w:rsid w:val="00126E33"/>
    <w:rsid w:val="00137A2E"/>
    <w:rsid w:val="001529C0"/>
    <w:rsid w:val="0016023A"/>
    <w:rsid w:val="00182EA7"/>
    <w:rsid w:val="00193E31"/>
    <w:rsid w:val="001A74CE"/>
    <w:rsid w:val="001F4372"/>
    <w:rsid w:val="002124E3"/>
    <w:rsid w:val="00251630"/>
    <w:rsid w:val="00255286"/>
    <w:rsid w:val="0026125F"/>
    <w:rsid w:val="00263E4F"/>
    <w:rsid w:val="002826C0"/>
    <w:rsid w:val="002A091A"/>
    <w:rsid w:val="002B7FC1"/>
    <w:rsid w:val="002F6426"/>
    <w:rsid w:val="002F6FE1"/>
    <w:rsid w:val="00302C8F"/>
    <w:rsid w:val="00306B4D"/>
    <w:rsid w:val="003254AF"/>
    <w:rsid w:val="00356933"/>
    <w:rsid w:val="003F0A98"/>
    <w:rsid w:val="0040787A"/>
    <w:rsid w:val="00475D9A"/>
    <w:rsid w:val="004B7DF7"/>
    <w:rsid w:val="004D4577"/>
    <w:rsid w:val="00500763"/>
    <w:rsid w:val="00532834"/>
    <w:rsid w:val="0054612A"/>
    <w:rsid w:val="005466A9"/>
    <w:rsid w:val="005A1FB0"/>
    <w:rsid w:val="005C46DF"/>
    <w:rsid w:val="00601221"/>
    <w:rsid w:val="0062057D"/>
    <w:rsid w:val="00631FE1"/>
    <w:rsid w:val="006329E5"/>
    <w:rsid w:val="0064633B"/>
    <w:rsid w:val="00667F59"/>
    <w:rsid w:val="00682082"/>
    <w:rsid w:val="006D1F37"/>
    <w:rsid w:val="00724925"/>
    <w:rsid w:val="00725761"/>
    <w:rsid w:val="00744C6D"/>
    <w:rsid w:val="00744C7C"/>
    <w:rsid w:val="007522CA"/>
    <w:rsid w:val="00763DFF"/>
    <w:rsid w:val="007A069D"/>
    <w:rsid w:val="007A752F"/>
    <w:rsid w:val="007B1FB7"/>
    <w:rsid w:val="007B7A88"/>
    <w:rsid w:val="007C0EC5"/>
    <w:rsid w:val="00805D32"/>
    <w:rsid w:val="00812D58"/>
    <w:rsid w:val="00815381"/>
    <w:rsid w:val="00823C54"/>
    <w:rsid w:val="00854877"/>
    <w:rsid w:val="008A7B54"/>
    <w:rsid w:val="008C4C49"/>
    <w:rsid w:val="008D4FF8"/>
    <w:rsid w:val="008D718F"/>
    <w:rsid w:val="008E665C"/>
    <w:rsid w:val="00927D9D"/>
    <w:rsid w:val="00940946"/>
    <w:rsid w:val="00943724"/>
    <w:rsid w:val="00955ED5"/>
    <w:rsid w:val="00964209"/>
    <w:rsid w:val="00981B4B"/>
    <w:rsid w:val="009E4FF6"/>
    <w:rsid w:val="00A56C99"/>
    <w:rsid w:val="00A8176D"/>
    <w:rsid w:val="00A82862"/>
    <w:rsid w:val="00A857F1"/>
    <w:rsid w:val="00A91389"/>
    <w:rsid w:val="00AA2200"/>
    <w:rsid w:val="00AF08E8"/>
    <w:rsid w:val="00AF2589"/>
    <w:rsid w:val="00AF2D5F"/>
    <w:rsid w:val="00B07B23"/>
    <w:rsid w:val="00B81286"/>
    <w:rsid w:val="00BB1C05"/>
    <w:rsid w:val="00BB257E"/>
    <w:rsid w:val="00BC7C3D"/>
    <w:rsid w:val="00BE6892"/>
    <w:rsid w:val="00BF417D"/>
    <w:rsid w:val="00C13151"/>
    <w:rsid w:val="00C523EB"/>
    <w:rsid w:val="00C735B5"/>
    <w:rsid w:val="00CA593D"/>
    <w:rsid w:val="00CB1F59"/>
    <w:rsid w:val="00CF173C"/>
    <w:rsid w:val="00D037BD"/>
    <w:rsid w:val="00D063E5"/>
    <w:rsid w:val="00DA4041"/>
    <w:rsid w:val="00DB5014"/>
    <w:rsid w:val="00E116F8"/>
    <w:rsid w:val="00E13736"/>
    <w:rsid w:val="00E24CD8"/>
    <w:rsid w:val="00E3088C"/>
    <w:rsid w:val="00E66BB7"/>
    <w:rsid w:val="00EA46CE"/>
    <w:rsid w:val="00ED22A7"/>
    <w:rsid w:val="00ED53BA"/>
    <w:rsid w:val="00ED6BA3"/>
    <w:rsid w:val="00F46B03"/>
    <w:rsid w:val="00F71787"/>
    <w:rsid w:val="00F735E2"/>
    <w:rsid w:val="00F738D3"/>
    <w:rsid w:val="00FA0072"/>
    <w:rsid w:val="00FA0328"/>
    <w:rsid w:val="00FC79BA"/>
    <w:rsid w:val="00FD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04E1C02"/>
  <w15:chartTrackingRefBased/>
  <w15:docId w15:val="{24CBADF6-3D8A-4750-B828-11062AC2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3736"/>
    <w:pPr>
      <w:spacing w:after="120"/>
      <w:jc w:val="both"/>
    </w:pPr>
    <w:rPr>
      <w:rFonts w:ascii="Franklin Gothic Book" w:eastAsia="Times New Roman" w:hAnsi="Franklin Gothic Book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D037BD"/>
    <w:pPr>
      <w:keepNext/>
      <w:pBdr>
        <w:top w:val="double" w:sz="4" w:space="1" w:color="auto"/>
        <w:bottom w:val="double" w:sz="4" w:space="1" w:color="auto"/>
      </w:pBdr>
      <w:spacing w:before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D037BD"/>
    <w:pPr>
      <w:keepNext/>
      <w:spacing w:before="60" w:after="60"/>
      <w:jc w:val="left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Heading2"/>
    <w:next w:val="Normal"/>
    <w:qFormat/>
    <w:rsid w:val="00D037BD"/>
    <w:pPr>
      <w:outlineLvl w:val="2"/>
    </w:pPr>
    <w:rPr>
      <w:bCs w:val="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06B4D"/>
    <w:pPr>
      <w:spacing w:before="60" w:after="60"/>
    </w:pPr>
    <w:rPr>
      <w:b/>
      <w:bCs/>
      <w:sz w:val="36"/>
      <w:szCs w:val="36"/>
    </w:rPr>
  </w:style>
  <w:style w:type="table" w:styleId="TableGrid">
    <w:name w:val="Table Grid"/>
    <w:basedOn w:val="TableNormal"/>
    <w:rsid w:val="00964209"/>
    <w:rPr>
      <w:rFonts w:ascii="Franklin Gothic Book" w:hAnsi="Franklin Gothic Boo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</w:style>
  <w:style w:type="paragraph" w:styleId="ListBullet">
    <w:name w:val="List Bullet"/>
    <w:basedOn w:val="Normal"/>
    <w:autoRedefine/>
    <w:rsid w:val="007A069D"/>
    <w:pPr>
      <w:numPr>
        <w:numId w:val="12"/>
      </w:numPr>
      <w:tabs>
        <w:tab w:val="clear" w:pos="0"/>
        <w:tab w:val="num" w:pos="360"/>
      </w:tabs>
    </w:pPr>
  </w:style>
  <w:style w:type="paragraph" w:customStyle="1" w:styleId="ExerciseHeader">
    <w:name w:val="Exercise Header"/>
    <w:basedOn w:val="Heading1"/>
    <w:rsid w:val="007A069D"/>
    <w:pPr>
      <w:pBdr>
        <w:top w:val="none" w:sz="0" w:space="0" w:color="auto"/>
        <w:bottom w:val="none" w:sz="0" w:space="0" w:color="auto"/>
      </w:pBdr>
    </w:pPr>
    <w:rPr>
      <w:bCs w:val="0"/>
      <w:color w:val="FFFFFF"/>
    </w:rPr>
  </w:style>
  <w:style w:type="paragraph" w:customStyle="1" w:styleId="Outline">
    <w:name w:val="Outline"/>
    <w:basedOn w:val="Normal"/>
    <w:rsid w:val="007A069D"/>
    <w:pPr>
      <w:tabs>
        <w:tab w:val="left" w:pos="317"/>
      </w:tabs>
      <w:spacing w:after="0"/>
    </w:pPr>
    <w:rPr>
      <w:szCs w:val="24"/>
    </w:rPr>
  </w:style>
  <w:style w:type="paragraph" w:customStyle="1" w:styleId="OutlineHeading">
    <w:name w:val="Outline Heading"/>
    <w:basedOn w:val="Outline"/>
    <w:rsid w:val="007A069D"/>
    <w:rPr>
      <w:b/>
      <w:sz w:val="28"/>
    </w:rPr>
  </w:style>
  <w:style w:type="paragraph" w:styleId="Header">
    <w:name w:val="header"/>
    <w:basedOn w:val="Normal"/>
    <w:rsid w:val="005466A9"/>
    <w:pPr>
      <w:tabs>
        <w:tab w:val="center" w:pos="4320"/>
        <w:tab w:val="right" w:pos="8640"/>
      </w:tabs>
      <w:jc w:val="left"/>
    </w:pPr>
    <w:rPr>
      <w:color w:val="999999"/>
      <w:szCs w:val="24"/>
    </w:rPr>
  </w:style>
  <w:style w:type="paragraph" w:styleId="Footer">
    <w:name w:val="footer"/>
    <w:basedOn w:val="Normal"/>
    <w:rsid w:val="005466A9"/>
    <w:pPr>
      <w:pBdr>
        <w:top w:val="single" w:sz="4" w:space="1" w:color="999999"/>
      </w:pBdr>
      <w:tabs>
        <w:tab w:val="center" w:pos="4820"/>
        <w:tab w:val="right" w:pos="9639"/>
      </w:tabs>
    </w:pPr>
    <w:rPr>
      <w:color w:val="999999"/>
      <w:szCs w:val="24"/>
      <w:lang w:val="en-NZ"/>
    </w:rPr>
  </w:style>
  <w:style w:type="paragraph" w:customStyle="1" w:styleId="JournalHeading">
    <w:name w:val="Journal Heading"/>
    <w:basedOn w:val="Normal"/>
    <w:next w:val="Normal"/>
    <w:rsid w:val="00D037BD"/>
    <w:pPr>
      <w:spacing w:before="240" w:after="240"/>
      <w:jc w:val="left"/>
    </w:pPr>
    <w:rPr>
      <w:rFonts w:ascii="Dauphin" w:hAnsi="Dauphin"/>
      <w:sz w:val="28"/>
      <w:szCs w:val="7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bighead">
    <w:name w:val="bighead"/>
    <w:basedOn w:val="Normal"/>
    <w:rsid w:val="002A091A"/>
    <w:pPr>
      <w:spacing w:after="0"/>
      <w:jc w:val="left"/>
    </w:pPr>
    <w:rPr>
      <w:rFonts w:eastAsia="PMingLiU"/>
      <w:b/>
      <w:noProof/>
      <w:lang w:eastAsia="zh-TW"/>
    </w:rPr>
  </w:style>
  <w:style w:type="character" w:styleId="PlaceholderText">
    <w:name w:val="Placeholder Text"/>
    <w:basedOn w:val="DefaultParagraphFont"/>
    <w:uiPriority w:val="99"/>
    <w:semiHidden/>
    <w:rsid w:val="00812D58"/>
    <w:rPr>
      <w:color w:val="808080"/>
    </w:rPr>
  </w:style>
  <w:style w:type="table" w:customStyle="1" w:styleId="TableGrid0">
    <w:name w:val="TableGrid"/>
    <w:rsid w:val="00CF173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8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obynp\Application%20Data\Microsoft\Templates\Journal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0375D5-F1BE-4E12-93B2-77F9789AA562}"/>
      </w:docPartPr>
      <w:docPartBody>
        <w:p w:rsidR="00BF5BAF" w:rsidRDefault="00464C90">
          <w:r w:rsidRPr="008D670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58A6C8AE1348649BE88873A6637C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E847DF-E297-49BF-B02C-F2BF8678C072}"/>
      </w:docPartPr>
      <w:docPartBody>
        <w:p w:rsidR="00BF5BAF" w:rsidRDefault="00464C90" w:rsidP="00464C90">
          <w:pPr>
            <w:pStyle w:val="5758A6C8AE1348649BE88873A6637CBF"/>
          </w:pPr>
          <w:r w:rsidRPr="008D670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monBullets">
    <w:altName w:val="Symbol"/>
    <w:charset w:val="02"/>
    <w:family w:val="swiss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auphin">
    <w:altName w:val="Georgia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620"/>
    <w:rsid w:val="00191CC8"/>
    <w:rsid w:val="00412D60"/>
    <w:rsid w:val="00464C90"/>
    <w:rsid w:val="004A7620"/>
    <w:rsid w:val="005D7589"/>
    <w:rsid w:val="00946D2A"/>
    <w:rsid w:val="009B283D"/>
    <w:rsid w:val="00BF5BAF"/>
    <w:rsid w:val="00C53E3C"/>
    <w:rsid w:val="00D4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4C90"/>
    <w:rPr>
      <w:color w:val="808080"/>
    </w:rPr>
  </w:style>
  <w:style w:type="paragraph" w:customStyle="1" w:styleId="1CD939A96C344B279CC85D33FF793133">
    <w:name w:val="1CD939A96C344B279CC85D33FF793133"/>
    <w:rsid w:val="004A7620"/>
  </w:style>
  <w:style w:type="paragraph" w:customStyle="1" w:styleId="FF94F123545B4B5DB807E87F0F65F324">
    <w:name w:val="FF94F123545B4B5DB807E87F0F65F324"/>
    <w:rsid w:val="004A7620"/>
  </w:style>
  <w:style w:type="paragraph" w:customStyle="1" w:styleId="D4E0CE0ED2E54185A179F78B82703E48">
    <w:name w:val="D4E0CE0ED2E54185A179F78B82703E48"/>
    <w:rsid w:val="004A7620"/>
  </w:style>
  <w:style w:type="paragraph" w:customStyle="1" w:styleId="CF28C077AFA84157917482DEF5BF6918">
    <w:name w:val="CF28C077AFA84157917482DEF5BF6918"/>
    <w:rsid w:val="004A7620"/>
  </w:style>
  <w:style w:type="paragraph" w:customStyle="1" w:styleId="998934DC77FF4CEFACB7DCFA6831C4F1">
    <w:name w:val="998934DC77FF4CEFACB7DCFA6831C4F1"/>
    <w:rsid w:val="004A7620"/>
  </w:style>
  <w:style w:type="paragraph" w:customStyle="1" w:styleId="E4AB80602B484DCD8575BC0EF951E308">
    <w:name w:val="E4AB80602B484DCD8575BC0EF951E308"/>
    <w:rsid w:val="004A7620"/>
  </w:style>
  <w:style w:type="paragraph" w:customStyle="1" w:styleId="BA6233CAEE6247E6A89044E8A6C80B62">
    <w:name w:val="BA6233CAEE6247E6A89044E8A6C80B62"/>
    <w:rsid w:val="004A7620"/>
  </w:style>
  <w:style w:type="paragraph" w:customStyle="1" w:styleId="89197E1BEE504FC3A8EC7B408ED26BCB">
    <w:name w:val="89197E1BEE504FC3A8EC7B408ED26BCB"/>
    <w:rsid w:val="004A7620"/>
  </w:style>
  <w:style w:type="paragraph" w:customStyle="1" w:styleId="2869F98E1632492CAD0628C353B0B566">
    <w:name w:val="2869F98E1632492CAD0628C353B0B566"/>
    <w:rsid w:val="00D46482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4"/>
      <w:szCs w:val="20"/>
      <w:lang w:val="en-GB" w:eastAsia="en-US"/>
    </w:rPr>
  </w:style>
  <w:style w:type="paragraph" w:customStyle="1" w:styleId="1CD939A96C344B279CC85D33FF7931331">
    <w:name w:val="1CD939A96C344B279CC85D33FF7931331"/>
    <w:rsid w:val="00D46482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4"/>
      <w:szCs w:val="20"/>
      <w:lang w:val="en-GB" w:eastAsia="en-US"/>
    </w:rPr>
  </w:style>
  <w:style w:type="paragraph" w:customStyle="1" w:styleId="FF94F123545B4B5DB807E87F0F65F3241">
    <w:name w:val="FF94F123545B4B5DB807E87F0F65F3241"/>
    <w:rsid w:val="00D46482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4"/>
      <w:szCs w:val="20"/>
      <w:lang w:val="en-GB" w:eastAsia="en-US"/>
    </w:rPr>
  </w:style>
  <w:style w:type="paragraph" w:customStyle="1" w:styleId="D4E0CE0ED2E54185A179F78B82703E481">
    <w:name w:val="D4E0CE0ED2E54185A179F78B82703E481"/>
    <w:rsid w:val="00D46482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4"/>
      <w:szCs w:val="20"/>
      <w:lang w:val="en-GB" w:eastAsia="en-US"/>
    </w:rPr>
  </w:style>
  <w:style w:type="paragraph" w:customStyle="1" w:styleId="CF28C077AFA84157917482DEF5BF69181">
    <w:name w:val="CF28C077AFA84157917482DEF5BF69181"/>
    <w:rsid w:val="00D46482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4"/>
      <w:szCs w:val="20"/>
      <w:lang w:val="en-GB" w:eastAsia="en-US"/>
    </w:rPr>
  </w:style>
  <w:style w:type="paragraph" w:customStyle="1" w:styleId="998934DC77FF4CEFACB7DCFA6831C4F11">
    <w:name w:val="998934DC77FF4CEFACB7DCFA6831C4F11"/>
    <w:rsid w:val="00D46482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4"/>
      <w:szCs w:val="20"/>
      <w:lang w:val="en-GB" w:eastAsia="en-US"/>
    </w:rPr>
  </w:style>
  <w:style w:type="paragraph" w:customStyle="1" w:styleId="E4AB80602B484DCD8575BC0EF951E3081">
    <w:name w:val="E4AB80602B484DCD8575BC0EF951E3081"/>
    <w:rsid w:val="00D46482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4"/>
      <w:szCs w:val="20"/>
      <w:lang w:val="en-GB" w:eastAsia="en-US"/>
    </w:rPr>
  </w:style>
  <w:style w:type="paragraph" w:customStyle="1" w:styleId="BA6233CAEE6247E6A89044E8A6C80B621">
    <w:name w:val="BA6233CAEE6247E6A89044E8A6C80B621"/>
    <w:rsid w:val="00D46482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4"/>
      <w:szCs w:val="20"/>
      <w:lang w:val="en-GB" w:eastAsia="en-US"/>
    </w:rPr>
  </w:style>
  <w:style w:type="paragraph" w:customStyle="1" w:styleId="89197E1BEE504FC3A8EC7B408ED26BCB1">
    <w:name w:val="89197E1BEE504FC3A8EC7B408ED26BCB1"/>
    <w:rsid w:val="00D46482"/>
    <w:pPr>
      <w:spacing w:after="120" w:line="240" w:lineRule="auto"/>
      <w:jc w:val="both"/>
    </w:pPr>
    <w:rPr>
      <w:rFonts w:ascii="Franklin Gothic Book" w:eastAsia="Times New Roman" w:hAnsi="Franklin Gothic Book" w:cs="Times New Roman"/>
      <w:sz w:val="24"/>
      <w:szCs w:val="20"/>
      <w:lang w:val="en-GB" w:eastAsia="en-US"/>
    </w:rPr>
  </w:style>
  <w:style w:type="paragraph" w:customStyle="1" w:styleId="995F362050A9483CA4D3BD9D2BE0A80D">
    <w:name w:val="995F362050A9483CA4D3BD9D2BE0A80D"/>
    <w:rsid w:val="00D46482"/>
  </w:style>
  <w:style w:type="paragraph" w:customStyle="1" w:styleId="67BDAABD98004AB5AF5BD45CAA4275CE">
    <w:name w:val="67BDAABD98004AB5AF5BD45CAA4275CE"/>
    <w:rsid w:val="00D46482"/>
  </w:style>
  <w:style w:type="paragraph" w:customStyle="1" w:styleId="40C0C034442F4C12A3FF70007CCAECE0">
    <w:name w:val="40C0C034442F4C12A3FF70007CCAECE0"/>
    <w:rsid w:val="00D46482"/>
  </w:style>
  <w:style w:type="paragraph" w:customStyle="1" w:styleId="4900765B43CD454EB6CD0E52E03926F3">
    <w:name w:val="4900765B43CD454EB6CD0E52E03926F3"/>
    <w:rsid w:val="00D46482"/>
  </w:style>
  <w:style w:type="paragraph" w:customStyle="1" w:styleId="617A2C5016354B2FB243A97ADA760B7A">
    <w:name w:val="617A2C5016354B2FB243A97ADA760B7A"/>
    <w:rsid w:val="00D46482"/>
  </w:style>
  <w:style w:type="paragraph" w:customStyle="1" w:styleId="BCB01E1DADE34E98BC8F6BE731AC7E25">
    <w:name w:val="BCB01E1DADE34E98BC8F6BE731AC7E25"/>
    <w:rsid w:val="00D46482"/>
  </w:style>
  <w:style w:type="paragraph" w:customStyle="1" w:styleId="D6242351EFAC4A6791FDB40869A9005D">
    <w:name w:val="D6242351EFAC4A6791FDB40869A9005D"/>
    <w:rsid w:val="00D46482"/>
  </w:style>
  <w:style w:type="paragraph" w:customStyle="1" w:styleId="BFD89296391849D7AFA53CC7F53C1FB3">
    <w:name w:val="BFD89296391849D7AFA53CC7F53C1FB3"/>
    <w:rsid w:val="00D46482"/>
  </w:style>
  <w:style w:type="paragraph" w:customStyle="1" w:styleId="8D14A8F3024B442CBA8A31491E249193">
    <w:name w:val="8D14A8F3024B442CBA8A31491E249193"/>
    <w:rsid w:val="00D46482"/>
  </w:style>
  <w:style w:type="paragraph" w:customStyle="1" w:styleId="E5017F46A7C54F5EA618F26D4AA11FBB">
    <w:name w:val="E5017F46A7C54F5EA618F26D4AA11FBB"/>
    <w:rsid w:val="00D46482"/>
  </w:style>
  <w:style w:type="paragraph" w:customStyle="1" w:styleId="F153EA312F0340A290AE4FEAFB1F8BC5">
    <w:name w:val="F153EA312F0340A290AE4FEAFB1F8BC5"/>
    <w:rsid w:val="00D46482"/>
  </w:style>
  <w:style w:type="paragraph" w:customStyle="1" w:styleId="45123C03F06D42BEB396640FF9BCD75C">
    <w:name w:val="45123C03F06D42BEB396640FF9BCD75C"/>
    <w:rsid w:val="00D46482"/>
  </w:style>
  <w:style w:type="paragraph" w:customStyle="1" w:styleId="C81F988D222D4CB590E570A8E227B4A4">
    <w:name w:val="C81F988D222D4CB590E570A8E227B4A4"/>
    <w:rsid w:val="00D46482"/>
  </w:style>
  <w:style w:type="paragraph" w:customStyle="1" w:styleId="374C7C645C364FFEA3A9B5990A9517E9">
    <w:name w:val="374C7C645C364FFEA3A9B5990A9517E9"/>
    <w:rsid w:val="00D46482"/>
  </w:style>
  <w:style w:type="paragraph" w:customStyle="1" w:styleId="BDB04937F4D64429A1F97E92AE169F42">
    <w:name w:val="BDB04937F4D64429A1F97E92AE169F42"/>
    <w:rsid w:val="00D46482"/>
  </w:style>
  <w:style w:type="paragraph" w:customStyle="1" w:styleId="A72D368C02DB491290D80B24BCB635FD">
    <w:name w:val="A72D368C02DB491290D80B24BCB635FD"/>
    <w:rsid w:val="00D46482"/>
  </w:style>
  <w:style w:type="paragraph" w:customStyle="1" w:styleId="62F9115CB6854A619C65B10916EC5473">
    <w:name w:val="62F9115CB6854A619C65B10916EC5473"/>
    <w:rsid w:val="00D46482"/>
  </w:style>
  <w:style w:type="paragraph" w:customStyle="1" w:styleId="D0829F0BA2AF4EF6A4BFCD383D7F2FF7">
    <w:name w:val="D0829F0BA2AF4EF6A4BFCD383D7F2FF7"/>
    <w:rsid w:val="00D46482"/>
  </w:style>
  <w:style w:type="paragraph" w:customStyle="1" w:styleId="0F752AF65D9C45809C26CE70043C4CD6">
    <w:name w:val="0F752AF65D9C45809C26CE70043C4CD6"/>
    <w:rsid w:val="00D46482"/>
  </w:style>
  <w:style w:type="paragraph" w:customStyle="1" w:styleId="5758A6C8AE1348649BE88873A6637CBF">
    <w:name w:val="5758A6C8AE1348649BE88873A6637CBF"/>
    <w:rsid w:val="00464C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Journal.dot</Template>
  <TotalTime>3</TotalTime>
  <Pages>1</Pages>
  <Words>263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EIT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Robyn Pascoe</dc:creator>
  <cp:keywords/>
  <dc:description/>
  <cp:lastModifiedBy>Gay Robertson</cp:lastModifiedBy>
  <cp:revision>5</cp:revision>
  <cp:lastPrinted>2007-09-03T21:21:00Z</cp:lastPrinted>
  <dcterms:created xsi:type="dcterms:W3CDTF">2018-05-01T00:59:00Z</dcterms:created>
  <dcterms:modified xsi:type="dcterms:W3CDTF">2018-12-05T19:58:00Z</dcterms:modified>
</cp:coreProperties>
</file>