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89432" w14:textId="77777777" w:rsidR="00D063E5" w:rsidRPr="00D037BD" w:rsidRDefault="00812D58" w:rsidP="00D063E5">
      <w:pPr>
        <w:pStyle w:val="JournalHeading"/>
      </w:pPr>
      <w:bookmarkStart w:id="0" w:name="_GoBack"/>
      <w:bookmarkEnd w:id="0"/>
      <w:r>
        <w:t>Planning your Website</w:t>
      </w:r>
    </w:p>
    <w:p w14:paraId="0C5A41D8" w14:textId="77777777" w:rsidR="00812D58" w:rsidRDefault="00812D58" w:rsidP="008C4C49">
      <w:r>
        <w:t>What is the purpose of the website? (what do you want to achieve with this website?)</w:t>
      </w:r>
    </w:p>
    <w:sdt>
      <w:sdtPr>
        <w:rPr>
          <w:color w:val="518E36"/>
        </w:rPr>
        <w:id w:val="-697632743"/>
        <w:placeholder>
          <w:docPart w:val="5C8E4C40C9BF4A3A8DFF225C12892778"/>
        </w:placeholder>
        <w:showingPlcHdr/>
        <w:text w:multiLine="1"/>
      </w:sdtPr>
      <w:sdtEndPr/>
      <w:sdtContent>
        <w:p w14:paraId="7D9CC2B9" w14:textId="664A0617" w:rsidR="00401050" w:rsidRDefault="006273CC" w:rsidP="006273CC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01E72973" w14:textId="77777777" w:rsidR="00812D58" w:rsidRDefault="00812D58" w:rsidP="008C4C49"/>
    <w:p w14:paraId="1C2DC62B" w14:textId="77777777" w:rsidR="008C4C49" w:rsidRDefault="00812D58" w:rsidP="008C4C49">
      <w:r>
        <w:t>Who is the target audience?</w:t>
      </w:r>
    </w:p>
    <w:sdt>
      <w:sdtPr>
        <w:rPr>
          <w:color w:val="518E36"/>
        </w:rPr>
        <w:id w:val="-409231314"/>
        <w:placeholder>
          <w:docPart w:val="F70CF3BDADFF47ED850D6859DB6726F7"/>
        </w:placeholder>
        <w:showingPlcHdr/>
        <w:text w:multiLine="1"/>
      </w:sdtPr>
      <w:sdtEndPr/>
      <w:sdtContent>
        <w:p w14:paraId="23182B9A" w14:textId="4C085F82" w:rsidR="00401050" w:rsidRDefault="006273CC" w:rsidP="006273CC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714D8477" w14:textId="77777777" w:rsidR="00812D58" w:rsidRDefault="00812D58" w:rsidP="008C4C49"/>
    <w:p w14:paraId="45DFBB0C" w14:textId="77777777" w:rsidR="00812D58" w:rsidRDefault="00812D58" w:rsidP="008C4C49">
      <w:r>
        <w:t>What content/media is required?</w:t>
      </w:r>
    </w:p>
    <w:sdt>
      <w:sdtPr>
        <w:rPr>
          <w:color w:val="518E36"/>
        </w:rPr>
        <w:id w:val="1225718189"/>
        <w:placeholder>
          <w:docPart w:val="D442B8F77D5E4652B56F44FCAABB2A0F"/>
        </w:placeholder>
        <w:showingPlcHdr/>
        <w:text w:multiLine="1"/>
      </w:sdtPr>
      <w:sdtEndPr/>
      <w:sdtContent>
        <w:p w14:paraId="331791E7" w14:textId="0472523B" w:rsidR="00401050" w:rsidRDefault="006273CC" w:rsidP="009A0C49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2A451CE4" w14:textId="77777777" w:rsidR="00812D58" w:rsidRDefault="00812D58" w:rsidP="008C4C49"/>
    <w:p w14:paraId="387225BA" w14:textId="77777777" w:rsidR="00812D58" w:rsidRDefault="00812D58" w:rsidP="008C4C49">
      <w:r>
        <w:t xml:space="preserve">If the content/media is supplied where is it </w:t>
      </w:r>
      <w:r w:rsidR="00401050">
        <w:t xml:space="preserve">to be </w:t>
      </w:r>
      <w:r>
        <w:t>saved?</w:t>
      </w:r>
    </w:p>
    <w:sdt>
      <w:sdtPr>
        <w:rPr>
          <w:color w:val="518E36"/>
        </w:rPr>
        <w:id w:val="1761258204"/>
        <w:placeholder>
          <w:docPart w:val="E4330114D4D644D3BB17F487E6801607"/>
        </w:placeholder>
        <w:showingPlcHdr/>
        <w:text w:multiLine="1"/>
      </w:sdtPr>
      <w:sdtEndPr/>
      <w:sdtContent>
        <w:p w14:paraId="1257481D" w14:textId="77777777" w:rsidR="006273CC" w:rsidRDefault="006273CC" w:rsidP="006273CC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37D79E19" w14:textId="77777777" w:rsidR="00812D58" w:rsidRDefault="00812D58" w:rsidP="008C4C49"/>
    <w:p w14:paraId="65D90956" w14:textId="77777777" w:rsidR="00812D58" w:rsidRDefault="00812D58" w:rsidP="008C4C49">
      <w:r>
        <w:t>What should you consider when selecting images or other media for use in a webpage if this is not provided to you?</w:t>
      </w:r>
    </w:p>
    <w:sdt>
      <w:sdtPr>
        <w:rPr>
          <w:color w:val="518E36"/>
        </w:rPr>
        <w:id w:val="1170987071"/>
        <w:placeholder>
          <w:docPart w:val="8F5F848B742B4BF080FBD6EA8D4626ED"/>
        </w:placeholder>
        <w:showingPlcHdr/>
        <w:text w:multiLine="1"/>
      </w:sdtPr>
      <w:sdtEndPr/>
      <w:sdtContent>
        <w:p w14:paraId="29EC7592" w14:textId="77777777" w:rsidR="006273CC" w:rsidRDefault="006273CC" w:rsidP="006273CC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2FB86EF9" w14:textId="77777777" w:rsidR="00812D58" w:rsidRDefault="00812D58" w:rsidP="008C4C49"/>
    <w:p w14:paraId="51862265" w14:textId="77777777" w:rsidR="00812D58" w:rsidRDefault="00812D58" w:rsidP="008C4C49">
      <w:r>
        <w:t>What enhancements will you add to the web pages? Eg alternate text on graphics</w:t>
      </w:r>
      <w:r w:rsidR="004B7DF7">
        <w:t xml:space="preserve"> etc</w:t>
      </w:r>
    </w:p>
    <w:sdt>
      <w:sdtPr>
        <w:rPr>
          <w:color w:val="518E36"/>
        </w:rPr>
        <w:id w:val="-1340997264"/>
        <w:placeholder>
          <w:docPart w:val="488744B0C95F44489FF490139F297E57"/>
        </w:placeholder>
        <w:showingPlcHdr/>
        <w:text w:multiLine="1"/>
      </w:sdtPr>
      <w:sdtEndPr/>
      <w:sdtContent>
        <w:p w14:paraId="3F42CF1D" w14:textId="77777777" w:rsidR="006273CC" w:rsidRDefault="006273CC" w:rsidP="006273CC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0263997D" w14:textId="77777777" w:rsidR="00812D58" w:rsidRDefault="00812D58" w:rsidP="006273CC">
      <w:pPr>
        <w:jc w:val="left"/>
      </w:pPr>
    </w:p>
    <w:p w14:paraId="420402C3" w14:textId="77777777" w:rsidR="00812D58" w:rsidRDefault="00812D58" w:rsidP="008C4C49">
      <w:r>
        <w:t>What markup language will you use to create the website?</w:t>
      </w:r>
    </w:p>
    <w:sdt>
      <w:sdtPr>
        <w:rPr>
          <w:color w:val="518E36"/>
        </w:rPr>
        <w:id w:val="1104155557"/>
        <w:placeholder>
          <w:docPart w:val="9D77EAA0280B41A29496DF9FD3318679"/>
        </w:placeholder>
        <w:showingPlcHdr/>
        <w:text w:multiLine="1"/>
      </w:sdtPr>
      <w:sdtEndPr/>
      <w:sdtContent>
        <w:p w14:paraId="7209E8C5" w14:textId="77777777" w:rsidR="006273CC" w:rsidRDefault="006273CC" w:rsidP="006273CC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2EEACF15" w14:textId="0B283790" w:rsidR="00812D58" w:rsidRDefault="00812D58" w:rsidP="00812D58">
      <w:pPr>
        <w:rPr>
          <w:color w:val="518E36"/>
        </w:rPr>
      </w:pPr>
    </w:p>
    <w:p w14:paraId="011713C0" w14:textId="77777777" w:rsidR="00812D58" w:rsidRDefault="00812D58" w:rsidP="008C4C49"/>
    <w:p w14:paraId="6D5D6C49" w14:textId="77777777" w:rsidR="00812D58" w:rsidRDefault="00812D58" w:rsidP="008C4C49">
      <w:r>
        <w:t>What accessibility options will you use to make the website available to all users?</w:t>
      </w:r>
    </w:p>
    <w:sdt>
      <w:sdtPr>
        <w:rPr>
          <w:color w:val="518E36"/>
        </w:rPr>
        <w:id w:val="-1711031148"/>
        <w:placeholder>
          <w:docPart w:val="39928E5E33B84281A1B88C04948C2A7F"/>
        </w:placeholder>
        <w:showingPlcHdr/>
        <w:text w:multiLine="1"/>
      </w:sdtPr>
      <w:sdtEndPr/>
      <w:sdtContent>
        <w:p w14:paraId="6811D890" w14:textId="77777777" w:rsidR="006273CC" w:rsidRDefault="006273CC" w:rsidP="006273CC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6BBE906C" w14:textId="77777777" w:rsidR="00812D58" w:rsidRDefault="00812D58" w:rsidP="008C4C49"/>
    <w:p w14:paraId="08B76956" w14:textId="77777777" w:rsidR="00812D58" w:rsidRDefault="00812D58" w:rsidP="008C4C49">
      <w:r>
        <w:t>What methods will you use to test the website to verify hyperlinks, for accessibility, for different web browsers?</w:t>
      </w:r>
    </w:p>
    <w:sdt>
      <w:sdtPr>
        <w:rPr>
          <w:color w:val="518E36"/>
        </w:rPr>
        <w:id w:val="-381097938"/>
        <w:placeholder>
          <w:docPart w:val="95706284E1114BD69DCEAB60AAE7127B"/>
        </w:placeholder>
        <w:showingPlcHdr/>
        <w:text w:multiLine="1"/>
      </w:sdtPr>
      <w:sdtEndPr/>
      <w:sdtContent>
        <w:p w14:paraId="4D86074C" w14:textId="77777777" w:rsidR="006273CC" w:rsidRDefault="006273CC" w:rsidP="006273CC">
          <w:pPr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59B1CD1F" w14:textId="4CF19223" w:rsidR="00927D9D" w:rsidRDefault="006273CC" w:rsidP="006273CC">
      <w:r>
        <w:t xml:space="preserve"> </w:t>
      </w:r>
      <w:r w:rsidR="00BE6892">
        <w:br w:type="page"/>
      </w:r>
    </w:p>
    <w:p w14:paraId="1516FB07" w14:textId="0616DC19" w:rsidR="002826C0" w:rsidRDefault="008B727C" w:rsidP="002826C0">
      <w:pPr>
        <w:pStyle w:val="JournalHeading"/>
      </w:pPr>
      <w:r w:rsidRPr="002826C0"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B0F49AC" wp14:editId="606EDDEE">
                <wp:simplePos x="0" y="0"/>
                <wp:positionH relativeFrom="margin">
                  <wp:posOffset>-110490</wp:posOffset>
                </wp:positionH>
                <wp:positionV relativeFrom="paragraph">
                  <wp:posOffset>300990</wp:posOffset>
                </wp:positionV>
                <wp:extent cx="6038850" cy="8780145"/>
                <wp:effectExtent l="0" t="0" r="19050" b="2095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87801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1F551" id="Rectangle 13" o:spid="_x0000_s1026" style="position:absolute;margin-left:-8.7pt;margin-top:23.7pt;width:475.5pt;height:691.3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" filled="f" strokecolor="yellow" strokeweight="1pt">
                <w10:wrap anchorx="margin"/>
              </v:rect>
            </w:pict>
          </mc:Fallback>
        </mc:AlternateContent>
      </w:r>
      <w:r w:rsidR="002826C0">
        <w:t>Planning your #div names</w:t>
      </w:r>
    </w:p>
    <w:p w14:paraId="555AE08F" w14:textId="2BB93898" w:rsidR="00BC23DC" w:rsidRDefault="002826C0" w:rsidP="00BC23DC">
      <w:pPr>
        <w:jc w:val="left"/>
        <w:rPr>
          <w:color w:val="518E36"/>
        </w:rPr>
      </w:pPr>
      <w:r w:rsidRPr="002826C0">
        <w:rPr>
          <w:sz w:val="28"/>
        </w:rPr>
        <w:t>#</w:t>
      </w:r>
      <w:r w:rsidR="00BC23DC" w:rsidRPr="00BC23DC">
        <w:rPr>
          <w:color w:val="518E36"/>
        </w:rPr>
        <w:t xml:space="preserve"> </w:t>
      </w:r>
      <w:sdt>
        <w:sdtPr>
          <w:rPr>
            <w:color w:val="518E36"/>
          </w:rPr>
          <w:id w:val="1547720973"/>
          <w:placeholder>
            <w:docPart w:val="94521AF36B224AC7BF6EBDD80E0CDAF2"/>
          </w:placeholder>
          <w:showingPlcHdr/>
          <w:text w:multiLine="1"/>
        </w:sdtPr>
        <w:sdtEndPr/>
        <w:sdtContent>
          <w:r w:rsidR="00BC23DC"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sdtContent>
      </w:sdt>
    </w:p>
    <w:p w14:paraId="2DA8EA13" w14:textId="05C54AD6" w:rsidR="002826C0" w:rsidRDefault="008B727C" w:rsidP="002826C0">
      <w:pPr>
        <w:rPr>
          <w:sz w:val="28"/>
        </w:rPr>
      </w:pPr>
      <w:r w:rsidRPr="002826C0">
        <w:rPr>
          <w:noProof/>
          <w:sz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8F2B44A" wp14:editId="105C75E9">
                <wp:simplePos x="0" y="0"/>
                <wp:positionH relativeFrom="margin">
                  <wp:align>left</wp:align>
                </wp:positionH>
                <wp:positionV relativeFrom="paragraph">
                  <wp:posOffset>131445</wp:posOffset>
                </wp:positionV>
                <wp:extent cx="5727700" cy="452755"/>
                <wp:effectExtent l="0" t="0" r="25400" b="2349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452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D6385" w14:textId="37C7217B" w:rsidR="00BC23DC" w:rsidRDefault="00EB15B5" w:rsidP="00BC23DC">
                            <w:pPr>
                              <w:jc w:val="left"/>
                              <w:rPr>
                                <w:color w:val="518E36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#</w:t>
                            </w:r>
                            <w:r w:rsidR="00BC23DC" w:rsidRPr="00BC23DC">
                              <w:rPr>
                                <w:color w:val="518E3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518E36"/>
                                </w:rPr>
                                <w:id w:val="-94713760"/>
                                <w:showingPlcHdr/>
                                <w:text w:multiLine="1"/>
                              </w:sdtPr>
                              <w:sdtEndPr/>
                              <w:sdtContent>
                                <w:r w:rsidR="008B727C" w:rsidRPr="00812D58">
                                  <w:rPr>
                                    <w:rStyle w:val="PlaceholderText"/>
                                    <w:rFonts w:eastAsia="SimSun"/>
                                    <w:color w:val="518E36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14:paraId="43B91177" w14:textId="6A802EB1" w:rsidR="002826C0" w:rsidRPr="002826C0" w:rsidRDefault="002826C0" w:rsidP="008B727C">
                            <w:pPr>
                              <w:jc w:val="right"/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2B44A" id="Rectangle 17" o:spid="_x0000_s1026" style="position:absolute;left:0;text-align:left;margin-left:0;margin-top:10.35pt;width:451pt;height:35.65pt;z-index:2516720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" filled="f" strokecolor="#00b050" strokeweight="1pt">
                <v:textbox>
                  <w:txbxContent>
                    <w:p w14:paraId="15AD6385" w14:textId="37C7217B" w:rsidR="00BC23DC" w:rsidRDefault="00EB15B5" w:rsidP="00BC23DC">
                      <w:pPr>
                        <w:jc w:val="left"/>
                        <w:rPr>
                          <w:color w:val="518E36"/>
                        </w:rPr>
                      </w:pPr>
                      <w:r>
                        <w:rPr>
                          <w:lang w:val="en-US"/>
                        </w:rPr>
                        <w:t>#</w:t>
                      </w:r>
                      <w:r w:rsidR="00BC23DC" w:rsidRPr="00BC23DC">
                        <w:rPr>
                          <w:color w:val="518E36"/>
                        </w:rPr>
                        <w:t xml:space="preserve"> </w:t>
                      </w:r>
                      <w:sdt>
                        <w:sdtPr>
                          <w:rPr>
                            <w:color w:val="518E36"/>
                          </w:rPr>
                          <w:id w:val="-94713760"/>
                          <w:showingPlcHdr/>
                          <w:text w:multiLine="1"/>
                        </w:sdtPr>
                        <w:sdtEndPr/>
                        <w:sdtContent>
                          <w:r w:rsidR="008B727C" w:rsidRPr="00812D58">
                            <w:rPr>
                              <w:rStyle w:val="PlaceholderText"/>
                              <w:rFonts w:eastAsia="SimSun"/>
                              <w:color w:val="518E36"/>
                            </w:rPr>
                            <w:t>Click or tap here to enter text.</w:t>
                          </w:r>
                        </w:sdtContent>
                      </w:sdt>
                    </w:p>
                    <w:p w14:paraId="43B91177" w14:textId="6A802EB1" w:rsidR="002826C0" w:rsidRPr="002826C0" w:rsidRDefault="002826C0" w:rsidP="008B727C">
                      <w:pPr>
                        <w:jc w:val="right"/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28AD06" w14:textId="77777777" w:rsidR="002826C0" w:rsidRPr="002826C0" w:rsidRDefault="002826C0" w:rsidP="002826C0">
      <w:pPr>
        <w:rPr>
          <w:sz w:val="32"/>
        </w:rPr>
      </w:pPr>
    </w:p>
    <w:p w14:paraId="67829C04" w14:textId="5FA9C29F" w:rsidR="002826C0" w:rsidRPr="00E009A1" w:rsidRDefault="008B727C" w:rsidP="002826C0">
      <w:r w:rsidRPr="002826C0">
        <w:rPr>
          <w:noProof/>
          <w:sz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ACC2341" wp14:editId="0CC2ABED">
                <wp:simplePos x="0" y="0"/>
                <wp:positionH relativeFrom="column">
                  <wp:posOffset>29210</wp:posOffset>
                </wp:positionH>
                <wp:positionV relativeFrom="paragraph">
                  <wp:posOffset>125095</wp:posOffset>
                </wp:positionV>
                <wp:extent cx="5695950" cy="596265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5962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8AC23" id="Rectangle 16" o:spid="_x0000_s1026" style="position:absolute;margin-left:2.3pt;margin-top:9.85pt;width:448.5pt;height:469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" filled="f" strokecolor="#f7caac [1301]" strokeweight="1pt"/>
            </w:pict>
          </mc:Fallback>
        </mc:AlternateContent>
      </w:r>
    </w:p>
    <w:p w14:paraId="18A82151" w14:textId="77777777" w:rsidR="002826C0" w:rsidRDefault="002826C0" w:rsidP="002826C0"/>
    <w:p w14:paraId="5268B211" w14:textId="2E61FEEE" w:rsidR="00BC23DC" w:rsidRDefault="002826C0" w:rsidP="00BC23DC">
      <w:pPr>
        <w:jc w:val="left"/>
        <w:rPr>
          <w:color w:val="518E36"/>
        </w:rPr>
      </w:pPr>
      <w:r>
        <w:tab/>
      </w:r>
      <w:r w:rsidRPr="002826C0">
        <w:rPr>
          <w:sz w:val="28"/>
        </w:rPr>
        <w:t>#</w:t>
      </w:r>
      <w:r w:rsidR="00BC23DC" w:rsidRPr="00BC23DC">
        <w:rPr>
          <w:color w:val="518E36"/>
        </w:rPr>
        <w:t xml:space="preserve"> </w:t>
      </w:r>
      <w:sdt>
        <w:sdtPr>
          <w:rPr>
            <w:color w:val="518E36"/>
          </w:rPr>
          <w:id w:val="-715661740"/>
          <w:placeholder>
            <w:docPart w:val="FFC2B88D18534296841C89E93349D1CF"/>
          </w:placeholder>
          <w:showingPlcHdr/>
          <w:text w:multiLine="1"/>
        </w:sdtPr>
        <w:sdtEndPr/>
        <w:sdtContent>
          <w:r w:rsidR="00BC23DC"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sdtContent>
      </w:sdt>
    </w:p>
    <w:p w14:paraId="4251A8CF" w14:textId="4AE0F2AC" w:rsidR="002826C0" w:rsidRDefault="008B727C">
      <w:pPr>
        <w:spacing w:after="0"/>
        <w:jc w:val="left"/>
      </w:pPr>
      <w:r w:rsidRPr="002826C0">
        <w:rPr>
          <w:noProof/>
          <w:sz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1486407" wp14:editId="2AD4F03F">
                <wp:simplePos x="0" y="0"/>
                <wp:positionH relativeFrom="margin">
                  <wp:align>left</wp:align>
                </wp:positionH>
                <wp:positionV relativeFrom="paragraph">
                  <wp:posOffset>5514975</wp:posOffset>
                </wp:positionV>
                <wp:extent cx="5715000" cy="1259840"/>
                <wp:effectExtent l="0" t="0" r="19050" b="1651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2598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F590BB" w14:textId="6E8A5F2C" w:rsidR="002826C0" w:rsidRPr="00BC23DC" w:rsidRDefault="002826C0" w:rsidP="00BC23DC">
                            <w:pPr>
                              <w:jc w:val="center"/>
                              <w:rPr>
                                <w:color w:val="518E36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#</w:t>
                            </w:r>
                            <w:r w:rsidR="00BC23DC" w:rsidRPr="00BC23DC">
                              <w:rPr>
                                <w:color w:val="518E3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518E36"/>
                                </w:rPr>
                                <w:id w:val="-1079983007"/>
                                <w:placeholder>
                                  <w:docPart w:val="F4E0A9128E4C4A7F9B5519356E6ED8D7"/>
                                </w:placeholder>
                                <w:showingPlcHdr/>
                                <w:text w:multiLine="1"/>
                              </w:sdtPr>
                              <w:sdtEndPr/>
                              <w:sdtContent>
                                <w:r w:rsidR="00BC23DC" w:rsidRPr="00812D58">
                                  <w:rPr>
                                    <w:rStyle w:val="PlaceholderText"/>
                                    <w:rFonts w:eastAsia="SimSun"/>
                                    <w:color w:val="518E36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86407" id="Rectangle 14" o:spid="_x0000_s1027" style="position:absolute;margin-left:0;margin-top:434.25pt;width:450pt;height:99.2pt;z-index:2516751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" filled="f" strokecolor="#dbdbdb [1302]" strokeweight="1pt">
                <v:textbox>
                  <w:txbxContent>
                    <w:p w14:paraId="7FF590BB" w14:textId="6E8A5F2C" w:rsidR="002826C0" w:rsidRPr="00BC23DC" w:rsidRDefault="002826C0" w:rsidP="00BC23DC">
                      <w:pPr>
                        <w:jc w:val="center"/>
                        <w:rPr>
                          <w:color w:val="518E36"/>
                        </w:rPr>
                      </w:pPr>
                      <w:r>
                        <w:rPr>
                          <w:lang w:val="en-US"/>
                        </w:rPr>
                        <w:t>#</w:t>
                      </w:r>
                      <w:r w:rsidR="00BC23DC" w:rsidRPr="00BC23DC">
                        <w:rPr>
                          <w:color w:val="518E36"/>
                        </w:rPr>
                        <w:t xml:space="preserve"> </w:t>
                      </w:r>
                      <w:sdt>
                        <w:sdtPr>
                          <w:rPr>
                            <w:color w:val="518E36"/>
                          </w:rPr>
                          <w:id w:val="-1079983007"/>
                          <w:placeholder>
                            <w:docPart w:val="F4E0A9128E4C4A7F9B5519356E6ED8D7"/>
                          </w:placeholder>
                          <w:showingPlcHdr/>
                          <w:text w:multiLine="1"/>
                        </w:sdtPr>
                        <w:sdtEndPr/>
                        <w:sdtContent>
                          <w:r w:rsidR="00BC23DC" w:rsidRPr="00812D58">
                            <w:rPr>
                              <w:rStyle w:val="PlaceholderText"/>
                              <w:rFonts w:eastAsia="SimSun"/>
                              <w:color w:val="518E36"/>
                            </w:rPr>
                            <w:t>Click or tap here to enter text.</w:t>
                          </w:r>
                        </w:sdtContent>
                      </w:sdt>
                    </w:p>
                  </w:txbxContent>
                </v:textbox>
                <w10:wrap anchorx="margin"/>
              </v:rect>
            </w:pict>
          </mc:Fallback>
        </mc:AlternateContent>
      </w:r>
      <w:r w:rsidRPr="002826C0">
        <w:rPr>
          <w:noProof/>
          <w:sz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0250371" wp14:editId="59054665">
                <wp:simplePos x="0" y="0"/>
                <wp:positionH relativeFrom="column">
                  <wp:posOffset>1750060</wp:posOffset>
                </wp:positionH>
                <wp:positionV relativeFrom="paragraph">
                  <wp:posOffset>549275</wp:posOffset>
                </wp:positionV>
                <wp:extent cx="3740150" cy="3359150"/>
                <wp:effectExtent l="0" t="0" r="12700" b="127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0150" cy="3359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137C1" w14:textId="48740F7F" w:rsidR="00BC23DC" w:rsidRDefault="00EB15B5" w:rsidP="00BC23DC">
                            <w:pPr>
                              <w:jc w:val="left"/>
                              <w:rPr>
                                <w:color w:val="518E36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#</w:t>
                            </w:r>
                            <w:r w:rsidR="00BC23DC" w:rsidRPr="00BC23DC">
                              <w:rPr>
                                <w:color w:val="518E3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518E36"/>
                                </w:rPr>
                                <w:id w:val="-1386860397"/>
                                <w:showingPlcHdr/>
                                <w:text w:multiLine="1"/>
                              </w:sdtPr>
                              <w:sdtEndPr/>
                              <w:sdtContent>
                                <w:r w:rsidR="00BC23DC" w:rsidRPr="00812D58">
                                  <w:rPr>
                                    <w:rStyle w:val="PlaceholderText"/>
                                    <w:rFonts w:eastAsia="SimSun"/>
                                    <w:color w:val="518E36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250371" id="Rectangle 15" o:spid="_x0000_s1028" style="position:absolute;margin-left:137.8pt;margin-top:43.25pt;width:294.5pt;height:264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" filled="f" strokecolor="#00b0f0" strokeweight="1pt">
                <v:textbox>
                  <w:txbxContent>
                    <w:p w14:paraId="5EA137C1" w14:textId="48740F7F" w:rsidR="00BC23DC" w:rsidRDefault="00EB15B5" w:rsidP="00BC23DC">
                      <w:pPr>
                        <w:jc w:val="left"/>
                        <w:rPr>
                          <w:color w:val="518E36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#</w:t>
                      </w:r>
                      <w:r w:rsidR="00BC23DC" w:rsidRPr="00BC23DC">
                        <w:rPr>
                          <w:color w:val="518E36"/>
                        </w:rPr>
                        <w:t xml:space="preserve"> </w:t>
                      </w:r>
                      <w:sdt>
                        <w:sdtPr>
                          <w:rPr>
                            <w:color w:val="518E36"/>
                          </w:rPr>
                          <w:id w:val="-1386860397"/>
                          <w:showingPlcHdr/>
                          <w:text w:multiLine="1"/>
                        </w:sdtPr>
                        <w:sdtEndPr/>
                        <w:sdtContent>
                          <w:r w:rsidR="00BC23DC" w:rsidRPr="00812D58">
                            <w:rPr>
                              <w:rStyle w:val="PlaceholderText"/>
                              <w:rFonts w:eastAsia="SimSun"/>
                              <w:color w:val="518E36"/>
                            </w:rPr>
                            <w:t>Click or tap here to enter text.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E5B9AF9" wp14:editId="27F338F4">
                <wp:simplePos x="0" y="0"/>
                <wp:positionH relativeFrom="column">
                  <wp:posOffset>327660</wp:posOffset>
                </wp:positionH>
                <wp:positionV relativeFrom="paragraph">
                  <wp:posOffset>523875</wp:posOffset>
                </wp:positionV>
                <wp:extent cx="1155700" cy="3371850"/>
                <wp:effectExtent l="0" t="0" r="2540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0" cy="3371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2C03E" w14:textId="1F00A19E" w:rsidR="00BC23DC" w:rsidRDefault="002826C0" w:rsidP="00BC23DC">
                            <w:pPr>
                              <w:jc w:val="left"/>
                              <w:rPr>
                                <w:color w:val="518E36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#</w:t>
                            </w:r>
                            <w:r w:rsidR="00BC23DC" w:rsidRPr="00BC23DC">
                              <w:rPr>
                                <w:color w:val="518E3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518E36"/>
                                </w:rPr>
                                <w:id w:val="1229195071"/>
                                <w:showingPlcHdr/>
                                <w:text w:multiLine="1"/>
                              </w:sdtPr>
                              <w:sdtEndPr/>
                              <w:sdtContent>
                                <w:r w:rsidR="00BC23DC" w:rsidRPr="00812D58">
                                  <w:rPr>
                                    <w:rStyle w:val="PlaceholderText"/>
                                    <w:rFonts w:eastAsia="SimSun"/>
                                    <w:color w:val="518E36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5B9AF9" id="Rectangle 18" o:spid="_x0000_s1029" style="position:absolute;margin-left:25.8pt;margin-top:41.25pt;width:91pt;height:265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" filled="f" strokecolor="#2e74b5 [2404]" strokeweight="1pt">
                <v:textbox>
                  <w:txbxContent>
                    <w:p w14:paraId="2812C03E" w14:textId="1F00A19E" w:rsidR="00BC23DC" w:rsidRDefault="002826C0" w:rsidP="00BC23DC">
                      <w:pPr>
                        <w:jc w:val="left"/>
                        <w:rPr>
                          <w:color w:val="518E36"/>
                        </w:rPr>
                      </w:pPr>
                      <w:r>
                        <w:rPr>
                          <w:lang w:val="en-US"/>
                        </w:rPr>
                        <w:t>#</w:t>
                      </w:r>
                      <w:r w:rsidR="00BC23DC" w:rsidRPr="00BC23DC">
                        <w:rPr>
                          <w:color w:val="518E36"/>
                        </w:rPr>
                        <w:t xml:space="preserve"> </w:t>
                      </w:r>
                      <w:sdt>
                        <w:sdtPr>
                          <w:rPr>
                            <w:color w:val="518E36"/>
                          </w:rPr>
                          <w:id w:val="1229195071"/>
                          <w:showingPlcHdr/>
                          <w:text w:multiLine="1"/>
                        </w:sdtPr>
                        <w:sdtEndPr/>
                        <w:sdtContent>
                          <w:r w:rsidR="00BC23DC" w:rsidRPr="00812D58">
                            <w:rPr>
                              <w:rStyle w:val="PlaceholderText"/>
                              <w:rFonts w:eastAsia="SimSun"/>
                              <w:color w:val="518E36"/>
                            </w:rPr>
                            <w:t>Click or tap here to enter text.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2826C0">
        <w:br w:type="page"/>
      </w:r>
    </w:p>
    <w:p w14:paraId="51C5E58A" w14:textId="77777777" w:rsidR="00ED6BA3" w:rsidRPr="00D037BD" w:rsidRDefault="00ED6BA3" w:rsidP="00ED6BA3">
      <w:pPr>
        <w:pStyle w:val="JournalHeading"/>
      </w:pPr>
      <w:r w:rsidRPr="00D037BD">
        <w:lastRenderedPageBreak/>
        <w:t>Concept Design for site map</w:t>
      </w:r>
    </w:p>
    <w:p w14:paraId="3003BEE4" w14:textId="77777777" w:rsidR="007C0EC5" w:rsidRDefault="002B7FC1" w:rsidP="00964209">
      <w:r>
        <w:t>Key page names to indicate hierarchy</w:t>
      </w:r>
      <w:r w:rsidR="002826C0">
        <w:t xml:space="preserve"> of navigation</w:t>
      </w:r>
      <w:r>
        <w:t>:</w:t>
      </w:r>
    </w:p>
    <w:p w14:paraId="1ABF0FEA" w14:textId="77777777" w:rsidR="00E13736" w:rsidRDefault="001F4372" w:rsidP="00964209">
      <w:r>
        <w:rPr>
          <w:noProof/>
          <w:lang w:val="en-NZ" w:eastAsia="en-NZ"/>
        </w:rPr>
        <w:drawing>
          <wp:inline distT="0" distB="0" distL="0" distR="0" wp14:anchorId="7C7BB226" wp14:editId="7D65E700">
            <wp:extent cx="5486400" cy="2540000"/>
            <wp:effectExtent l="38100" t="0" r="7620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2ED24ABE" w14:textId="77777777" w:rsidR="00E13736" w:rsidRDefault="00E13736" w:rsidP="00964209"/>
    <w:p w14:paraId="548A207B" w14:textId="77777777" w:rsidR="00BC7C3D" w:rsidRDefault="00BC7C3D" w:rsidP="00BC7C3D">
      <w:pPr>
        <w:pStyle w:val="JournalHeading"/>
      </w:pPr>
      <w:r>
        <w:t>Formats required for CSS</w:t>
      </w:r>
    </w:p>
    <w:p w14:paraId="520CF722" w14:textId="77777777" w:rsidR="00BC7C3D" w:rsidRDefault="00BC7C3D" w:rsidP="00BC7C3D">
      <w:r>
        <w:t>Background</w:t>
      </w:r>
    </w:p>
    <w:sdt>
      <w:sdtPr>
        <w:rPr>
          <w:color w:val="518E36"/>
        </w:rPr>
        <w:id w:val="-718513502"/>
        <w:placeholder>
          <w:docPart w:val="D9CEC00DDF1842619DCB57DB67CF8770"/>
        </w:placeholder>
        <w:showingPlcHdr/>
        <w:text w:multiLine="1"/>
      </w:sdtPr>
      <w:sdtEndPr/>
      <w:sdtContent>
        <w:p w14:paraId="26084299" w14:textId="77777777" w:rsidR="006273CC" w:rsidRDefault="006273CC" w:rsidP="006273CC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633EB4C3" w14:textId="77777777" w:rsidR="00BC7C3D" w:rsidRDefault="00BC7C3D" w:rsidP="00BC7C3D"/>
    <w:p w14:paraId="77A98DC1" w14:textId="77777777" w:rsidR="00BC7C3D" w:rsidRDefault="00BC7C3D" w:rsidP="00BC7C3D">
      <w:r>
        <w:t>Font family</w:t>
      </w:r>
    </w:p>
    <w:sdt>
      <w:sdtPr>
        <w:rPr>
          <w:color w:val="518E36"/>
        </w:rPr>
        <w:id w:val="-854107782"/>
        <w:placeholder>
          <w:docPart w:val="E02E8132E0C1400DBD0B93ACDDCB8239"/>
        </w:placeholder>
        <w:showingPlcHdr/>
        <w:text w:multiLine="1"/>
      </w:sdtPr>
      <w:sdtEndPr/>
      <w:sdtContent>
        <w:p w14:paraId="795F88A9" w14:textId="77777777" w:rsidR="006273CC" w:rsidRDefault="006273CC" w:rsidP="006273CC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3EB01B0D" w14:textId="0DB15165" w:rsidR="00BC7C3D" w:rsidRDefault="00BC7C3D" w:rsidP="006273CC">
      <w:pPr>
        <w:jc w:val="left"/>
        <w:rPr>
          <w:color w:val="518E36"/>
        </w:rPr>
      </w:pPr>
    </w:p>
    <w:p w14:paraId="050A97F8" w14:textId="77777777" w:rsidR="00BC7C3D" w:rsidRDefault="00BC7C3D" w:rsidP="00BC7C3D">
      <w:r>
        <w:t>Colours to be used</w:t>
      </w:r>
    </w:p>
    <w:sdt>
      <w:sdtPr>
        <w:rPr>
          <w:color w:val="518E36"/>
        </w:rPr>
        <w:id w:val="-49851207"/>
        <w:placeholder>
          <w:docPart w:val="40C0C034442F4C12A3FF70007CCAECE0"/>
        </w:placeholder>
        <w:text w:multiLine="1"/>
      </w:sdtPr>
      <w:sdtEndPr/>
      <w:sdtContent>
        <w:p w14:paraId="0274BB32" w14:textId="6718C7D8" w:rsidR="00BC7C3D" w:rsidRDefault="00417F7B" w:rsidP="006273CC">
          <w:pPr>
            <w:tabs>
              <w:tab w:val="left" w:pos="2835"/>
            </w:tabs>
            <w:jc w:val="left"/>
            <w:rPr>
              <w:color w:val="518E36"/>
            </w:rPr>
          </w:pPr>
          <w:r>
            <w:rPr>
              <w:color w:val="518E36"/>
            </w:rPr>
            <w:t>Click or tap here to enter text.</w:t>
          </w:r>
        </w:p>
      </w:sdtContent>
    </w:sdt>
    <w:p w14:paraId="0864348B" w14:textId="77777777" w:rsidR="006273CC" w:rsidRDefault="006273CC" w:rsidP="00BC7C3D"/>
    <w:p w14:paraId="533E262F" w14:textId="074061C9" w:rsidR="00BC7C3D" w:rsidRDefault="00BC7C3D" w:rsidP="00BC7C3D">
      <w:r>
        <w:t>Size to be used</w:t>
      </w:r>
    </w:p>
    <w:sdt>
      <w:sdtPr>
        <w:rPr>
          <w:color w:val="518E36"/>
        </w:rPr>
        <w:id w:val="-620990220"/>
        <w:placeholder>
          <w:docPart w:val="D654C004828448388CF357D2A7254EAB"/>
        </w:placeholder>
        <w:showingPlcHdr/>
        <w:text w:multiLine="1"/>
      </w:sdtPr>
      <w:sdtEndPr/>
      <w:sdtContent>
        <w:p w14:paraId="458B39CD" w14:textId="77777777" w:rsidR="006273CC" w:rsidRDefault="006273CC" w:rsidP="006273CC">
          <w:pPr>
            <w:jc w:val="left"/>
            <w:rPr>
              <w:color w:val="518E36"/>
            </w:rPr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sdtContent>
    </w:sdt>
    <w:p w14:paraId="4BF412B7" w14:textId="77777777" w:rsidR="006273CC" w:rsidRDefault="006273CC" w:rsidP="00BC7C3D"/>
    <w:p w14:paraId="049E2E68" w14:textId="77777777" w:rsidR="00FC77DE" w:rsidRDefault="00FC77DE" w:rsidP="00FC77DE">
      <w:pPr>
        <w:rPr>
          <w:rFonts w:ascii="Dauphin" w:hAnsi="Dauphin"/>
          <w:sz w:val="28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14:paraId="43670208" w14:textId="77777777" w:rsidR="002826C0" w:rsidRPr="00D037BD" w:rsidRDefault="002826C0" w:rsidP="002826C0">
      <w:pPr>
        <w:pStyle w:val="JournalHeading"/>
      </w:pPr>
      <w:r w:rsidRPr="00D037BD">
        <w:lastRenderedPageBreak/>
        <w:t>Concept Design</w:t>
      </w:r>
      <w:r w:rsidR="00BC7C3D">
        <w:t xml:space="preserve"> for content area of each page:</w:t>
      </w:r>
    </w:p>
    <w:p w14:paraId="61C5B3DD" w14:textId="77777777" w:rsidR="00744C7C" w:rsidRPr="00BC23DC" w:rsidRDefault="00BC7C3D" w:rsidP="002826C0">
      <w:pPr>
        <w:rPr>
          <w:b/>
        </w:rPr>
      </w:pPr>
      <w:r w:rsidRPr="00BC23DC">
        <w:rPr>
          <w:b/>
        </w:rPr>
        <w:t>For</w:t>
      </w:r>
      <w:r w:rsidR="00744C7C" w:rsidRPr="00BC23DC">
        <w:rPr>
          <w:b/>
        </w:rPr>
        <w:t xml:space="preserve"> each page:</w:t>
      </w:r>
    </w:p>
    <w:p w14:paraId="7891FFA5" w14:textId="77777777" w:rsidR="00744C7C" w:rsidRDefault="00744C7C" w:rsidP="002826C0">
      <w:r>
        <w:t>Name the page</w:t>
      </w:r>
    </w:p>
    <w:p w14:paraId="68EFF33F" w14:textId="77777777" w:rsidR="006273CC" w:rsidRDefault="006273CC" w:rsidP="002826C0"/>
    <w:p w14:paraId="14095F65" w14:textId="67F23A06" w:rsidR="00744C7C" w:rsidRDefault="00744C7C" w:rsidP="002826C0">
      <w:r>
        <w:t xml:space="preserve">Use Insert, Shapes to indicate where text will be placed on page and where graphics will be placed on page </w:t>
      </w:r>
      <w:r w:rsidR="006273CC">
        <w:t>– example below</w:t>
      </w:r>
    </w:p>
    <w:p w14:paraId="08EB99F8" w14:textId="77777777" w:rsidR="006273CC" w:rsidRDefault="006273CC" w:rsidP="002826C0"/>
    <w:p w14:paraId="469D624F" w14:textId="733B6508" w:rsidR="00744C7C" w:rsidRDefault="00744C7C" w:rsidP="002826C0">
      <w:r>
        <w:t xml:space="preserve">List </w:t>
      </w:r>
      <w:r w:rsidR="002826C0">
        <w:t>text to be included</w:t>
      </w:r>
      <w:r w:rsidR="00BC7C3D">
        <w:t xml:space="preserve"> by text file </w:t>
      </w:r>
      <w:r>
        <w:t>name</w:t>
      </w:r>
    </w:p>
    <w:p w14:paraId="489FD9B2" w14:textId="77777777" w:rsidR="00BC23DC" w:rsidRDefault="00BC23DC" w:rsidP="002826C0"/>
    <w:p w14:paraId="1ED14884" w14:textId="77777777" w:rsidR="002826C0" w:rsidRDefault="00744C7C" w:rsidP="002826C0">
      <w:r>
        <w:t>List</w:t>
      </w:r>
      <w:r w:rsidR="002826C0">
        <w:t xml:space="preserve"> </w:t>
      </w:r>
      <w:r w:rsidR="00BC7C3D">
        <w:t>graphic</w:t>
      </w:r>
      <w:r>
        <w:t xml:space="preserve"> </w:t>
      </w:r>
      <w:r w:rsidR="00BC7C3D">
        <w:t>file names</w:t>
      </w:r>
      <w:r>
        <w:t xml:space="preserve"> to be included on page</w:t>
      </w:r>
    </w:p>
    <w:p w14:paraId="5DD7C54C" w14:textId="77777777" w:rsidR="00744C7C" w:rsidRDefault="00FC77DE">
      <w:pPr>
        <w:spacing w:after="0"/>
        <w:jc w:val="left"/>
        <w:rPr>
          <w:rFonts w:ascii="Dauphin" w:hAnsi="Dauphin"/>
          <w:sz w:val="28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76160" behindDoc="0" locked="0" layoutInCell="1" allowOverlap="1" wp14:anchorId="1176D0F6" wp14:editId="163B2AA9">
            <wp:simplePos x="0" y="0"/>
            <wp:positionH relativeFrom="column">
              <wp:posOffset>830431</wp:posOffset>
            </wp:positionH>
            <wp:positionV relativeFrom="paragraph">
              <wp:posOffset>185420</wp:posOffset>
            </wp:positionV>
            <wp:extent cx="4457700" cy="24199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419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4C7C">
        <w:br w:type="page"/>
      </w:r>
    </w:p>
    <w:p w14:paraId="39B8CA2E" w14:textId="10F3D8EC" w:rsidR="007C0EC5" w:rsidRPr="00BE6892" w:rsidRDefault="00ED6BA3" w:rsidP="00BE6892">
      <w:pPr>
        <w:pStyle w:val="JournalHeading"/>
      </w:pPr>
      <w:r w:rsidRPr="00D037BD">
        <w:lastRenderedPageBreak/>
        <w:t xml:space="preserve">Concept Design for </w:t>
      </w:r>
      <w:r w:rsidR="00744C7C">
        <w:t>:</w:t>
      </w:r>
      <w:r w:rsidR="009A1879">
        <w:t xml:space="preserve"> </w:t>
      </w:r>
    </w:p>
    <w:p w14:paraId="4362022D" w14:textId="77777777" w:rsidR="006273CC" w:rsidRDefault="00BC7C3D" w:rsidP="006273CC">
      <w:pPr>
        <w:jc w:val="left"/>
        <w:rPr>
          <w:color w:val="518E36"/>
        </w:rPr>
      </w:pPr>
      <w:r>
        <w:t xml:space="preserve">Name of page: </w:t>
      </w:r>
      <w:sdt>
        <w:sdtPr>
          <w:rPr>
            <w:color w:val="518E36"/>
          </w:rPr>
          <w:id w:val="-2131386641"/>
          <w:placeholder>
            <w:docPart w:val="DDC1BD431DE642A3A62A1FBE22BACAAB"/>
          </w:placeholder>
          <w:showingPlcHdr/>
          <w:text w:multiLine="1"/>
        </w:sdtPr>
        <w:sdtEndPr/>
        <w:sdtContent>
          <w:r w:rsidR="006273CC"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sdtContent>
      </w:sdt>
    </w:p>
    <w:p w14:paraId="5178F866" w14:textId="26AF0F7B" w:rsidR="00BC7C3D" w:rsidRDefault="00BC7C3D" w:rsidP="006273CC">
      <w:pPr>
        <w:jc w:val="left"/>
        <w:rPr>
          <w:color w:val="518E36"/>
        </w:rPr>
      </w:pPr>
      <w:r>
        <w:t>Text file to be included:</w:t>
      </w:r>
      <w:r w:rsidR="00744C7C">
        <w:t xml:space="preserve"> </w:t>
      </w:r>
      <w:sdt>
        <w:sdtPr>
          <w:rPr>
            <w:color w:val="518E36"/>
          </w:rPr>
          <w:id w:val="756937694"/>
          <w:placeholder>
            <w:docPart w:val="BCB01E1DADE34E98BC8F6BE731AC7E25"/>
          </w:placeholder>
          <w:text w:multiLine="1"/>
        </w:sdtPr>
        <w:sdtEndPr/>
        <w:sdtContent>
          <w:r w:rsidR="00417F7B">
            <w:rPr>
              <w:color w:val="518E36"/>
            </w:rPr>
            <w:t>Click or tap here to enter text.</w:t>
          </w:r>
        </w:sdtContent>
      </w:sdt>
    </w:p>
    <w:p w14:paraId="61246F7B" w14:textId="7FECD97C" w:rsidR="006273CC" w:rsidRDefault="00744C7C" w:rsidP="00BC23DC">
      <w:pPr>
        <w:jc w:val="left"/>
        <w:rPr>
          <w:color w:val="518E36"/>
        </w:rPr>
      </w:pPr>
      <w:r>
        <w:t>Graphic files</w:t>
      </w:r>
      <w:r w:rsidR="00BC7C3D">
        <w:t xml:space="preserve"> to be included:</w:t>
      </w:r>
      <w:sdt>
        <w:sdtPr>
          <w:rPr>
            <w:color w:val="518E36"/>
          </w:rPr>
          <w:id w:val="-704328496"/>
          <w:placeholder>
            <w:docPart w:val="D8FB51D5533A421DAB79EA304A5B708D"/>
          </w:placeholder>
          <w:showingPlcHdr/>
          <w:text w:multiLine="1"/>
        </w:sdtPr>
        <w:sdtEndPr/>
        <w:sdtContent>
          <w:r w:rsidR="006273CC"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sdtContent>
      </w:sdt>
    </w:p>
    <w:p w14:paraId="4C4C7873" w14:textId="1C058955" w:rsidR="00AC02BE" w:rsidRDefault="00744C7C" w:rsidP="006273CC">
      <w:r>
        <w:t>Using Insert Shapes indicate placement on page</w:t>
      </w:r>
      <w:bookmarkStart w:id="1" w:name="_Hlk15571222"/>
      <w:r>
        <w:t>:</w:t>
      </w:r>
    </w:p>
    <w:p w14:paraId="1B72537A" w14:textId="6EA8A41E" w:rsidR="006273CC" w:rsidRDefault="006273CC" w:rsidP="006273CC"/>
    <w:p w14:paraId="56AD071C" w14:textId="77777777" w:rsidR="006273CC" w:rsidRDefault="006273CC" w:rsidP="006273CC"/>
    <w:bookmarkEnd w:id="1"/>
    <w:p w14:paraId="5CD22218" w14:textId="6EE9D7B7" w:rsidR="00744C7C" w:rsidRDefault="00744C7C">
      <w:pPr>
        <w:spacing w:after="0"/>
        <w:jc w:val="left"/>
        <w:rPr>
          <w:rFonts w:ascii="Dauphin" w:hAnsi="Dauphin"/>
          <w:sz w:val="28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14:paraId="153CE6B6" w14:textId="77777777" w:rsidR="006273CC" w:rsidRPr="00BE6892" w:rsidRDefault="006273CC" w:rsidP="006273CC">
      <w:pPr>
        <w:pStyle w:val="JournalHeading"/>
      </w:pPr>
      <w:r w:rsidRPr="00D037BD">
        <w:lastRenderedPageBreak/>
        <w:t xml:space="preserve">Concept Design for </w:t>
      </w:r>
      <w:r>
        <w:t xml:space="preserve">: </w:t>
      </w:r>
    </w:p>
    <w:p w14:paraId="5C6B984D" w14:textId="77777777" w:rsidR="006273CC" w:rsidRDefault="006273CC" w:rsidP="006273CC">
      <w:pPr>
        <w:jc w:val="left"/>
        <w:rPr>
          <w:color w:val="518E36"/>
        </w:rPr>
      </w:pPr>
      <w:r>
        <w:t xml:space="preserve">Name of page: </w:t>
      </w:r>
      <w:sdt>
        <w:sdtPr>
          <w:rPr>
            <w:color w:val="518E36"/>
          </w:rPr>
          <w:id w:val="-1164928733"/>
          <w:placeholder>
            <w:docPart w:val="6665D40E30994338B46A75FAF595D162"/>
          </w:placeholder>
          <w:showingPlcHdr/>
          <w:text w:multiLine="1"/>
        </w:sdtPr>
        <w:sdtEndPr/>
        <w:sdtContent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sdtContent>
      </w:sdt>
    </w:p>
    <w:p w14:paraId="26BEA70E" w14:textId="0D1740CF" w:rsidR="006273CC" w:rsidRDefault="006273CC" w:rsidP="006273CC">
      <w:pPr>
        <w:jc w:val="left"/>
        <w:rPr>
          <w:color w:val="518E36"/>
        </w:rPr>
      </w:pPr>
      <w:r>
        <w:t xml:space="preserve">Text file to be included: </w:t>
      </w:r>
      <w:sdt>
        <w:sdtPr>
          <w:rPr>
            <w:color w:val="518E36"/>
          </w:rPr>
          <w:id w:val="569857334"/>
          <w:placeholder>
            <w:docPart w:val="68C81C8303114B219CC6216D8536E4F0"/>
          </w:placeholder>
          <w:text w:multiLine="1"/>
        </w:sdtPr>
        <w:sdtEndPr/>
        <w:sdtContent>
          <w:r w:rsidR="00417F7B">
            <w:rPr>
              <w:color w:val="518E36"/>
            </w:rPr>
            <w:t>Click or tap here to enter text.</w:t>
          </w:r>
        </w:sdtContent>
      </w:sdt>
    </w:p>
    <w:p w14:paraId="7B1B78D5" w14:textId="77777777" w:rsidR="006273CC" w:rsidRDefault="006273CC" w:rsidP="006273CC">
      <w:pPr>
        <w:rPr>
          <w:color w:val="518E36"/>
        </w:rPr>
      </w:pPr>
      <w:r>
        <w:t>Graphic files to be included:</w:t>
      </w:r>
      <w:sdt>
        <w:sdtPr>
          <w:rPr>
            <w:color w:val="518E36"/>
          </w:rPr>
          <w:id w:val="-1048142540"/>
          <w:placeholder>
            <w:docPart w:val="399A200DCCD14B2483290AF760EB8BF7"/>
          </w:placeholder>
          <w:showingPlcHdr/>
          <w:text w:multiLine="1"/>
        </w:sdtPr>
        <w:sdtEndPr/>
        <w:sdtContent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sdtContent>
      </w:sdt>
    </w:p>
    <w:p w14:paraId="67F77EC9" w14:textId="77777777" w:rsidR="006273CC" w:rsidRDefault="006273CC" w:rsidP="006273CC">
      <w:r>
        <w:t>Using Insert Shapes indicate placement on page:</w:t>
      </w:r>
    </w:p>
    <w:p w14:paraId="1CC7C528" w14:textId="77777777" w:rsidR="006273CC" w:rsidRDefault="006273CC" w:rsidP="006273CC"/>
    <w:p w14:paraId="36E344BB" w14:textId="3CCB5369" w:rsidR="006273CC" w:rsidRDefault="006273CC">
      <w:pPr>
        <w:spacing w:after="0"/>
        <w:jc w:val="left"/>
      </w:pPr>
      <w:r>
        <w:br w:type="page"/>
      </w:r>
    </w:p>
    <w:p w14:paraId="5F4BBC9B" w14:textId="77777777" w:rsidR="006273CC" w:rsidRDefault="006273CC" w:rsidP="006273CC"/>
    <w:p w14:paraId="51361E91" w14:textId="77777777" w:rsidR="006273CC" w:rsidRPr="00BE6892" w:rsidRDefault="006273CC" w:rsidP="006273CC">
      <w:pPr>
        <w:pStyle w:val="JournalHeading"/>
      </w:pPr>
      <w:r w:rsidRPr="00D037BD">
        <w:t xml:space="preserve">Concept Design for </w:t>
      </w:r>
      <w:r>
        <w:t xml:space="preserve">: </w:t>
      </w:r>
    </w:p>
    <w:p w14:paraId="243F81DC" w14:textId="77777777" w:rsidR="006273CC" w:rsidRDefault="006273CC" w:rsidP="006273CC">
      <w:pPr>
        <w:jc w:val="left"/>
        <w:rPr>
          <w:color w:val="518E36"/>
        </w:rPr>
      </w:pPr>
      <w:r>
        <w:t xml:space="preserve">Name of page: </w:t>
      </w:r>
      <w:sdt>
        <w:sdtPr>
          <w:rPr>
            <w:color w:val="518E36"/>
          </w:rPr>
          <w:id w:val="457148525"/>
          <w:placeholder>
            <w:docPart w:val="312FD9863930481889D860952F60C5AB"/>
          </w:placeholder>
          <w:showingPlcHdr/>
          <w:text w:multiLine="1"/>
        </w:sdtPr>
        <w:sdtEndPr/>
        <w:sdtContent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sdtContent>
      </w:sdt>
    </w:p>
    <w:p w14:paraId="33659EF4" w14:textId="45CB73F1" w:rsidR="006273CC" w:rsidRDefault="006273CC" w:rsidP="006273CC">
      <w:pPr>
        <w:jc w:val="left"/>
        <w:rPr>
          <w:color w:val="518E36"/>
        </w:rPr>
      </w:pPr>
      <w:r>
        <w:t xml:space="preserve">Text file to be included: </w:t>
      </w:r>
      <w:sdt>
        <w:sdtPr>
          <w:rPr>
            <w:color w:val="518E36"/>
          </w:rPr>
          <w:id w:val="602463210"/>
          <w:placeholder>
            <w:docPart w:val="8A8FA0E4CDE14CBE809F397DD73647E5"/>
          </w:placeholder>
          <w:text w:multiLine="1"/>
        </w:sdtPr>
        <w:sdtEndPr/>
        <w:sdtContent>
          <w:r w:rsidR="00417F7B">
            <w:rPr>
              <w:color w:val="518E36"/>
            </w:rPr>
            <w:t>Click or tap here to enter text.</w:t>
          </w:r>
        </w:sdtContent>
      </w:sdt>
    </w:p>
    <w:p w14:paraId="5C8FBBCC" w14:textId="77777777" w:rsidR="006273CC" w:rsidRDefault="006273CC" w:rsidP="006273CC">
      <w:pPr>
        <w:jc w:val="left"/>
        <w:rPr>
          <w:color w:val="518E36"/>
        </w:rPr>
      </w:pPr>
      <w:r>
        <w:t>Graphic files to be included:</w:t>
      </w:r>
      <w:sdt>
        <w:sdtPr>
          <w:rPr>
            <w:color w:val="518E36"/>
          </w:rPr>
          <w:id w:val="-2121059218"/>
          <w:placeholder>
            <w:docPart w:val="6D62679EB1D348AD855EF22F289AB190"/>
          </w:placeholder>
          <w:showingPlcHdr/>
          <w:text w:multiLine="1"/>
        </w:sdtPr>
        <w:sdtEndPr/>
        <w:sdtContent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sdtContent>
      </w:sdt>
    </w:p>
    <w:p w14:paraId="1124740D" w14:textId="77777777" w:rsidR="006273CC" w:rsidRDefault="006273CC" w:rsidP="006273CC">
      <w:r>
        <w:t>Using Insert Shapes indicate placement on page:</w:t>
      </w:r>
    </w:p>
    <w:p w14:paraId="3E84E2A0" w14:textId="77777777" w:rsidR="006273CC" w:rsidRDefault="006273CC" w:rsidP="006273CC"/>
    <w:p w14:paraId="0AF6EE0B" w14:textId="77777777" w:rsidR="006273CC" w:rsidRDefault="006273CC" w:rsidP="006273CC"/>
    <w:p w14:paraId="4C53B0C3" w14:textId="77777777" w:rsidR="00744C7C" w:rsidRDefault="00744C7C">
      <w:pPr>
        <w:spacing w:after="0"/>
        <w:jc w:val="left"/>
        <w:rPr>
          <w:rFonts w:ascii="Dauphin" w:hAnsi="Dauphin"/>
          <w:sz w:val="28"/>
          <w:szCs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14:paraId="046BFF05" w14:textId="77777777" w:rsidR="006273CC" w:rsidRPr="00BE6892" w:rsidRDefault="006273CC" w:rsidP="006273CC">
      <w:pPr>
        <w:pStyle w:val="JournalHeading"/>
      </w:pPr>
      <w:r w:rsidRPr="00D037BD">
        <w:lastRenderedPageBreak/>
        <w:t xml:space="preserve">Concept Design for </w:t>
      </w:r>
      <w:r>
        <w:t xml:space="preserve">: </w:t>
      </w:r>
    </w:p>
    <w:p w14:paraId="3E23141F" w14:textId="77777777" w:rsidR="006273CC" w:rsidRDefault="006273CC" w:rsidP="006273CC">
      <w:pPr>
        <w:jc w:val="left"/>
        <w:rPr>
          <w:color w:val="518E36"/>
        </w:rPr>
      </w:pPr>
      <w:r>
        <w:t xml:space="preserve">Name of page: </w:t>
      </w:r>
      <w:sdt>
        <w:sdtPr>
          <w:rPr>
            <w:color w:val="518E36"/>
          </w:rPr>
          <w:id w:val="1657494384"/>
          <w:placeholder>
            <w:docPart w:val="471AB394D96D4468B37D4047731BE54F"/>
          </w:placeholder>
          <w:showingPlcHdr/>
          <w:text w:multiLine="1"/>
        </w:sdtPr>
        <w:sdtEndPr/>
        <w:sdtContent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sdtContent>
      </w:sdt>
    </w:p>
    <w:p w14:paraId="62C7B0AB" w14:textId="0D37D4E7" w:rsidR="006273CC" w:rsidRDefault="006273CC" w:rsidP="006273CC">
      <w:pPr>
        <w:jc w:val="left"/>
        <w:rPr>
          <w:color w:val="518E36"/>
        </w:rPr>
      </w:pPr>
      <w:r>
        <w:t xml:space="preserve">Text file to be included: </w:t>
      </w:r>
      <w:sdt>
        <w:sdtPr>
          <w:rPr>
            <w:color w:val="518E36"/>
          </w:rPr>
          <w:id w:val="793557480"/>
          <w:placeholder>
            <w:docPart w:val="A6CD582135A8421AB1DD6C2AE827ED77"/>
          </w:placeholder>
          <w:text w:multiLine="1"/>
        </w:sdtPr>
        <w:sdtEndPr/>
        <w:sdtContent>
          <w:r w:rsidR="00417F7B">
            <w:rPr>
              <w:color w:val="518E36"/>
            </w:rPr>
            <w:t>Click or tap here to enter text.</w:t>
          </w:r>
        </w:sdtContent>
      </w:sdt>
    </w:p>
    <w:p w14:paraId="21D16DEF" w14:textId="77777777" w:rsidR="006273CC" w:rsidRDefault="006273CC" w:rsidP="006273CC">
      <w:pPr>
        <w:jc w:val="left"/>
        <w:rPr>
          <w:color w:val="518E36"/>
        </w:rPr>
      </w:pPr>
      <w:r>
        <w:t>Graphic files to be included:</w:t>
      </w:r>
      <w:sdt>
        <w:sdtPr>
          <w:rPr>
            <w:color w:val="518E36"/>
          </w:rPr>
          <w:id w:val="-498960484"/>
          <w:placeholder>
            <w:docPart w:val="3212BCC4F10948EF8E288AE51EF5E687"/>
          </w:placeholder>
          <w:showingPlcHdr/>
          <w:text w:multiLine="1"/>
        </w:sdtPr>
        <w:sdtEndPr/>
        <w:sdtContent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sdtContent>
      </w:sdt>
    </w:p>
    <w:p w14:paraId="7A732D2E" w14:textId="77777777" w:rsidR="006273CC" w:rsidRDefault="006273CC" w:rsidP="006273CC">
      <w:r>
        <w:t>Using Insert Shapes indicate placement on page:</w:t>
      </w:r>
    </w:p>
    <w:p w14:paraId="2F99493B" w14:textId="77777777" w:rsidR="006273CC" w:rsidRDefault="006273CC" w:rsidP="006273CC"/>
    <w:p w14:paraId="269B184E" w14:textId="77777777" w:rsidR="006273CC" w:rsidRDefault="006273CC" w:rsidP="006273CC"/>
    <w:p w14:paraId="2A265172" w14:textId="035FCD52" w:rsidR="00744C7C" w:rsidRDefault="00744C7C" w:rsidP="004D3F7F"/>
    <w:sectPr w:rsidR="00744C7C" w:rsidSect="00682082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851" w:right="1134" w:bottom="851" w:left="113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0472C" w14:textId="77777777" w:rsidR="00DD67FA" w:rsidRDefault="00DD67FA">
      <w:pPr>
        <w:spacing w:after="0"/>
      </w:pPr>
      <w:r>
        <w:separator/>
      </w:r>
    </w:p>
  </w:endnote>
  <w:endnote w:type="continuationSeparator" w:id="0">
    <w:p w14:paraId="44AEB57C" w14:textId="77777777" w:rsidR="00DD67FA" w:rsidRDefault="00DD67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  <w:embedRegular r:id="rId1" w:fontKey="{FBD870F8-A96B-463F-B4FD-F70E6DA28FDD}"/>
    <w:embedBold r:id="rId2" w:fontKey="{54FD68F4-E2BE-429C-B0B3-76D68C1C7283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uphin">
    <w:altName w:val="Georgia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B74B" w14:textId="77777777" w:rsidR="0040787A" w:rsidRPr="005466A9" w:rsidRDefault="0040787A" w:rsidP="003254AF">
    <w:pPr>
      <w:pStyle w:val="Footer"/>
    </w:pPr>
    <w:r w:rsidRPr="005466A9">
      <w:t xml:space="preserve">Page </w:t>
    </w:r>
    <w:r w:rsidRPr="005466A9">
      <w:fldChar w:fldCharType="begin"/>
    </w:r>
    <w:r w:rsidRPr="005466A9">
      <w:instrText xml:space="preserve"> PAGE </w:instrText>
    </w:r>
    <w:r w:rsidRPr="005466A9">
      <w:fldChar w:fldCharType="separate"/>
    </w:r>
    <w:r w:rsidR="00682082">
      <w:rPr>
        <w:noProof/>
      </w:rPr>
      <w:t>6</w:t>
    </w:r>
    <w:r w:rsidRPr="005466A9">
      <w:fldChar w:fldCharType="end"/>
    </w:r>
    <w:r w:rsidRPr="005466A9">
      <w:tab/>
    </w:r>
    <w:r w:rsidR="00417F7B">
      <w:fldChar w:fldCharType="begin"/>
    </w:r>
    <w:r w:rsidR="00417F7B">
      <w:instrText xml:space="preserve"> FILENAME   \* MERGEFORMAT </w:instrText>
    </w:r>
    <w:r w:rsidR="00417F7B">
      <w:fldChar w:fldCharType="separate"/>
    </w:r>
    <w:r w:rsidR="007B7A88">
      <w:rPr>
        <w:noProof/>
      </w:rPr>
      <w:t>Web Development Journal.doc</w:t>
    </w:r>
    <w:r w:rsidR="00417F7B">
      <w:rPr>
        <w:noProof/>
      </w:rPr>
      <w:fldChar w:fldCharType="end"/>
    </w:r>
    <w:r w:rsidRPr="005466A9">
      <w:tab/>
      <w:t>R. Pascoe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0D4DC" w14:textId="61910E2C" w:rsidR="0040787A" w:rsidRPr="005466A9" w:rsidRDefault="00417F7B" w:rsidP="003254AF">
    <w:pPr>
      <w:pStyle w:val="Footer"/>
      <w:tabs>
        <w:tab w:val="clear" w:pos="4820"/>
        <w:tab w:val="clear" w:pos="9639"/>
        <w:tab w:val="center" w:pos="4680"/>
        <w:tab w:val="right" w:pos="9720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7B7A88">
      <w:rPr>
        <w:noProof/>
      </w:rPr>
      <w:t>Web Development Journal.doc</w:t>
    </w:r>
    <w:r>
      <w:rPr>
        <w:noProof/>
      </w:rPr>
      <w:fldChar w:fldCharType="end"/>
    </w:r>
    <w:r w:rsidR="0040787A" w:rsidRPr="005466A9">
      <w:tab/>
    </w:r>
    <w:r w:rsidR="00682082">
      <w:tab/>
    </w:r>
    <w:r w:rsidR="0040787A" w:rsidRPr="005466A9">
      <w:t xml:space="preserve">Page </w:t>
    </w:r>
    <w:r w:rsidR="0040787A" w:rsidRPr="005466A9">
      <w:fldChar w:fldCharType="begin"/>
    </w:r>
    <w:r w:rsidR="0040787A" w:rsidRPr="005466A9">
      <w:instrText xml:space="preserve"> PAGE </w:instrText>
    </w:r>
    <w:r w:rsidR="0040787A" w:rsidRPr="005466A9">
      <w:fldChar w:fldCharType="separate"/>
    </w:r>
    <w:r>
      <w:rPr>
        <w:noProof/>
      </w:rPr>
      <w:t>5</w:t>
    </w:r>
    <w:r w:rsidR="0040787A" w:rsidRPr="005466A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1ADE8" w14:textId="77777777" w:rsidR="00DD67FA" w:rsidRDefault="00DD67FA">
      <w:pPr>
        <w:spacing w:after="0"/>
      </w:pPr>
      <w:r>
        <w:separator/>
      </w:r>
    </w:p>
  </w:footnote>
  <w:footnote w:type="continuationSeparator" w:id="0">
    <w:p w14:paraId="2E85865E" w14:textId="77777777" w:rsidR="00DD67FA" w:rsidRDefault="00DD67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F406D" w14:textId="77777777" w:rsidR="0040787A" w:rsidRDefault="0040787A" w:rsidP="003254AF">
    <w:pPr>
      <w:pStyle w:val="Header"/>
    </w:pPr>
    <w:r w:rsidRPr="00D776DA">
      <w:t xml:space="preserve">© Eastern Institute of Technology – Faculty of Business &amp; Computing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A7721" w14:textId="77777777" w:rsidR="0040787A" w:rsidRPr="005466A9" w:rsidRDefault="0040787A" w:rsidP="00682082">
    <w:pPr>
      <w:pStyle w:val="Header"/>
      <w:tabs>
        <w:tab w:val="clear" w:pos="4320"/>
        <w:tab w:val="clear" w:pos="8640"/>
        <w:tab w:val="right" w:pos="9498"/>
      </w:tabs>
    </w:pPr>
    <w:r w:rsidRPr="005466A9">
      <w:t>© Eastern Institute of Technology</w:t>
    </w:r>
    <w:r w:rsidR="00682082">
      <w:tab/>
    </w:r>
    <w:r>
      <w:t>Faculty of Business &amp;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E47B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1C52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9C06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D0E9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DA8C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CA3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381E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1EBC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3A4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7CDF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BB4CBB"/>
    <w:multiLevelType w:val="hybridMultilevel"/>
    <w:tmpl w:val="C68A36A4"/>
    <w:lvl w:ilvl="0" w:tplc="CE80BF48">
      <w:start w:val="1"/>
      <w:numFmt w:val="bullet"/>
      <w:pStyle w:val="ListBullet"/>
      <w:lvlText w:val=""/>
      <w:lvlJc w:val="left"/>
      <w:pPr>
        <w:tabs>
          <w:tab w:val="num" w:pos="0"/>
        </w:tabs>
        <w:ind w:left="0" w:firstLine="0"/>
      </w:pPr>
      <w:rPr>
        <w:rFonts w:ascii="CommonBullets" w:hAnsi="CommonBullet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TrueTypeFonts/>
  <w:saveSubsetFonts/>
  <w:activeWritingStyle w:appName="MSWord" w:lang="en-NZ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NZ" w:vendorID="64" w:dllVersion="0" w:nlCheck="1" w:checkStyle="0"/>
  <w:activeWritingStyle w:appName="MSWord" w:lang="en-GB" w:vendorID="64" w:dllVersion="131078" w:nlCheck="1" w:checkStyle="0"/>
  <w:activeWritingStyle w:appName="MSWord" w:lang="en-NZ" w:vendorID="64" w:dllVersion="131078" w:nlCheck="1" w:checkStyle="0"/>
  <w:activeWritingStyle w:appName="MSWord" w:lang="en-US" w:vendorID="64" w:dllVersion="131078" w:nlCheck="1" w:checkStyle="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uppressBottomSpacing/>
    <w:suppressTop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724"/>
    <w:rsid w:val="00016952"/>
    <w:rsid w:val="00052BA8"/>
    <w:rsid w:val="00076204"/>
    <w:rsid w:val="00092078"/>
    <w:rsid w:val="000C1BB9"/>
    <w:rsid w:val="000C3372"/>
    <w:rsid w:val="000F360E"/>
    <w:rsid w:val="00126E33"/>
    <w:rsid w:val="00137A2E"/>
    <w:rsid w:val="001529C0"/>
    <w:rsid w:val="0016023A"/>
    <w:rsid w:val="00177E29"/>
    <w:rsid w:val="0018623A"/>
    <w:rsid w:val="00193E31"/>
    <w:rsid w:val="001A74CE"/>
    <w:rsid w:val="001C493D"/>
    <w:rsid w:val="001F4372"/>
    <w:rsid w:val="00255286"/>
    <w:rsid w:val="0026125F"/>
    <w:rsid w:val="00263E4F"/>
    <w:rsid w:val="002826C0"/>
    <w:rsid w:val="002A091A"/>
    <w:rsid w:val="002B7FC1"/>
    <w:rsid w:val="002F6426"/>
    <w:rsid w:val="002F6FE1"/>
    <w:rsid w:val="00302C8F"/>
    <w:rsid w:val="00306B4D"/>
    <w:rsid w:val="003254AF"/>
    <w:rsid w:val="00356933"/>
    <w:rsid w:val="003B7423"/>
    <w:rsid w:val="003B779A"/>
    <w:rsid w:val="003F0A98"/>
    <w:rsid w:val="00401050"/>
    <w:rsid w:val="0040787A"/>
    <w:rsid w:val="00417F7B"/>
    <w:rsid w:val="004350A9"/>
    <w:rsid w:val="00447BFB"/>
    <w:rsid w:val="00475D9A"/>
    <w:rsid w:val="00476698"/>
    <w:rsid w:val="004B7DF7"/>
    <w:rsid w:val="004D3F7F"/>
    <w:rsid w:val="004D4577"/>
    <w:rsid w:val="004E237D"/>
    <w:rsid w:val="00500763"/>
    <w:rsid w:val="00511BB4"/>
    <w:rsid w:val="00532834"/>
    <w:rsid w:val="0054612A"/>
    <w:rsid w:val="005466A9"/>
    <w:rsid w:val="005C46DF"/>
    <w:rsid w:val="00601221"/>
    <w:rsid w:val="0062057D"/>
    <w:rsid w:val="00620EA2"/>
    <w:rsid w:val="00626292"/>
    <w:rsid w:val="006273CC"/>
    <w:rsid w:val="00631FE1"/>
    <w:rsid w:val="0064633B"/>
    <w:rsid w:val="00646E75"/>
    <w:rsid w:val="00667F59"/>
    <w:rsid w:val="00682082"/>
    <w:rsid w:val="006D1F37"/>
    <w:rsid w:val="00724925"/>
    <w:rsid w:val="00725761"/>
    <w:rsid w:val="00744C7C"/>
    <w:rsid w:val="007522CA"/>
    <w:rsid w:val="00763DFF"/>
    <w:rsid w:val="007A069D"/>
    <w:rsid w:val="007A752F"/>
    <w:rsid w:val="007B1FB7"/>
    <w:rsid w:val="007B7A88"/>
    <w:rsid w:val="007C0EC5"/>
    <w:rsid w:val="007D4C7B"/>
    <w:rsid w:val="00812D58"/>
    <w:rsid w:val="00815381"/>
    <w:rsid w:val="00823C54"/>
    <w:rsid w:val="00854877"/>
    <w:rsid w:val="008A7B54"/>
    <w:rsid w:val="008B727C"/>
    <w:rsid w:val="008C4C49"/>
    <w:rsid w:val="008D4FF8"/>
    <w:rsid w:val="008D718F"/>
    <w:rsid w:val="00911B24"/>
    <w:rsid w:val="00927D9D"/>
    <w:rsid w:val="00943724"/>
    <w:rsid w:val="00955ED5"/>
    <w:rsid w:val="00964209"/>
    <w:rsid w:val="00981B4B"/>
    <w:rsid w:val="009A0C49"/>
    <w:rsid w:val="009A1879"/>
    <w:rsid w:val="009E4FF6"/>
    <w:rsid w:val="00A03688"/>
    <w:rsid w:val="00A4717A"/>
    <w:rsid w:val="00A56C99"/>
    <w:rsid w:val="00A8176D"/>
    <w:rsid w:val="00A82862"/>
    <w:rsid w:val="00A857F1"/>
    <w:rsid w:val="00A91389"/>
    <w:rsid w:val="00AA2200"/>
    <w:rsid w:val="00AC02BE"/>
    <w:rsid w:val="00AD0FB1"/>
    <w:rsid w:val="00AE4030"/>
    <w:rsid w:val="00AF08E8"/>
    <w:rsid w:val="00AF2589"/>
    <w:rsid w:val="00AF2D5F"/>
    <w:rsid w:val="00B06E7F"/>
    <w:rsid w:val="00B07B23"/>
    <w:rsid w:val="00B67F4A"/>
    <w:rsid w:val="00B81286"/>
    <w:rsid w:val="00BB1C05"/>
    <w:rsid w:val="00BB257E"/>
    <w:rsid w:val="00BC23DC"/>
    <w:rsid w:val="00BC5374"/>
    <w:rsid w:val="00BC7C3D"/>
    <w:rsid w:val="00BE6892"/>
    <w:rsid w:val="00C11143"/>
    <w:rsid w:val="00C13151"/>
    <w:rsid w:val="00C3550C"/>
    <w:rsid w:val="00C523EB"/>
    <w:rsid w:val="00C64309"/>
    <w:rsid w:val="00C735B5"/>
    <w:rsid w:val="00CA593D"/>
    <w:rsid w:val="00CB1F59"/>
    <w:rsid w:val="00CD2A5F"/>
    <w:rsid w:val="00CF173C"/>
    <w:rsid w:val="00D037BD"/>
    <w:rsid w:val="00D063E5"/>
    <w:rsid w:val="00D50467"/>
    <w:rsid w:val="00DA4041"/>
    <w:rsid w:val="00DB5014"/>
    <w:rsid w:val="00DD67FA"/>
    <w:rsid w:val="00E116F8"/>
    <w:rsid w:val="00E13736"/>
    <w:rsid w:val="00E24CD8"/>
    <w:rsid w:val="00E3088C"/>
    <w:rsid w:val="00E66BB7"/>
    <w:rsid w:val="00EA46CE"/>
    <w:rsid w:val="00EB15B5"/>
    <w:rsid w:val="00ED22A7"/>
    <w:rsid w:val="00ED53BA"/>
    <w:rsid w:val="00ED6BA3"/>
    <w:rsid w:val="00F71787"/>
    <w:rsid w:val="00F735E2"/>
    <w:rsid w:val="00F738D3"/>
    <w:rsid w:val="00FA0072"/>
    <w:rsid w:val="00FA0328"/>
    <w:rsid w:val="00FB0A78"/>
    <w:rsid w:val="00FC77DE"/>
    <w:rsid w:val="00FD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1E4CF2"/>
  <w15:chartTrackingRefBased/>
  <w15:docId w15:val="{24CBADF6-3D8A-4750-B828-11062AC2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3CC"/>
    <w:pPr>
      <w:spacing w:after="120"/>
      <w:jc w:val="both"/>
    </w:pPr>
    <w:rPr>
      <w:rFonts w:ascii="Franklin Gothic Book" w:eastAsia="Times New Roman" w:hAnsi="Franklin Gothic Book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037BD"/>
    <w:pPr>
      <w:keepNext/>
      <w:pBdr>
        <w:top w:val="double" w:sz="4" w:space="1" w:color="auto"/>
        <w:bottom w:val="double" w:sz="4" w:space="1" w:color="auto"/>
      </w:pBdr>
      <w:spacing w:before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037BD"/>
    <w:pPr>
      <w:keepNext/>
      <w:spacing w:before="60" w:after="60"/>
      <w:jc w:val="left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Heading2"/>
    <w:next w:val="Normal"/>
    <w:qFormat/>
    <w:rsid w:val="00D037BD"/>
    <w:pPr>
      <w:outlineLvl w:val="2"/>
    </w:pPr>
    <w:rPr>
      <w:bCs w:val="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06B4D"/>
    <w:pPr>
      <w:spacing w:before="60" w:after="60"/>
    </w:pPr>
    <w:rPr>
      <w:b/>
      <w:bCs/>
      <w:sz w:val="36"/>
      <w:szCs w:val="36"/>
    </w:rPr>
  </w:style>
  <w:style w:type="table" w:styleId="TableGrid">
    <w:name w:val="Table Grid"/>
    <w:basedOn w:val="TableNormal"/>
    <w:rsid w:val="00964209"/>
    <w:rPr>
      <w:rFonts w:ascii="Franklin Gothic Book" w:hAnsi="Franklin Gothic Boo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</w:style>
  <w:style w:type="paragraph" w:styleId="ListBullet">
    <w:name w:val="List Bullet"/>
    <w:basedOn w:val="Normal"/>
    <w:autoRedefine/>
    <w:rsid w:val="007A069D"/>
    <w:pPr>
      <w:numPr>
        <w:numId w:val="12"/>
      </w:numPr>
      <w:tabs>
        <w:tab w:val="clear" w:pos="0"/>
        <w:tab w:val="num" w:pos="360"/>
      </w:tabs>
    </w:pPr>
  </w:style>
  <w:style w:type="paragraph" w:customStyle="1" w:styleId="ExerciseHeader">
    <w:name w:val="Exercise Header"/>
    <w:basedOn w:val="Heading1"/>
    <w:rsid w:val="007A069D"/>
    <w:pPr>
      <w:pBdr>
        <w:top w:val="none" w:sz="0" w:space="0" w:color="auto"/>
        <w:bottom w:val="none" w:sz="0" w:space="0" w:color="auto"/>
      </w:pBdr>
    </w:pPr>
    <w:rPr>
      <w:bCs w:val="0"/>
      <w:color w:val="FFFFFF"/>
    </w:rPr>
  </w:style>
  <w:style w:type="paragraph" w:customStyle="1" w:styleId="Outline">
    <w:name w:val="Outline"/>
    <w:basedOn w:val="Normal"/>
    <w:rsid w:val="007A069D"/>
    <w:pPr>
      <w:tabs>
        <w:tab w:val="left" w:pos="317"/>
      </w:tabs>
      <w:spacing w:after="0"/>
    </w:pPr>
    <w:rPr>
      <w:szCs w:val="24"/>
    </w:rPr>
  </w:style>
  <w:style w:type="paragraph" w:customStyle="1" w:styleId="OutlineHeading">
    <w:name w:val="Outline Heading"/>
    <w:basedOn w:val="Outline"/>
    <w:rsid w:val="007A069D"/>
    <w:rPr>
      <w:b/>
      <w:sz w:val="28"/>
    </w:rPr>
  </w:style>
  <w:style w:type="paragraph" w:styleId="Header">
    <w:name w:val="header"/>
    <w:basedOn w:val="Normal"/>
    <w:rsid w:val="005466A9"/>
    <w:pPr>
      <w:tabs>
        <w:tab w:val="center" w:pos="4320"/>
        <w:tab w:val="right" w:pos="8640"/>
      </w:tabs>
      <w:jc w:val="left"/>
    </w:pPr>
    <w:rPr>
      <w:color w:val="999999"/>
      <w:szCs w:val="24"/>
    </w:rPr>
  </w:style>
  <w:style w:type="paragraph" w:styleId="Footer">
    <w:name w:val="footer"/>
    <w:basedOn w:val="Normal"/>
    <w:rsid w:val="005466A9"/>
    <w:pPr>
      <w:pBdr>
        <w:top w:val="single" w:sz="4" w:space="1" w:color="999999"/>
      </w:pBdr>
      <w:tabs>
        <w:tab w:val="center" w:pos="4820"/>
        <w:tab w:val="right" w:pos="9639"/>
      </w:tabs>
    </w:pPr>
    <w:rPr>
      <w:color w:val="999999"/>
      <w:szCs w:val="24"/>
      <w:lang w:val="en-NZ"/>
    </w:rPr>
  </w:style>
  <w:style w:type="paragraph" w:customStyle="1" w:styleId="JournalHeading">
    <w:name w:val="Journal Heading"/>
    <w:basedOn w:val="Normal"/>
    <w:next w:val="Normal"/>
    <w:rsid w:val="00D037BD"/>
    <w:pPr>
      <w:spacing w:before="240" w:after="240"/>
      <w:jc w:val="left"/>
    </w:pPr>
    <w:rPr>
      <w:rFonts w:ascii="Dauphin" w:hAnsi="Dauphin"/>
      <w:sz w:val="28"/>
      <w:szCs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ighead">
    <w:name w:val="bighead"/>
    <w:basedOn w:val="Normal"/>
    <w:rsid w:val="002A091A"/>
    <w:pPr>
      <w:spacing w:after="0"/>
      <w:jc w:val="left"/>
    </w:pPr>
    <w:rPr>
      <w:rFonts w:eastAsia="PMingLiU"/>
      <w:b/>
      <w:noProof/>
      <w:lang w:eastAsia="zh-TW"/>
    </w:rPr>
  </w:style>
  <w:style w:type="character" w:styleId="PlaceholderText">
    <w:name w:val="Placeholder Text"/>
    <w:basedOn w:val="DefaultParagraphFont"/>
    <w:uiPriority w:val="99"/>
    <w:semiHidden/>
    <w:rsid w:val="00812D58"/>
    <w:rPr>
      <w:color w:val="808080"/>
    </w:rPr>
  </w:style>
  <w:style w:type="table" w:customStyle="1" w:styleId="TableGrid0">
    <w:name w:val="TableGrid"/>
    <w:rsid w:val="00CF173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046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467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8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ynp\Application%20Data\Microsoft\Templates\Journal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9E256A-6539-431C-B4F1-C88267BF51B3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E09AA19-AA2C-4C56-B032-ECEE424ADB8B}">
      <dgm:prSet phldrT="[Text]"/>
      <dgm:spPr/>
      <dgm:t>
        <a:bodyPr/>
        <a:lstStyle/>
        <a:p>
          <a:r>
            <a:rPr lang="en-US"/>
            <a:t>Home</a:t>
          </a:r>
        </a:p>
      </dgm:t>
    </dgm:pt>
    <dgm:pt modelId="{E8D7E59E-97D7-41DC-8E68-2C83B904DBB1}" type="parTrans" cxnId="{4766E101-57FC-480E-98AD-D639F77DA0A7}">
      <dgm:prSet/>
      <dgm:spPr/>
      <dgm:t>
        <a:bodyPr/>
        <a:lstStyle/>
        <a:p>
          <a:endParaRPr lang="en-US"/>
        </a:p>
      </dgm:t>
    </dgm:pt>
    <dgm:pt modelId="{DF4A6A9C-183C-4103-B125-5A3DFA2E14BF}" type="sibTrans" cxnId="{4766E101-57FC-480E-98AD-D639F77DA0A7}">
      <dgm:prSet/>
      <dgm:spPr/>
      <dgm:t>
        <a:bodyPr/>
        <a:lstStyle/>
        <a:p>
          <a:endParaRPr lang="en-US"/>
        </a:p>
      </dgm:t>
    </dgm:pt>
    <dgm:pt modelId="{52A47AC9-53AF-4CAD-890E-7251056095B6}">
      <dgm:prSet phldrT="[Text]"/>
      <dgm:spPr/>
      <dgm:t>
        <a:bodyPr/>
        <a:lstStyle/>
        <a:p>
          <a:r>
            <a:rPr lang="en-US"/>
            <a:t>Ski and Snowboard</a:t>
          </a:r>
        </a:p>
      </dgm:t>
    </dgm:pt>
    <dgm:pt modelId="{ED9539E0-D2A0-43B6-98A1-383F8C1A4555}" type="parTrans" cxnId="{7020625B-6214-4036-9E0C-7580DAF56129}">
      <dgm:prSet/>
      <dgm:spPr/>
      <dgm:t>
        <a:bodyPr/>
        <a:lstStyle/>
        <a:p>
          <a:endParaRPr lang="en-US"/>
        </a:p>
      </dgm:t>
    </dgm:pt>
    <dgm:pt modelId="{476856C2-0B7F-4A12-83D9-552BFA9AE1BC}" type="sibTrans" cxnId="{7020625B-6214-4036-9E0C-7580DAF56129}">
      <dgm:prSet/>
      <dgm:spPr/>
      <dgm:t>
        <a:bodyPr/>
        <a:lstStyle/>
        <a:p>
          <a:endParaRPr lang="en-US"/>
        </a:p>
      </dgm:t>
    </dgm:pt>
    <dgm:pt modelId="{4D137591-309D-4DF9-9A13-01F52DC678C4}">
      <dgm:prSet phldrT="[Text]"/>
      <dgm:spPr/>
      <dgm:t>
        <a:bodyPr/>
        <a:lstStyle/>
        <a:p>
          <a:r>
            <a:rPr lang="en-US"/>
            <a:t>Snow Mobile</a:t>
          </a:r>
        </a:p>
      </dgm:t>
    </dgm:pt>
    <dgm:pt modelId="{ED177B97-6561-4767-A06A-669084BF4EA9}" type="parTrans" cxnId="{D3D51650-47B1-4603-BCC6-BEF5E18A74E6}">
      <dgm:prSet/>
      <dgm:spPr/>
      <dgm:t>
        <a:bodyPr/>
        <a:lstStyle/>
        <a:p>
          <a:endParaRPr lang="en-US"/>
        </a:p>
      </dgm:t>
    </dgm:pt>
    <dgm:pt modelId="{4C1AE74D-7262-4704-A272-25438DED610D}" type="sibTrans" cxnId="{D3D51650-47B1-4603-BCC6-BEF5E18A74E6}">
      <dgm:prSet/>
      <dgm:spPr/>
      <dgm:t>
        <a:bodyPr/>
        <a:lstStyle/>
        <a:p>
          <a:endParaRPr lang="en-US"/>
        </a:p>
      </dgm:t>
    </dgm:pt>
    <dgm:pt modelId="{7D63FDC0-04B6-4CB2-B108-091BF80A4CEE}">
      <dgm:prSet phldrT="[Text]"/>
      <dgm:spPr/>
      <dgm:t>
        <a:bodyPr/>
        <a:lstStyle/>
        <a:p>
          <a:r>
            <a:rPr lang="en-US"/>
            <a:t>The Village</a:t>
          </a:r>
        </a:p>
      </dgm:t>
    </dgm:pt>
    <dgm:pt modelId="{2DB61AB9-6587-4F8F-A437-FB860E1D0A62}" type="parTrans" cxnId="{C5163721-2F3F-47A8-AC63-42123A033FD9}">
      <dgm:prSet/>
      <dgm:spPr/>
      <dgm:t>
        <a:bodyPr/>
        <a:lstStyle/>
        <a:p>
          <a:endParaRPr lang="en-US"/>
        </a:p>
      </dgm:t>
    </dgm:pt>
    <dgm:pt modelId="{1284DF56-D482-43A9-8C09-65E38621ACC6}" type="sibTrans" cxnId="{C5163721-2F3F-47A8-AC63-42123A033FD9}">
      <dgm:prSet/>
      <dgm:spPr/>
      <dgm:t>
        <a:bodyPr/>
        <a:lstStyle/>
        <a:p>
          <a:endParaRPr lang="en-US"/>
        </a:p>
      </dgm:t>
    </dgm:pt>
    <dgm:pt modelId="{C982DAFB-D194-4B42-8ADB-F57E927E1726}" type="pres">
      <dgm:prSet presAssocID="{AA9E256A-6539-431C-B4F1-C88267BF51B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972C60C3-4D24-4712-9083-EFD689606705}" type="pres">
      <dgm:prSet presAssocID="{9E09AA19-AA2C-4C56-B032-ECEE424ADB8B}" presName="hierRoot1" presStyleCnt="0">
        <dgm:presLayoutVars>
          <dgm:hierBranch val="init"/>
        </dgm:presLayoutVars>
      </dgm:prSet>
      <dgm:spPr/>
    </dgm:pt>
    <dgm:pt modelId="{27A1A3A0-6770-4671-A01B-892726E2A0DF}" type="pres">
      <dgm:prSet presAssocID="{9E09AA19-AA2C-4C56-B032-ECEE424ADB8B}" presName="rootComposite1" presStyleCnt="0"/>
      <dgm:spPr/>
    </dgm:pt>
    <dgm:pt modelId="{65393370-5628-44E3-870A-FC24F8A8F635}" type="pres">
      <dgm:prSet presAssocID="{9E09AA19-AA2C-4C56-B032-ECEE424ADB8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F34F7B7-2685-4D03-A588-9B9A9CE00E72}" type="pres">
      <dgm:prSet presAssocID="{9E09AA19-AA2C-4C56-B032-ECEE424ADB8B}" presName="rootConnector1" presStyleLbl="node1" presStyleIdx="0" presStyleCnt="0"/>
      <dgm:spPr/>
      <dgm:t>
        <a:bodyPr/>
        <a:lstStyle/>
        <a:p>
          <a:endParaRPr lang="en-US"/>
        </a:p>
      </dgm:t>
    </dgm:pt>
    <dgm:pt modelId="{CB8EF53F-9DCA-44A1-9A44-61F7636E304B}" type="pres">
      <dgm:prSet presAssocID="{9E09AA19-AA2C-4C56-B032-ECEE424ADB8B}" presName="hierChild2" presStyleCnt="0"/>
      <dgm:spPr/>
    </dgm:pt>
    <dgm:pt modelId="{FA10E676-1B47-4007-A3FD-E32ACB774CE4}" type="pres">
      <dgm:prSet presAssocID="{ED9539E0-D2A0-43B6-98A1-383F8C1A4555}" presName="Name37" presStyleLbl="parChTrans1D2" presStyleIdx="0" presStyleCnt="3"/>
      <dgm:spPr/>
      <dgm:t>
        <a:bodyPr/>
        <a:lstStyle/>
        <a:p>
          <a:endParaRPr lang="en-US"/>
        </a:p>
      </dgm:t>
    </dgm:pt>
    <dgm:pt modelId="{23640D54-B74E-4307-8BCB-20B5AFBF37CA}" type="pres">
      <dgm:prSet presAssocID="{52A47AC9-53AF-4CAD-890E-7251056095B6}" presName="hierRoot2" presStyleCnt="0">
        <dgm:presLayoutVars>
          <dgm:hierBranch val="init"/>
        </dgm:presLayoutVars>
      </dgm:prSet>
      <dgm:spPr/>
    </dgm:pt>
    <dgm:pt modelId="{BC66F38C-92D2-4467-B1A1-59C031E40616}" type="pres">
      <dgm:prSet presAssocID="{52A47AC9-53AF-4CAD-890E-7251056095B6}" presName="rootComposite" presStyleCnt="0"/>
      <dgm:spPr/>
    </dgm:pt>
    <dgm:pt modelId="{1AC2FBE6-F955-43FC-BEEE-55E876317954}" type="pres">
      <dgm:prSet presAssocID="{52A47AC9-53AF-4CAD-890E-7251056095B6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710806-2068-4F1D-A4C4-4AD4258218B4}" type="pres">
      <dgm:prSet presAssocID="{52A47AC9-53AF-4CAD-890E-7251056095B6}" presName="rootConnector" presStyleLbl="node2" presStyleIdx="0" presStyleCnt="3"/>
      <dgm:spPr/>
      <dgm:t>
        <a:bodyPr/>
        <a:lstStyle/>
        <a:p>
          <a:endParaRPr lang="en-US"/>
        </a:p>
      </dgm:t>
    </dgm:pt>
    <dgm:pt modelId="{5E6D4D0E-FC88-442B-A3D8-E6A7D6502C37}" type="pres">
      <dgm:prSet presAssocID="{52A47AC9-53AF-4CAD-890E-7251056095B6}" presName="hierChild4" presStyleCnt="0"/>
      <dgm:spPr/>
    </dgm:pt>
    <dgm:pt modelId="{7EE9C5A9-426E-42CB-B29E-A651DB162CA6}" type="pres">
      <dgm:prSet presAssocID="{52A47AC9-53AF-4CAD-890E-7251056095B6}" presName="hierChild5" presStyleCnt="0"/>
      <dgm:spPr/>
    </dgm:pt>
    <dgm:pt modelId="{66745BA8-2EDD-452B-90C8-01C499DF0CF0}" type="pres">
      <dgm:prSet presAssocID="{ED177B97-6561-4767-A06A-669084BF4EA9}" presName="Name37" presStyleLbl="parChTrans1D2" presStyleIdx="1" presStyleCnt="3"/>
      <dgm:spPr/>
      <dgm:t>
        <a:bodyPr/>
        <a:lstStyle/>
        <a:p>
          <a:endParaRPr lang="en-US"/>
        </a:p>
      </dgm:t>
    </dgm:pt>
    <dgm:pt modelId="{7CAF60BE-B3C1-43F4-9CBE-D90F70B4C7F2}" type="pres">
      <dgm:prSet presAssocID="{4D137591-309D-4DF9-9A13-01F52DC678C4}" presName="hierRoot2" presStyleCnt="0">
        <dgm:presLayoutVars>
          <dgm:hierBranch val="init"/>
        </dgm:presLayoutVars>
      </dgm:prSet>
      <dgm:spPr/>
    </dgm:pt>
    <dgm:pt modelId="{CFA2C4CB-538A-4433-9195-79339A4B76E1}" type="pres">
      <dgm:prSet presAssocID="{4D137591-309D-4DF9-9A13-01F52DC678C4}" presName="rootComposite" presStyleCnt="0"/>
      <dgm:spPr/>
    </dgm:pt>
    <dgm:pt modelId="{CF8BB6CE-0184-4B00-8453-ABFF2FACB102}" type="pres">
      <dgm:prSet presAssocID="{4D137591-309D-4DF9-9A13-01F52DC678C4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FE1287D-264E-49AE-A074-B2A22B500430}" type="pres">
      <dgm:prSet presAssocID="{4D137591-309D-4DF9-9A13-01F52DC678C4}" presName="rootConnector" presStyleLbl="node2" presStyleIdx="1" presStyleCnt="3"/>
      <dgm:spPr/>
      <dgm:t>
        <a:bodyPr/>
        <a:lstStyle/>
        <a:p>
          <a:endParaRPr lang="en-US"/>
        </a:p>
      </dgm:t>
    </dgm:pt>
    <dgm:pt modelId="{6A1ABE0E-A907-47BA-81A1-7BA308827BD7}" type="pres">
      <dgm:prSet presAssocID="{4D137591-309D-4DF9-9A13-01F52DC678C4}" presName="hierChild4" presStyleCnt="0"/>
      <dgm:spPr/>
    </dgm:pt>
    <dgm:pt modelId="{9A8953E9-50F8-4062-A16B-D7E96CB6BC5A}" type="pres">
      <dgm:prSet presAssocID="{4D137591-309D-4DF9-9A13-01F52DC678C4}" presName="hierChild5" presStyleCnt="0"/>
      <dgm:spPr/>
    </dgm:pt>
    <dgm:pt modelId="{A5249D6E-D3DA-41D7-A186-F24DDAC56712}" type="pres">
      <dgm:prSet presAssocID="{2DB61AB9-6587-4F8F-A437-FB860E1D0A62}" presName="Name37" presStyleLbl="parChTrans1D2" presStyleIdx="2" presStyleCnt="3"/>
      <dgm:spPr/>
      <dgm:t>
        <a:bodyPr/>
        <a:lstStyle/>
        <a:p>
          <a:endParaRPr lang="en-US"/>
        </a:p>
      </dgm:t>
    </dgm:pt>
    <dgm:pt modelId="{E9CE8BDA-7ACB-4FC5-95FF-5B16D13CEEF2}" type="pres">
      <dgm:prSet presAssocID="{7D63FDC0-04B6-4CB2-B108-091BF80A4CEE}" presName="hierRoot2" presStyleCnt="0">
        <dgm:presLayoutVars>
          <dgm:hierBranch val="init"/>
        </dgm:presLayoutVars>
      </dgm:prSet>
      <dgm:spPr/>
    </dgm:pt>
    <dgm:pt modelId="{536EA831-A958-4CD3-BD00-8BC787944E0B}" type="pres">
      <dgm:prSet presAssocID="{7D63FDC0-04B6-4CB2-B108-091BF80A4CEE}" presName="rootComposite" presStyleCnt="0"/>
      <dgm:spPr/>
    </dgm:pt>
    <dgm:pt modelId="{7E614FF3-7D9A-4016-B091-2711DFC63F5A}" type="pres">
      <dgm:prSet presAssocID="{7D63FDC0-04B6-4CB2-B108-091BF80A4CEE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03484F-FEC8-422F-994B-76401A8B1590}" type="pres">
      <dgm:prSet presAssocID="{7D63FDC0-04B6-4CB2-B108-091BF80A4CEE}" presName="rootConnector" presStyleLbl="node2" presStyleIdx="2" presStyleCnt="3"/>
      <dgm:spPr/>
      <dgm:t>
        <a:bodyPr/>
        <a:lstStyle/>
        <a:p>
          <a:endParaRPr lang="en-US"/>
        </a:p>
      </dgm:t>
    </dgm:pt>
    <dgm:pt modelId="{6376D36A-F735-439F-9B7D-10D857B7EA2B}" type="pres">
      <dgm:prSet presAssocID="{7D63FDC0-04B6-4CB2-B108-091BF80A4CEE}" presName="hierChild4" presStyleCnt="0"/>
      <dgm:spPr/>
    </dgm:pt>
    <dgm:pt modelId="{A52D905A-6FBC-4576-A5E4-B0F888BB54DC}" type="pres">
      <dgm:prSet presAssocID="{7D63FDC0-04B6-4CB2-B108-091BF80A4CEE}" presName="hierChild5" presStyleCnt="0"/>
      <dgm:spPr/>
    </dgm:pt>
    <dgm:pt modelId="{D9B81B43-072F-4C35-B504-C05FC0B2B763}" type="pres">
      <dgm:prSet presAssocID="{9E09AA19-AA2C-4C56-B032-ECEE424ADB8B}" presName="hierChild3" presStyleCnt="0"/>
      <dgm:spPr/>
    </dgm:pt>
  </dgm:ptLst>
  <dgm:cxnLst>
    <dgm:cxn modelId="{A078B481-A656-48AB-85E1-80C7AA9F97C4}" type="presOf" srcId="{52A47AC9-53AF-4CAD-890E-7251056095B6}" destId="{B4710806-2068-4F1D-A4C4-4AD4258218B4}" srcOrd="1" destOrd="0" presId="urn:microsoft.com/office/officeart/2005/8/layout/orgChart1"/>
    <dgm:cxn modelId="{72F381C8-622D-4123-9269-8B7F2445A039}" type="presOf" srcId="{4D137591-309D-4DF9-9A13-01F52DC678C4}" destId="{CF8BB6CE-0184-4B00-8453-ABFF2FACB102}" srcOrd="0" destOrd="0" presId="urn:microsoft.com/office/officeart/2005/8/layout/orgChart1"/>
    <dgm:cxn modelId="{31C6F3DA-7BC9-4110-8346-37FD41B46DDD}" type="presOf" srcId="{ED9539E0-D2A0-43B6-98A1-383F8C1A4555}" destId="{FA10E676-1B47-4007-A3FD-E32ACB774CE4}" srcOrd="0" destOrd="0" presId="urn:microsoft.com/office/officeart/2005/8/layout/orgChart1"/>
    <dgm:cxn modelId="{DFD24790-75F5-4E7A-A4AE-0ECECA4C6C8F}" type="presOf" srcId="{9E09AA19-AA2C-4C56-B032-ECEE424ADB8B}" destId="{65393370-5628-44E3-870A-FC24F8A8F635}" srcOrd="0" destOrd="0" presId="urn:microsoft.com/office/officeart/2005/8/layout/orgChart1"/>
    <dgm:cxn modelId="{67AC2028-5211-4A0B-873F-01EA680609A0}" type="presOf" srcId="{7D63FDC0-04B6-4CB2-B108-091BF80A4CEE}" destId="{3D03484F-FEC8-422F-994B-76401A8B1590}" srcOrd="1" destOrd="0" presId="urn:microsoft.com/office/officeart/2005/8/layout/orgChart1"/>
    <dgm:cxn modelId="{BA29F518-ACD0-49FC-A1D0-A34BA85E45F3}" type="presOf" srcId="{52A47AC9-53AF-4CAD-890E-7251056095B6}" destId="{1AC2FBE6-F955-43FC-BEEE-55E876317954}" srcOrd="0" destOrd="0" presId="urn:microsoft.com/office/officeart/2005/8/layout/orgChart1"/>
    <dgm:cxn modelId="{C0D3D918-1257-4782-BC11-D46974C7120E}" type="presOf" srcId="{2DB61AB9-6587-4F8F-A437-FB860E1D0A62}" destId="{A5249D6E-D3DA-41D7-A186-F24DDAC56712}" srcOrd="0" destOrd="0" presId="urn:microsoft.com/office/officeart/2005/8/layout/orgChart1"/>
    <dgm:cxn modelId="{D3D51650-47B1-4603-BCC6-BEF5E18A74E6}" srcId="{9E09AA19-AA2C-4C56-B032-ECEE424ADB8B}" destId="{4D137591-309D-4DF9-9A13-01F52DC678C4}" srcOrd="1" destOrd="0" parTransId="{ED177B97-6561-4767-A06A-669084BF4EA9}" sibTransId="{4C1AE74D-7262-4704-A272-25438DED610D}"/>
    <dgm:cxn modelId="{51EE2B13-08C3-4C56-B070-3258988018B8}" type="presOf" srcId="{4D137591-309D-4DF9-9A13-01F52DC678C4}" destId="{9FE1287D-264E-49AE-A074-B2A22B500430}" srcOrd="1" destOrd="0" presId="urn:microsoft.com/office/officeart/2005/8/layout/orgChart1"/>
    <dgm:cxn modelId="{CC70AF5F-BDAD-4B37-8737-4324DA75B135}" type="presOf" srcId="{ED177B97-6561-4767-A06A-669084BF4EA9}" destId="{66745BA8-2EDD-452B-90C8-01C499DF0CF0}" srcOrd="0" destOrd="0" presId="urn:microsoft.com/office/officeart/2005/8/layout/orgChart1"/>
    <dgm:cxn modelId="{C5163721-2F3F-47A8-AC63-42123A033FD9}" srcId="{9E09AA19-AA2C-4C56-B032-ECEE424ADB8B}" destId="{7D63FDC0-04B6-4CB2-B108-091BF80A4CEE}" srcOrd="2" destOrd="0" parTransId="{2DB61AB9-6587-4F8F-A437-FB860E1D0A62}" sibTransId="{1284DF56-D482-43A9-8C09-65E38621ACC6}"/>
    <dgm:cxn modelId="{8E84EA1D-8533-448A-9C6A-386928DE7196}" type="presOf" srcId="{7D63FDC0-04B6-4CB2-B108-091BF80A4CEE}" destId="{7E614FF3-7D9A-4016-B091-2711DFC63F5A}" srcOrd="0" destOrd="0" presId="urn:microsoft.com/office/officeart/2005/8/layout/orgChart1"/>
    <dgm:cxn modelId="{7020625B-6214-4036-9E0C-7580DAF56129}" srcId="{9E09AA19-AA2C-4C56-B032-ECEE424ADB8B}" destId="{52A47AC9-53AF-4CAD-890E-7251056095B6}" srcOrd="0" destOrd="0" parTransId="{ED9539E0-D2A0-43B6-98A1-383F8C1A4555}" sibTransId="{476856C2-0B7F-4A12-83D9-552BFA9AE1BC}"/>
    <dgm:cxn modelId="{2261D786-28E4-4F0F-88ED-DBAF9CA1DF36}" type="presOf" srcId="{9E09AA19-AA2C-4C56-B032-ECEE424ADB8B}" destId="{3F34F7B7-2685-4D03-A588-9B9A9CE00E72}" srcOrd="1" destOrd="0" presId="urn:microsoft.com/office/officeart/2005/8/layout/orgChart1"/>
    <dgm:cxn modelId="{4766E101-57FC-480E-98AD-D639F77DA0A7}" srcId="{AA9E256A-6539-431C-B4F1-C88267BF51B3}" destId="{9E09AA19-AA2C-4C56-B032-ECEE424ADB8B}" srcOrd="0" destOrd="0" parTransId="{E8D7E59E-97D7-41DC-8E68-2C83B904DBB1}" sibTransId="{DF4A6A9C-183C-4103-B125-5A3DFA2E14BF}"/>
    <dgm:cxn modelId="{86B5D4A4-7F1D-411C-8BED-8587D56F3819}" type="presOf" srcId="{AA9E256A-6539-431C-B4F1-C88267BF51B3}" destId="{C982DAFB-D194-4B42-8ADB-F57E927E1726}" srcOrd="0" destOrd="0" presId="urn:microsoft.com/office/officeart/2005/8/layout/orgChart1"/>
    <dgm:cxn modelId="{BD9630C4-5D9B-49BE-BB15-FF05D89C7D2D}" type="presParOf" srcId="{C982DAFB-D194-4B42-8ADB-F57E927E1726}" destId="{972C60C3-4D24-4712-9083-EFD689606705}" srcOrd="0" destOrd="0" presId="urn:microsoft.com/office/officeart/2005/8/layout/orgChart1"/>
    <dgm:cxn modelId="{AA6F9049-11E5-4E46-B1B3-076F13B535E3}" type="presParOf" srcId="{972C60C3-4D24-4712-9083-EFD689606705}" destId="{27A1A3A0-6770-4671-A01B-892726E2A0DF}" srcOrd="0" destOrd="0" presId="urn:microsoft.com/office/officeart/2005/8/layout/orgChart1"/>
    <dgm:cxn modelId="{7A4AED1F-95E5-4A40-B059-74D0461CCE83}" type="presParOf" srcId="{27A1A3A0-6770-4671-A01B-892726E2A0DF}" destId="{65393370-5628-44E3-870A-FC24F8A8F635}" srcOrd="0" destOrd="0" presId="urn:microsoft.com/office/officeart/2005/8/layout/orgChart1"/>
    <dgm:cxn modelId="{307802BE-442D-4781-B10F-1BDAC0B21040}" type="presParOf" srcId="{27A1A3A0-6770-4671-A01B-892726E2A0DF}" destId="{3F34F7B7-2685-4D03-A588-9B9A9CE00E72}" srcOrd="1" destOrd="0" presId="urn:microsoft.com/office/officeart/2005/8/layout/orgChart1"/>
    <dgm:cxn modelId="{27F82B7F-14F5-4EC9-B6D2-9995DEC16933}" type="presParOf" srcId="{972C60C3-4D24-4712-9083-EFD689606705}" destId="{CB8EF53F-9DCA-44A1-9A44-61F7636E304B}" srcOrd="1" destOrd="0" presId="urn:microsoft.com/office/officeart/2005/8/layout/orgChart1"/>
    <dgm:cxn modelId="{D48C45EB-D696-4AA4-BFE6-F368AB920235}" type="presParOf" srcId="{CB8EF53F-9DCA-44A1-9A44-61F7636E304B}" destId="{FA10E676-1B47-4007-A3FD-E32ACB774CE4}" srcOrd="0" destOrd="0" presId="urn:microsoft.com/office/officeart/2005/8/layout/orgChart1"/>
    <dgm:cxn modelId="{31B27914-9C6B-4AEF-AEBE-74DF8A68B883}" type="presParOf" srcId="{CB8EF53F-9DCA-44A1-9A44-61F7636E304B}" destId="{23640D54-B74E-4307-8BCB-20B5AFBF37CA}" srcOrd="1" destOrd="0" presId="urn:microsoft.com/office/officeart/2005/8/layout/orgChart1"/>
    <dgm:cxn modelId="{68E283B6-C47A-49F2-8F5B-9B51B4CD86E1}" type="presParOf" srcId="{23640D54-B74E-4307-8BCB-20B5AFBF37CA}" destId="{BC66F38C-92D2-4467-B1A1-59C031E40616}" srcOrd="0" destOrd="0" presId="urn:microsoft.com/office/officeart/2005/8/layout/orgChart1"/>
    <dgm:cxn modelId="{17C5C4D1-2785-4DC7-AD7C-D1994A78380A}" type="presParOf" srcId="{BC66F38C-92D2-4467-B1A1-59C031E40616}" destId="{1AC2FBE6-F955-43FC-BEEE-55E876317954}" srcOrd="0" destOrd="0" presId="urn:microsoft.com/office/officeart/2005/8/layout/orgChart1"/>
    <dgm:cxn modelId="{85DBA725-C099-4D19-8680-EAF31FE5F873}" type="presParOf" srcId="{BC66F38C-92D2-4467-B1A1-59C031E40616}" destId="{B4710806-2068-4F1D-A4C4-4AD4258218B4}" srcOrd="1" destOrd="0" presId="urn:microsoft.com/office/officeart/2005/8/layout/orgChart1"/>
    <dgm:cxn modelId="{09A514C2-EDA9-4C14-A308-2036E532A632}" type="presParOf" srcId="{23640D54-B74E-4307-8BCB-20B5AFBF37CA}" destId="{5E6D4D0E-FC88-442B-A3D8-E6A7D6502C37}" srcOrd="1" destOrd="0" presId="urn:microsoft.com/office/officeart/2005/8/layout/orgChart1"/>
    <dgm:cxn modelId="{65B5FAA2-8893-478F-A989-D5D7CDACFB8F}" type="presParOf" srcId="{23640D54-B74E-4307-8BCB-20B5AFBF37CA}" destId="{7EE9C5A9-426E-42CB-B29E-A651DB162CA6}" srcOrd="2" destOrd="0" presId="urn:microsoft.com/office/officeart/2005/8/layout/orgChart1"/>
    <dgm:cxn modelId="{509FCA6D-DAD2-4E40-AF63-51929BE373AB}" type="presParOf" srcId="{CB8EF53F-9DCA-44A1-9A44-61F7636E304B}" destId="{66745BA8-2EDD-452B-90C8-01C499DF0CF0}" srcOrd="2" destOrd="0" presId="urn:microsoft.com/office/officeart/2005/8/layout/orgChart1"/>
    <dgm:cxn modelId="{09F6F708-0444-44F7-83E4-B48503ED4337}" type="presParOf" srcId="{CB8EF53F-9DCA-44A1-9A44-61F7636E304B}" destId="{7CAF60BE-B3C1-43F4-9CBE-D90F70B4C7F2}" srcOrd="3" destOrd="0" presId="urn:microsoft.com/office/officeart/2005/8/layout/orgChart1"/>
    <dgm:cxn modelId="{73FD0D7D-264A-4A06-9E85-43DFF0BEAF31}" type="presParOf" srcId="{7CAF60BE-B3C1-43F4-9CBE-D90F70B4C7F2}" destId="{CFA2C4CB-538A-4433-9195-79339A4B76E1}" srcOrd="0" destOrd="0" presId="urn:microsoft.com/office/officeart/2005/8/layout/orgChart1"/>
    <dgm:cxn modelId="{53471C1C-4119-405F-9549-C8F2ED8B6D96}" type="presParOf" srcId="{CFA2C4CB-538A-4433-9195-79339A4B76E1}" destId="{CF8BB6CE-0184-4B00-8453-ABFF2FACB102}" srcOrd="0" destOrd="0" presId="urn:microsoft.com/office/officeart/2005/8/layout/orgChart1"/>
    <dgm:cxn modelId="{EE1BEEF5-69AC-43FE-B9F7-92CD9FB8BEF9}" type="presParOf" srcId="{CFA2C4CB-538A-4433-9195-79339A4B76E1}" destId="{9FE1287D-264E-49AE-A074-B2A22B500430}" srcOrd="1" destOrd="0" presId="urn:microsoft.com/office/officeart/2005/8/layout/orgChart1"/>
    <dgm:cxn modelId="{F1500814-99DB-4DC4-9AE9-D03A6DCF0569}" type="presParOf" srcId="{7CAF60BE-B3C1-43F4-9CBE-D90F70B4C7F2}" destId="{6A1ABE0E-A907-47BA-81A1-7BA308827BD7}" srcOrd="1" destOrd="0" presId="urn:microsoft.com/office/officeart/2005/8/layout/orgChart1"/>
    <dgm:cxn modelId="{E99BBE3D-3528-4990-A356-5AE3046B0EE4}" type="presParOf" srcId="{7CAF60BE-B3C1-43F4-9CBE-D90F70B4C7F2}" destId="{9A8953E9-50F8-4062-A16B-D7E96CB6BC5A}" srcOrd="2" destOrd="0" presId="urn:microsoft.com/office/officeart/2005/8/layout/orgChart1"/>
    <dgm:cxn modelId="{9D7D6D48-4732-4D5B-A7A3-40CE1705F700}" type="presParOf" srcId="{CB8EF53F-9DCA-44A1-9A44-61F7636E304B}" destId="{A5249D6E-D3DA-41D7-A186-F24DDAC56712}" srcOrd="4" destOrd="0" presId="urn:microsoft.com/office/officeart/2005/8/layout/orgChart1"/>
    <dgm:cxn modelId="{BBD02C0B-942F-4AB2-938C-340D0D079FEE}" type="presParOf" srcId="{CB8EF53F-9DCA-44A1-9A44-61F7636E304B}" destId="{E9CE8BDA-7ACB-4FC5-95FF-5B16D13CEEF2}" srcOrd="5" destOrd="0" presId="urn:microsoft.com/office/officeart/2005/8/layout/orgChart1"/>
    <dgm:cxn modelId="{25C90633-170B-47EA-9041-8B0CE31D1574}" type="presParOf" srcId="{E9CE8BDA-7ACB-4FC5-95FF-5B16D13CEEF2}" destId="{536EA831-A958-4CD3-BD00-8BC787944E0B}" srcOrd="0" destOrd="0" presId="urn:microsoft.com/office/officeart/2005/8/layout/orgChart1"/>
    <dgm:cxn modelId="{27AE8728-185B-4128-ADAF-C04A246AF5B2}" type="presParOf" srcId="{536EA831-A958-4CD3-BD00-8BC787944E0B}" destId="{7E614FF3-7D9A-4016-B091-2711DFC63F5A}" srcOrd="0" destOrd="0" presId="urn:microsoft.com/office/officeart/2005/8/layout/orgChart1"/>
    <dgm:cxn modelId="{8A5A5CA3-3A7F-4104-827D-E6FAA8690F2E}" type="presParOf" srcId="{536EA831-A958-4CD3-BD00-8BC787944E0B}" destId="{3D03484F-FEC8-422F-994B-76401A8B1590}" srcOrd="1" destOrd="0" presId="urn:microsoft.com/office/officeart/2005/8/layout/orgChart1"/>
    <dgm:cxn modelId="{476C3C8F-0151-4F2E-92CD-49FB15E41D9D}" type="presParOf" srcId="{E9CE8BDA-7ACB-4FC5-95FF-5B16D13CEEF2}" destId="{6376D36A-F735-439F-9B7D-10D857B7EA2B}" srcOrd="1" destOrd="0" presId="urn:microsoft.com/office/officeart/2005/8/layout/orgChart1"/>
    <dgm:cxn modelId="{E5895FA0-6CF1-409E-B36B-DC03646217BC}" type="presParOf" srcId="{E9CE8BDA-7ACB-4FC5-95FF-5B16D13CEEF2}" destId="{A52D905A-6FBC-4576-A5E4-B0F888BB54DC}" srcOrd="2" destOrd="0" presId="urn:microsoft.com/office/officeart/2005/8/layout/orgChart1"/>
    <dgm:cxn modelId="{C913857F-A335-47D0-81F2-A41CD9EB577C}" type="presParOf" srcId="{972C60C3-4D24-4712-9083-EFD689606705}" destId="{D9B81B43-072F-4C35-B504-C05FC0B2B76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249D6E-D3DA-41D7-A186-F24DDAC56712}">
      <dsp:nvSpPr>
        <dsp:cNvPr id="0" name=""/>
        <dsp:cNvSpPr/>
      </dsp:nvSpPr>
      <dsp:spPr>
        <a:xfrm>
          <a:off x="2743200" y="1101580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8419"/>
              </a:lnTo>
              <a:lnTo>
                <a:pt x="1940834" y="168419"/>
              </a:lnTo>
              <a:lnTo>
                <a:pt x="1940834" y="33683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745BA8-2EDD-452B-90C8-01C499DF0CF0}">
      <dsp:nvSpPr>
        <dsp:cNvPr id="0" name=""/>
        <dsp:cNvSpPr/>
      </dsp:nvSpPr>
      <dsp:spPr>
        <a:xfrm>
          <a:off x="2697479" y="1101580"/>
          <a:ext cx="91440" cy="33683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683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10E676-1B47-4007-A3FD-E32ACB774CE4}">
      <dsp:nvSpPr>
        <dsp:cNvPr id="0" name=""/>
        <dsp:cNvSpPr/>
      </dsp:nvSpPr>
      <dsp:spPr>
        <a:xfrm>
          <a:off x="802365" y="1101580"/>
          <a:ext cx="1940834" cy="336838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68419"/>
              </a:lnTo>
              <a:lnTo>
                <a:pt x="0" y="168419"/>
              </a:lnTo>
              <a:lnTo>
                <a:pt x="0" y="33683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393370-5628-44E3-870A-FC24F8A8F635}">
      <dsp:nvSpPr>
        <dsp:cNvPr id="0" name=""/>
        <dsp:cNvSpPr/>
      </dsp:nvSpPr>
      <dsp:spPr>
        <a:xfrm>
          <a:off x="1941202" y="299582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Home</a:t>
          </a:r>
        </a:p>
      </dsp:txBody>
      <dsp:txXfrm>
        <a:off x="1941202" y="299582"/>
        <a:ext cx="1603995" cy="801997"/>
      </dsp:txXfrm>
    </dsp:sp>
    <dsp:sp modelId="{1AC2FBE6-F955-43FC-BEEE-55E876317954}">
      <dsp:nvSpPr>
        <dsp:cNvPr id="0" name=""/>
        <dsp:cNvSpPr/>
      </dsp:nvSpPr>
      <dsp:spPr>
        <a:xfrm>
          <a:off x="368" y="1438419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Ski and Snowboard</a:t>
          </a:r>
        </a:p>
      </dsp:txBody>
      <dsp:txXfrm>
        <a:off x="368" y="1438419"/>
        <a:ext cx="1603995" cy="801997"/>
      </dsp:txXfrm>
    </dsp:sp>
    <dsp:sp modelId="{CF8BB6CE-0184-4B00-8453-ABFF2FACB102}">
      <dsp:nvSpPr>
        <dsp:cNvPr id="0" name=""/>
        <dsp:cNvSpPr/>
      </dsp:nvSpPr>
      <dsp:spPr>
        <a:xfrm>
          <a:off x="1941202" y="1438419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Snow Mobile</a:t>
          </a:r>
        </a:p>
      </dsp:txBody>
      <dsp:txXfrm>
        <a:off x="1941202" y="1438419"/>
        <a:ext cx="1603995" cy="801997"/>
      </dsp:txXfrm>
    </dsp:sp>
    <dsp:sp modelId="{7E614FF3-7D9A-4016-B091-2711DFC63F5A}">
      <dsp:nvSpPr>
        <dsp:cNvPr id="0" name=""/>
        <dsp:cNvSpPr/>
      </dsp:nvSpPr>
      <dsp:spPr>
        <a:xfrm>
          <a:off x="3882036" y="1438419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The Village</a:t>
          </a:r>
        </a:p>
      </dsp:txBody>
      <dsp:txXfrm>
        <a:off x="3882036" y="1438419"/>
        <a:ext cx="1603995" cy="8019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C0C034442F4C12A3FF70007CCAE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69198-99A0-4F7B-A01C-0DCA239D905B}"/>
      </w:docPartPr>
      <w:docPartBody>
        <w:p w:rsidR="00412D60" w:rsidRDefault="00D46482" w:rsidP="00D46482">
          <w:pPr>
            <w:pStyle w:val="40C0C034442F4C12A3FF70007CCAECE0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BCB01E1DADE34E98BC8F6BE731AC7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16AFE-1A70-4AFB-8FB2-46DC0886F26C}"/>
      </w:docPartPr>
      <w:docPartBody>
        <w:p w:rsidR="00412D60" w:rsidRDefault="00D46482" w:rsidP="00D46482">
          <w:pPr>
            <w:pStyle w:val="BCB01E1DADE34E98BC8F6BE731AC7E25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D442B8F77D5E4652B56F44FCAABB2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AEB81-2C61-4745-9D4D-49FF4342D728}"/>
      </w:docPartPr>
      <w:docPartBody>
        <w:p w:rsidR="00FE07D0" w:rsidRDefault="00DB41CF" w:rsidP="00DB41CF">
          <w:pPr>
            <w:pStyle w:val="D442B8F77D5E4652B56F44FCAABB2A0F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F70CF3BDADFF47ED850D6859DB672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F618E-5FFA-4BEB-BA36-F579167A316F}"/>
      </w:docPartPr>
      <w:docPartBody>
        <w:p w:rsidR="00FE07D0" w:rsidRDefault="00DB41CF" w:rsidP="00DB41CF">
          <w:pPr>
            <w:pStyle w:val="F70CF3BDADFF47ED850D6859DB6726F7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5C8E4C40C9BF4A3A8DFF225C12892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40723-F6BE-484C-A0D5-512FBD16A960}"/>
      </w:docPartPr>
      <w:docPartBody>
        <w:p w:rsidR="00FE07D0" w:rsidRDefault="00DB41CF" w:rsidP="00DB41CF">
          <w:pPr>
            <w:pStyle w:val="5C8E4C40C9BF4A3A8DFF225C12892778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E4330114D4D644D3BB17F487E6801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9B44-B2B7-4674-956D-63141EEA6FAF}"/>
      </w:docPartPr>
      <w:docPartBody>
        <w:p w:rsidR="00EC2CFE" w:rsidRDefault="007C058A" w:rsidP="007C058A">
          <w:pPr>
            <w:pStyle w:val="E4330114D4D644D3BB17F487E6801607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8F5F848B742B4BF080FBD6EA8D462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A499B-C654-4512-8AA8-8ABA404A2AC1}"/>
      </w:docPartPr>
      <w:docPartBody>
        <w:p w:rsidR="00EC2CFE" w:rsidRDefault="007C058A" w:rsidP="007C058A">
          <w:pPr>
            <w:pStyle w:val="8F5F848B742B4BF080FBD6EA8D4626ED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488744B0C95F44489FF490139F297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CCC214-4903-4145-9761-834C09DB153B}"/>
      </w:docPartPr>
      <w:docPartBody>
        <w:p w:rsidR="00EC2CFE" w:rsidRDefault="007C058A" w:rsidP="007C058A">
          <w:pPr>
            <w:pStyle w:val="488744B0C95F44489FF490139F297E57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9D77EAA0280B41A29496DF9FD3318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2B936-8FC7-4BD5-B3A4-15334728FEAA}"/>
      </w:docPartPr>
      <w:docPartBody>
        <w:p w:rsidR="00EC2CFE" w:rsidRDefault="007C058A" w:rsidP="007C058A">
          <w:pPr>
            <w:pStyle w:val="9D77EAA0280B41A29496DF9FD3318679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39928E5E33B84281A1B88C04948C2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DA8A0-27E6-476A-A955-C8BA0F665267}"/>
      </w:docPartPr>
      <w:docPartBody>
        <w:p w:rsidR="00EC2CFE" w:rsidRDefault="007C058A" w:rsidP="007C058A">
          <w:pPr>
            <w:pStyle w:val="39928E5E33B84281A1B88C04948C2A7F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95706284E1114BD69DCEAB60AAE71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60649-3882-4645-B3D8-4880BC0C8118}"/>
      </w:docPartPr>
      <w:docPartBody>
        <w:p w:rsidR="00EC2CFE" w:rsidRDefault="007C058A" w:rsidP="007C058A">
          <w:pPr>
            <w:pStyle w:val="95706284E1114BD69DCEAB60AAE7127B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D9CEC00DDF1842619DCB57DB67CF8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68AF5-0A5E-4625-BB0C-7A5A76F54059}"/>
      </w:docPartPr>
      <w:docPartBody>
        <w:p w:rsidR="00EC2CFE" w:rsidRDefault="007C058A" w:rsidP="007C058A">
          <w:pPr>
            <w:pStyle w:val="D9CEC00DDF1842619DCB57DB67CF8770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E02E8132E0C1400DBD0B93ACDDCB8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757CAC-B61F-4406-B895-E8598BFEEE7E}"/>
      </w:docPartPr>
      <w:docPartBody>
        <w:p w:rsidR="00EC2CFE" w:rsidRDefault="007C058A" w:rsidP="007C058A">
          <w:pPr>
            <w:pStyle w:val="E02E8132E0C1400DBD0B93ACDDCB8239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D654C004828448388CF357D2A7254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BAD8E5-AAD1-4B23-8F42-69F236F29E3F}"/>
      </w:docPartPr>
      <w:docPartBody>
        <w:p w:rsidR="00EC2CFE" w:rsidRDefault="007C058A" w:rsidP="007C058A">
          <w:pPr>
            <w:pStyle w:val="D654C004828448388CF357D2A7254EAB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DDC1BD431DE642A3A62A1FBE22BAC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51341-5379-4C3E-A762-33637FF2321E}"/>
      </w:docPartPr>
      <w:docPartBody>
        <w:p w:rsidR="00EC2CFE" w:rsidRDefault="007C058A" w:rsidP="007C058A">
          <w:pPr>
            <w:pStyle w:val="DDC1BD431DE642A3A62A1FBE22BACAAB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D8FB51D5533A421DAB79EA304A5B7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79613-FFC4-490E-83DD-4737610A99C5}"/>
      </w:docPartPr>
      <w:docPartBody>
        <w:p w:rsidR="00EC2CFE" w:rsidRDefault="007C058A" w:rsidP="007C058A">
          <w:pPr>
            <w:pStyle w:val="D8FB51D5533A421DAB79EA304A5B708D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6665D40E30994338B46A75FAF595D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71356-F29C-4F49-B883-55EFFFF9B9D0}"/>
      </w:docPartPr>
      <w:docPartBody>
        <w:p w:rsidR="00EC2CFE" w:rsidRDefault="007C058A" w:rsidP="007C058A">
          <w:pPr>
            <w:pStyle w:val="6665D40E30994338B46A75FAF595D162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68C81C8303114B219CC6216D8536E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0AAF2-8EF6-4A81-B462-AAEF125BB655}"/>
      </w:docPartPr>
      <w:docPartBody>
        <w:p w:rsidR="00EC2CFE" w:rsidRDefault="007C058A" w:rsidP="007C058A">
          <w:pPr>
            <w:pStyle w:val="68C81C8303114B219CC6216D8536E4F0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399A200DCCD14B2483290AF760EB8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876E5-4F44-4837-9228-E2082DFB5779}"/>
      </w:docPartPr>
      <w:docPartBody>
        <w:p w:rsidR="00EC2CFE" w:rsidRDefault="007C058A" w:rsidP="007C058A">
          <w:pPr>
            <w:pStyle w:val="399A200DCCD14B2483290AF760EB8BF7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312FD9863930481889D860952F60C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E60F4-2E17-4BC9-8D4E-77CCD0269D94}"/>
      </w:docPartPr>
      <w:docPartBody>
        <w:p w:rsidR="00EC2CFE" w:rsidRDefault="007C058A" w:rsidP="007C058A">
          <w:pPr>
            <w:pStyle w:val="312FD9863930481889D860952F60C5AB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8A8FA0E4CDE14CBE809F397DD736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17ACA-626A-4909-8674-459F63A4FB99}"/>
      </w:docPartPr>
      <w:docPartBody>
        <w:p w:rsidR="00EC2CFE" w:rsidRDefault="007C058A" w:rsidP="007C058A">
          <w:pPr>
            <w:pStyle w:val="8A8FA0E4CDE14CBE809F397DD73647E5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6D62679EB1D348AD855EF22F289AB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0986B-89F8-4024-8A82-0E9FC6B53B29}"/>
      </w:docPartPr>
      <w:docPartBody>
        <w:p w:rsidR="00EC2CFE" w:rsidRDefault="007C058A" w:rsidP="007C058A">
          <w:pPr>
            <w:pStyle w:val="6D62679EB1D348AD855EF22F289AB190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471AB394D96D4468B37D4047731BE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43B16-D1A0-4831-817C-336E15F7BB25}"/>
      </w:docPartPr>
      <w:docPartBody>
        <w:p w:rsidR="00EC2CFE" w:rsidRDefault="007C058A" w:rsidP="007C058A">
          <w:pPr>
            <w:pStyle w:val="471AB394D96D4468B37D4047731BE54F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A6CD582135A8421AB1DD6C2AE827E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74749-2C45-480D-BC94-6449D691A1C1}"/>
      </w:docPartPr>
      <w:docPartBody>
        <w:p w:rsidR="00EC2CFE" w:rsidRDefault="007C058A" w:rsidP="007C058A">
          <w:pPr>
            <w:pStyle w:val="A6CD582135A8421AB1DD6C2AE827ED77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3212BCC4F10948EF8E288AE51EF5E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BBBA82-21A7-4525-B62D-049E58798F1A}"/>
      </w:docPartPr>
      <w:docPartBody>
        <w:p w:rsidR="00EC2CFE" w:rsidRDefault="007C058A" w:rsidP="007C058A">
          <w:pPr>
            <w:pStyle w:val="3212BCC4F10948EF8E288AE51EF5E687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94521AF36B224AC7BF6EBDD80E0CD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694735-CB6A-40DF-AAC2-B3AA7CB9630C}"/>
      </w:docPartPr>
      <w:docPartBody>
        <w:p w:rsidR="00EC2CFE" w:rsidRDefault="007C058A" w:rsidP="007C058A">
          <w:pPr>
            <w:pStyle w:val="94521AF36B224AC7BF6EBDD80E0CDAF2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  <w:docPart>
      <w:docPartPr>
        <w:name w:val="FFC2B88D18534296841C89E93349D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5013B-0605-4479-83FC-AD0986F014BD}"/>
      </w:docPartPr>
      <w:docPartBody>
        <w:p w:rsidR="00EC2CFE" w:rsidRDefault="007C058A" w:rsidP="007C058A">
          <w:pPr>
            <w:pStyle w:val="FFC2B88D18534296841C89E93349D1CF"/>
          </w:pPr>
          <w:r w:rsidRPr="00812D58">
            <w:rPr>
              <w:rStyle w:val="PlaceholderText"/>
              <w:rFonts w:eastAsia="SimSun"/>
              <w:color w:val="518E36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uphin">
    <w:altName w:val="Georgia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20"/>
    <w:rsid w:val="0003266F"/>
    <w:rsid w:val="0006557F"/>
    <w:rsid w:val="00191CC8"/>
    <w:rsid w:val="00412D60"/>
    <w:rsid w:val="004A7620"/>
    <w:rsid w:val="00514C9B"/>
    <w:rsid w:val="005D7589"/>
    <w:rsid w:val="006A1E28"/>
    <w:rsid w:val="006C6691"/>
    <w:rsid w:val="007C058A"/>
    <w:rsid w:val="008331D0"/>
    <w:rsid w:val="00946D2A"/>
    <w:rsid w:val="00C171C6"/>
    <w:rsid w:val="00D46482"/>
    <w:rsid w:val="00DB41CF"/>
    <w:rsid w:val="00EC2CFE"/>
    <w:rsid w:val="00FE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058A"/>
    <w:rPr>
      <w:color w:val="808080"/>
    </w:rPr>
  </w:style>
  <w:style w:type="paragraph" w:customStyle="1" w:styleId="1CD939A96C344B279CC85D33FF793133">
    <w:name w:val="1CD939A96C344B279CC85D33FF793133"/>
    <w:rsid w:val="004A7620"/>
  </w:style>
  <w:style w:type="paragraph" w:customStyle="1" w:styleId="FF94F123545B4B5DB807E87F0F65F324">
    <w:name w:val="FF94F123545B4B5DB807E87F0F65F324"/>
    <w:rsid w:val="004A7620"/>
  </w:style>
  <w:style w:type="paragraph" w:customStyle="1" w:styleId="D4E0CE0ED2E54185A179F78B82703E48">
    <w:name w:val="D4E0CE0ED2E54185A179F78B82703E48"/>
    <w:rsid w:val="004A7620"/>
  </w:style>
  <w:style w:type="paragraph" w:customStyle="1" w:styleId="CF28C077AFA84157917482DEF5BF6918">
    <w:name w:val="CF28C077AFA84157917482DEF5BF6918"/>
    <w:rsid w:val="004A7620"/>
  </w:style>
  <w:style w:type="paragraph" w:customStyle="1" w:styleId="998934DC77FF4CEFACB7DCFA6831C4F1">
    <w:name w:val="998934DC77FF4CEFACB7DCFA6831C4F1"/>
    <w:rsid w:val="004A7620"/>
  </w:style>
  <w:style w:type="paragraph" w:customStyle="1" w:styleId="E4AB80602B484DCD8575BC0EF951E308">
    <w:name w:val="E4AB80602B484DCD8575BC0EF951E308"/>
    <w:rsid w:val="004A7620"/>
  </w:style>
  <w:style w:type="paragraph" w:customStyle="1" w:styleId="BA6233CAEE6247E6A89044E8A6C80B62">
    <w:name w:val="BA6233CAEE6247E6A89044E8A6C80B62"/>
    <w:rsid w:val="004A7620"/>
  </w:style>
  <w:style w:type="paragraph" w:customStyle="1" w:styleId="89197E1BEE504FC3A8EC7B408ED26BCB">
    <w:name w:val="89197E1BEE504FC3A8EC7B408ED26BCB"/>
    <w:rsid w:val="004A7620"/>
  </w:style>
  <w:style w:type="paragraph" w:customStyle="1" w:styleId="2869F98E1632492CAD0628C353B0B566">
    <w:name w:val="2869F98E1632492CAD0628C353B0B566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1CD939A96C344B279CC85D33FF7931331">
    <w:name w:val="1CD939A96C344B279CC85D33FF793133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FF94F123545B4B5DB807E87F0F65F3241">
    <w:name w:val="FF94F123545B4B5DB807E87F0F65F324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D4E0CE0ED2E54185A179F78B82703E481">
    <w:name w:val="D4E0CE0ED2E54185A179F78B82703E48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CF28C077AFA84157917482DEF5BF69181">
    <w:name w:val="CF28C077AFA84157917482DEF5BF6918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998934DC77FF4CEFACB7DCFA6831C4F11">
    <w:name w:val="998934DC77FF4CEFACB7DCFA6831C4F1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E4AB80602B484DCD8575BC0EF951E3081">
    <w:name w:val="E4AB80602B484DCD8575BC0EF951E308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BA6233CAEE6247E6A89044E8A6C80B621">
    <w:name w:val="BA6233CAEE6247E6A89044E8A6C80B62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89197E1BEE504FC3A8EC7B408ED26BCB1">
    <w:name w:val="89197E1BEE504FC3A8EC7B408ED26BCB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995F362050A9483CA4D3BD9D2BE0A80D">
    <w:name w:val="995F362050A9483CA4D3BD9D2BE0A80D"/>
    <w:rsid w:val="00D46482"/>
  </w:style>
  <w:style w:type="paragraph" w:customStyle="1" w:styleId="67BDAABD98004AB5AF5BD45CAA4275CE">
    <w:name w:val="67BDAABD98004AB5AF5BD45CAA4275CE"/>
    <w:rsid w:val="00D46482"/>
  </w:style>
  <w:style w:type="paragraph" w:customStyle="1" w:styleId="40C0C034442F4C12A3FF70007CCAECE0">
    <w:name w:val="40C0C034442F4C12A3FF70007CCAECE0"/>
    <w:rsid w:val="00D46482"/>
  </w:style>
  <w:style w:type="paragraph" w:customStyle="1" w:styleId="4900765B43CD454EB6CD0E52E03926F3">
    <w:name w:val="4900765B43CD454EB6CD0E52E03926F3"/>
    <w:rsid w:val="00D46482"/>
  </w:style>
  <w:style w:type="paragraph" w:customStyle="1" w:styleId="617A2C5016354B2FB243A97ADA760B7A">
    <w:name w:val="617A2C5016354B2FB243A97ADA760B7A"/>
    <w:rsid w:val="00D46482"/>
  </w:style>
  <w:style w:type="paragraph" w:customStyle="1" w:styleId="BCB01E1DADE34E98BC8F6BE731AC7E25">
    <w:name w:val="BCB01E1DADE34E98BC8F6BE731AC7E25"/>
    <w:rsid w:val="00D46482"/>
  </w:style>
  <w:style w:type="paragraph" w:customStyle="1" w:styleId="D6242351EFAC4A6791FDB40869A9005D">
    <w:name w:val="D6242351EFAC4A6791FDB40869A9005D"/>
    <w:rsid w:val="00D46482"/>
  </w:style>
  <w:style w:type="paragraph" w:customStyle="1" w:styleId="BFD89296391849D7AFA53CC7F53C1FB3">
    <w:name w:val="BFD89296391849D7AFA53CC7F53C1FB3"/>
    <w:rsid w:val="00D46482"/>
  </w:style>
  <w:style w:type="paragraph" w:customStyle="1" w:styleId="8D14A8F3024B442CBA8A31491E249193">
    <w:name w:val="8D14A8F3024B442CBA8A31491E249193"/>
    <w:rsid w:val="00D46482"/>
  </w:style>
  <w:style w:type="paragraph" w:customStyle="1" w:styleId="E5017F46A7C54F5EA618F26D4AA11FBB">
    <w:name w:val="E5017F46A7C54F5EA618F26D4AA11FBB"/>
    <w:rsid w:val="00D46482"/>
  </w:style>
  <w:style w:type="paragraph" w:customStyle="1" w:styleId="F153EA312F0340A290AE4FEAFB1F8BC5">
    <w:name w:val="F153EA312F0340A290AE4FEAFB1F8BC5"/>
    <w:rsid w:val="00D46482"/>
  </w:style>
  <w:style w:type="paragraph" w:customStyle="1" w:styleId="45123C03F06D42BEB396640FF9BCD75C">
    <w:name w:val="45123C03F06D42BEB396640FF9BCD75C"/>
    <w:rsid w:val="00D46482"/>
  </w:style>
  <w:style w:type="paragraph" w:customStyle="1" w:styleId="C81F988D222D4CB590E570A8E227B4A4">
    <w:name w:val="C81F988D222D4CB590E570A8E227B4A4"/>
    <w:rsid w:val="00D46482"/>
  </w:style>
  <w:style w:type="paragraph" w:customStyle="1" w:styleId="374C7C645C364FFEA3A9B5990A9517E9">
    <w:name w:val="374C7C645C364FFEA3A9B5990A9517E9"/>
    <w:rsid w:val="00D46482"/>
  </w:style>
  <w:style w:type="paragraph" w:customStyle="1" w:styleId="BDB04937F4D64429A1F97E92AE169F42">
    <w:name w:val="BDB04937F4D64429A1F97E92AE169F42"/>
    <w:rsid w:val="00D46482"/>
  </w:style>
  <w:style w:type="paragraph" w:customStyle="1" w:styleId="A72D368C02DB491290D80B24BCB635FD">
    <w:name w:val="A72D368C02DB491290D80B24BCB635FD"/>
    <w:rsid w:val="00D46482"/>
  </w:style>
  <w:style w:type="paragraph" w:customStyle="1" w:styleId="62F9115CB6854A619C65B10916EC5473">
    <w:name w:val="62F9115CB6854A619C65B10916EC5473"/>
    <w:rsid w:val="00D46482"/>
  </w:style>
  <w:style w:type="paragraph" w:customStyle="1" w:styleId="D0829F0BA2AF4EF6A4BFCD383D7F2FF7">
    <w:name w:val="D0829F0BA2AF4EF6A4BFCD383D7F2FF7"/>
    <w:rsid w:val="00D46482"/>
  </w:style>
  <w:style w:type="paragraph" w:customStyle="1" w:styleId="0F752AF65D9C45809C26CE70043C4CD6">
    <w:name w:val="0F752AF65D9C45809C26CE70043C4CD6"/>
    <w:rsid w:val="00D46482"/>
  </w:style>
  <w:style w:type="paragraph" w:customStyle="1" w:styleId="D442B8F77D5E4652B56F44FCAABB2A0F">
    <w:name w:val="D442B8F77D5E4652B56F44FCAABB2A0F"/>
    <w:rsid w:val="00DB41CF"/>
  </w:style>
  <w:style w:type="paragraph" w:customStyle="1" w:styleId="F70CF3BDADFF47ED850D6859DB6726F7">
    <w:name w:val="F70CF3BDADFF47ED850D6859DB6726F7"/>
    <w:rsid w:val="00DB41CF"/>
  </w:style>
  <w:style w:type="paragraph" w:customStyle="1" w:styleId="5C8E4C40C9BF4A3A8DFF225C12892778">
    <w:name w:val="5C8E4C40C9BF4A3A8DFF225C12892778"/>
    <w:rsid w:val="00DB41CF"/>
  </w:style>
  <w:style w:type="paragraph" w:customStyle="1" w:styleId="E4330114D4D644D3BB17F487E6801607">
    <w:name w:val="E4330114D4D644D3BB17F487E6801607"/>
    <w:rsid w:val="007C058A"/>
  </w:style>
  <w:style w:type="paragraph" w:customStyle="1" w:styleId="8F5F848B742B4BF080FBD6EA8D4626ED">
    <w:name w:val="8F5F848B742B4BF080FBD6EA8D4626ED"/>
    <w:rsid w:val="007C058A"/>
  </w:style>
  <w:style w:type="paragraph" w:customStyle="1" w:styleId="488744B0C95F44489FF490139F297E57">
    <w:name w:val="488744B0C95F44489FF490139F297E57"/>
    <w:rsid w:val="007C058A"/>
  </w:style>
  <w:style w:type="paragraph" w:customStyle="1" w:styleId="9D77EAA0280B41A29496DF9FD3318679">
    <w:name w:val="9D77EAA0280B41A29496DF9FD3318679"/>
    <w:rsid w:val="007C058A"/>
  </w:style>
  <w:style w:type="paragraph" w:customStyle="1" w:styleId="39928E5E33B84281A1B88C04948C2A7F">
    <w:name w:val="39928E5E33B84281A1B88C04948C2A7F"/>
    <w:rsid w:val="007C058A"/>
  </w:style>
  <w:style w:type="paragraph" w:customStyle="1" w:styleId="95706284E1114BD69DCEAB60AAE7127B">
    <w:name w:val="95706284E1114BD69DCEAB60AAE7127B"/>
    <w:rsid w:val="007C058A"/>
  </w:style>
  <w:style w:type="paragraph" w:customStyle="1" w:styleId="D9CEC00DDF1842619DCB57DB67CF8770">
    <w:name w:val="D9CEC00DDF1842619DCB57DB67CF8770"/>
    <w:rsid w:val="007C058A"/>
  </w:style>
  <w:style w:type="paragraph" w:customStyle="1" w:styleId="E02E8132E0C1400DBD0B93ACDDCB8239">
    <w:name w:val="E02E8132E0C1400DBD0B93ACDDCB8239"/>
    <w:rsid w:val="007C058A"/>
  </w:style>
  <w:style w:type="paragraph" w:customStyle="1" w:styleId="D654C004828448388CF357D2A7254EAB">
    <w:name w:val="D654C004828448388CF357D2A7254EAB"/>
    <w:rsid w:val="007C058A"/>
  </w:style>
  <w:style w:type="paragraph" w:customStyle="1" w:styleId="DDC1BD431DE642A3A62A1FBE22BACAAB">
    <w:name w:val="DDC1BD431DE642A3A62A1FBE22BACAAB"/>
    <w:rsid w:val="007C058A"/>
  </w:style>
  <w:style w:type="paragraph" w:customStyle="1" w:styleId="05C57541A64E4E4EA5FC039F49FEB577">
    <w:name w:val="05C57541A64E4E4EA5FC039F49FEB577"/>
    <w:rsid w:val="007C058A"/>
  </w:style>
  <w:style w:type="paragraph" w:customStyle="1" w:styleId="D8FB51D5533A421DAB79EA304A5B708D">
    <w:name w:val="D8FB51D5533A421DAB79EA304A5B708D"/>
    <w:rsid w:val="007C058A"/>
  </w:style>
  <w:style w:type="paragraph" w:customStyle="1" w:styleId="EE97B228C8A644A4B6A2DC8003E7155B">
    <w:name w:val="EE97B228C8A644A4B6A2DC8003E7155B"/>
    <w:rsid w:val="007C058A"/>
  </w:style>
  <w:style w:type="paragraph" w:customStyle="1" w:styleId="48B135449EC24B10A030178B2437E7B1">
    <w:name w:val="48B135449EC24B10A030178B2437E7B1"/>
    <w:rsid w:val="007C058A"/>
  </w:style>
  <w:style w:type="paragraph" w:customStyle="1" w:styleId="D323950780F54F51A40605D5CF8E7B14">
    <w:name w:val="D323950780F54F51A40605D5CF8E7B14"/>
    <w:rsid w:val="007C058A"/>
  </w:style>
  <w:style w:type="paragraph" w:customStyle="1" w:styleId="2ACB72D867D945B69CB903EE1DC1BEF3">
    <w:name w:val="2ACB72D867D945B69CB903EE1DC1BEF3"/>
    <w:rsid w:val="007C058A"/>
  </w:style>
  <w:style w:type="paragraph" w:customStyle="1" w:styleId="EAAF8F2C30F54C678B39F70CF225BC92">
    <w:name w:val="EAAF8F2C30F54C678B39F70CF225BC92"/>
    <w:rsid w:val="007C058A"/>
  </w:style>
  <w:style w:type="paragraph" w:customStyle="1" w:styleId="AF41751C9D724AC1B58D4CA0C9C30A79">
    <w:name w:val="AF41751C9D724AC1B58D4CA0C9C30A79"/>
    <w:rsid w:val="007C058A"/>
  </w:style>
  <w:style w:type="paragraph" w:customStyle="1" w:styleId="EA6E9520E09F4D888DEBF36FD3388FDD">
    <w:name w:val="EA6E9520E09F4D888DEBF36FD3388FDD"/>
    <w:rsid w:val="007C058A"/>
  </w:style>
  <w:style w:type="paragraph" w:customStyle="1" w:styleId="AB13024F0D684CBBAA522FB53B3A5B47">
    <w:name w:val="AB13024F0D684CBBAA522FB53B3A5B47"/>
    <w:rsid w:val="007C058A"/>
  </w:style>
  <w:style w:type="paragraph" w:customStyle="1" w:styleId="E259939D2EC844279E4D33E41544F547">
    <w:name w:val="E259939D2EC844279E4D33E41544F547"/>
    <w:rsid w:val="007C058A"/>
  </w:style>
  <w:style w:type="paragraph" w:customStyle="1" w:styleId="6665D40E30994338B46A75FAF595D162">
    <w:name w:val="6665D40E30994338B46A75FAF595D162"/>
    <w:rsid w:val="007C058A"/>
  </w:style>
  <w:style w:type="paragraph" w:customStyle="1" w:styleId="68C81C8303114B219CC6216D8536E4F0">
    <w:name w:val="68C81C8303114B219CC6216D8536E4F0"/>
    <w:rsid w:val="007C058A"/>
  </w:style>
  <w:style w:type="paragraph" w:customStyle="1" w:styleId="665CFDB74BB04581908D604B64F58BAC">
    <w:name w:val="665CFDB74BB04581908D604B64F58BAC"/>
    <w:rsid w:val="007C058A"/>
  </w:style>
  <w:style w:type="paragraph" w:customStyle="1" w:styleId="399A200DCCD14B2483290AF760EB8BF7">
    <w:name w:val="399A200DCCD14B2483290AF760EB8BF7"/>
    <w:rsid w:val="007C058A"/>
  </w:style>
  <w:style w:type="paragraph" w:customStyle="1" w:styleId="312FD9863930481889D860952F60C5AB">
    <w:name w:val="312FD9863930481889D860952F60C5AB"/>
    <w:rsid w:val="007C058A"/>
  </w:style>
  <w:style w:type="paragraph" w:customStyle="1" w:styleId="8A8FA0E4CDE14CBE809F397DD73647E5">
    <w:name w:val="8A8FA0E4CDE14CBE809F397DD73647E5"/>
    <w:rsid w:val="007C058A"/>
  </w:style>
  <w:style w:type="paragraph" w:customStyle="1" w:styleId="79B0E0A75CE54DF8AAC33C00AE7F98FB">
    <w:name w:val="79B0E0A75CE54DF8AAC33C00AE7F98FB"/>
    <w:rsid w:val="007C058A"/>
  </w:style>
  <w:style w:type="paragraph" w:customStyle="1" w:styleId="6D62679EB1D348AD855EF22F289AB190">
    <w:name w:val="6D62679EB1D348AD855EF22F289AB190"/>
    <w:rsid w:val="007C058A"/>
  </w:style>
  <w:style w:type="paragraph" w:customStyle="1" w:styleId="471AB394D96D4468B37D4047731BE54F">
    <w:name w:val="471AB394D96D4468B37D4047731BE54F"/>
    <w:rsid w:val="007C058A"/>
  </w:style>
  <w:style w:type="paragraph" w:customStyle="1" w:styleId="A6CD582135A8421AB1DD6C2AE827ED77">
    <w:name w:val="A6CD582135A8421AB1DD6C2AE827ED77"/>
    <w:rsid w:val="007C058A"/>
  </w:style>
  <w:style w:type="paragraph" w:customStyle="1" w:styleId="B418108383B64052A7B5E59363AF8EB5">
    <w:name w:val="B418108383B64052A7B5E59363AF8EB5"/>
    <w:rsid w:val="007C058A"/>
  </w:style>
  <w:style w:type="paragraph" w:customStyle="1" w:styleId="3212BCC4F10948EF8E288AE51EF5E687">
    <w:name w:val="3212BCC4F10948EF8E288AE51EF5E687"/>
    <w:rsid w:val="007C058A"/>
  </w:style>
  <w:style w:type="paragraph" w:customStyle="1" w:styleId="94521AF36B224AC7BF6EBDD80E0CDAF2">
    <w:name w:val="94521AF36B224AC7BF6EBDD80E0CDAF2"/>
    <w:rsid w:val="007C058A"/>
  </w:style>
  <w:style w:type="paragraph" w:customStyle="1" w:styleId="47106601AB144EDF94361E936B116B23">
    <w:name w:val="47106601AB144EDF94361E936B116B23"/>
    <w:rsid w:val="007C058A"/>
  </w:style>
  <w:style w:type="paragraph" w:customStyle="1" w:styleId="FFC2B88D18534296841C89E93349D1CF">
    <w:name w:val="FFC2B88D18534296841C89E93349D1CF"/>
    <w:rsid w:val="007C058A"/>
  </w:style>
  <w:style w:type="paragraph" w:customStyle="1" w:styleId="061804B255A74404B2DD12EF7F74DD57">
    <w:name w:val="061804B255A74404B2DD12EF7F74DD57"/>
    <w:rsid w:val="007C058A"/>
  </w:style>
  <w:style w:type="paragraph" w:customStyle="1" w:styleId="552784B23E464637864417591EED9CFD">
    <w:name w:val="552784B23E464637864417591EED9CFD"/>
    <w:rsid w:val="007C058A"/>
  </w:style>
  <w:style w:type="paragraph" w:customStyle="1" w:styleId="F4E0A9128E4C4A7F9B5519356E6ED8D7">
    <w:name w:val="F4E0A9128E4C4A7F9B5519356E6ED8D7"/>
    <w:rsid w:val="007C058A"/>
  </w:style>
  <w:style w:type="paragraph" w:customStyle="1" w:styleId="57D5EBEABDFC4B1892228A28E6E6F2BA">
    <w:name w:val="57D5EBEABDFC4B1892228A28E6E6F2BA"/>
    <w:rsid w:val="007C058A"/>
  </w:style>
  <w:style w:type="paragraph" w:customStyle="1" w:styleId="7DA55688A6C64E61937D40DBB381A9BE">
    <w:name w:val="7DA55688A6C64E61937D40DBB381A9BE"/>
    <w:rsid w:val="007C058A"/>
  </w:style>
  <w:style w:type="paragraph" w:customStyle="1" w:styleId="4F9A051A59F841A89941C0299F85BE25">
    <w:name w:val="4F9A051A59F841A89941C0299F85BE25"/>
    <w:rsid w:val="007C058A"/>
  </w:style>
  <w:style w:type="paragraph" w:customStyle="1" w:styleId="A3D6CBB827454EFE9B3B273BA16F6EFC">
    <w:name w:val="A3D6CBB827454EFE9B3B273BA16F6EFC"/>
    <w:rsid w:val="007C05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Journal.dot</Template>
  <TotalTime>23</TotalTime>
  <Pages>8</Pages>
  <Words>487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EIT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Pascoe</dc:creator>
  <cp:keywords/>
  <dc:description/>
  <cp:lastModifiedBy>Gay Robertson</cp:lastModifiedBy>
  <cp:revision>1</cp:revision>
  <cp:lastPrinted>2007-09-03T21:21:00Z</cp:lastPrinted>
  <dcterms:created xsi:type="dcterms:W3CDTF">2019-08-06T00:42:00Z</dcterms:created>
  <dcterms:modified xsi:type="dcterms:W3CDTF">2019-09-25T21:34:00Z</dcterms:modified>
</cp:coreProperties>
</file>